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9E54B" w14:textId="77777777" w:rsidR="005F34AD" w:rsidRDefault="005F34AD" w:rsidP="00DB19D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1EAF0BEF" w14:textId="31C6A2EC" w:rsidR="00DB19DE" w:rsidRPr="009647C7" w:rsidRDefault="00DB19DE" w:rsidP="00DB19DE">
      <w:pPr>
        <w:spacing w:after="0" w:line="360" w:lineRule="auto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9647C7">
        <w:rPr>
          <w:rFonts w:ascii="Arial" w:hAnsi="Arial" w:cs="Arial"/>
          <w:b/>
          <w:i/>
          <w:iCs/>
          <w:sz w:val="20"/>
          <w:szCs w:val="20"/>
        </w:rPr>
        <w:t xml:space="preserve">  </w:t>
      </w:r>
      <w:r w:rsidRPr="009647C7">
        <w:rPr>
          <w:rFonts w:ascii="Arial" w:hAnsi="Arial" w:cs="Arial"/>
          <w:b/>
          <w:i/>
          <w:iCs/>
          <w:sz w:val="18"/>
          <w:szCs w:val="18"/>
        </w:rPr>
        <w:t xml:space="preserve">Załącznik nr </w:t>
      </w:r>
      <w:r w:rsidR="00BD5A9E">
        <w:rPr>
          <w:rFonts w:ascii="Arial" w:hAnsi="Arial" w:cs="Arial"/>
          <w:b/>
          <w:i/>
          <w:iCs/>
          <w:sz w:val="18"/>
          <w:szCs w:val="18"/>
        </w:rPr>
        <w:t>1</w:t>
      </w:r>
    </w:p>
    <w:p w14:paraId="3C6987B9" w14:textId="3F95D88C" w:rsidR="00DB19DE" w:rsidRPr="009647C7" w:rsidRDefault="00DB19DE" w:rsidP="00DB19DE">
      <w:pPr>
        <w:spacing w:after="120" w:line="240" w:lineRule="auto"/>
        <w:rPr>
          <w:rFonts w:ascii="Arial" w:hAnsi="Arial" w:cs="Arial"/>
          <w:b/>
          <w:iCs/>
          <w:sz w:val="20"/>
          <w:szCs w:val="20"/>
        </w:rPr>
      </w:pPr>
      <w:r w:rsidRPr="009647C7">
        <w:rPr>
          <w:rFonts w:ascii="Arial" w:hAnsi="Arial" w:cs="Arial"/>
          <w:b/>
          <w:sz w:val="20"/>
          <w:szCs w:val="20"/>
        </w:rPr>
        <w:t>Oznaczenie sprawy: ZZ/</w:t>
      </w:r>
      <w:r w:rsidR="0023031F">
        <w:rPr>
          <w:rFonts w:ascii="Arial" w:hAnsi="Arial" w:cs="Arial"/>
          <w:b/>
          <w:sz w:val="20"/>
          <w:szCs w:val="20"/>
        </w:rPr>
        <w:t>24</w:t>
      </w:r>
      <w:r w:rsidR="000004CC">
        <w:rPr>
          <w:rFonts w:ascii="Arial" w:hAnsi="Arial" w:cs="Arial"/>
          <w:b/>
          <w:sz w:val="20"/>
          <w:szCs w:val="20"/>
        </w:rPr>
        <w:t>/</w:t>
      </w:r>
      <w:r w:rsidR="006B1AFE">
        <w:rPr>
          <w:rFonts w:ascii="Arial" w:hAnsi="Arial" w:cs="Arial"/>
          <w:b/>
          <w:sz w:val="20"/>
          <w:szCs w:val="20"/>
        </w:rPr>
        <w:t>055/U</w:t>
      </w:r>
      <w:r w:rsidR="00032F0F">
        <w:rPr>
          <w:rFonts w:ascii="Arial" w:hAnsi="Arial" w:cs="Arial"/>
          <w:b/>
          <w:sz w:val="20"/>
          <w:szCs w:val="20"/>
        </w:rPr>
        <w:t>/24</w:t>
      </w:r>
    </w:p>
    <w:p w14:paraId="37888B04" w14:textId="77777777" w:rsidR="00DB19DE" w:rsidRPr="0077775C" w:rsidRDefault="00DB19DE" w:rsidP="00DB19D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0C49E4E2" w14:textId="77777777" w:rsidR="00DB19DE" w:rsidRPr="00BD5F15" w:rsidRDefault="00DB19DE" w:rsidP="00DB19DE">
      <w:pPr>
        <w:spacing w:after="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26399030" w14:textId="21996396" w:rsidR="00DB19DE" w:rsidRPr="009647C7" w:rsidRDefault="00DB19DE" w:rsidP="009647C7">
      <w:pPr>
        <w:spacing w:after="0" w:line="240" w:lineRule="auto"/>
        <w:ind w:left="57"/>
        <w:rPr>
          <w:rFonts w:ascii="Arial" w:hAnsi="Arial" w:cs="Arial"/>
          <w:i/>
          <w:iCs/>
          <w:sz w:val="20"/>
          <w:szCs w:val="20"/>
        </w:rPr>
      </w:pPr>
    </w:p>
    <w:p w14:paraId="095D45ED" w14:textId="77777777" w:rsidR="00DB19DE" w:rsidRPr="00BD5F15" w:rsidRDefault="00DB19DE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FORMULARZ OFERTY</w:t>
      </w:r>
    </w:p>
    <w:p w14:paraId="5A504952" w14:textId="77777777" w:rsidR="00DB19DE" w:rsidRPr="00BD5F15" w:rsidRDefault="00DB19DE" w:rsidP="00DB19DE">
      <w:pPr>
        <w:pStyle w:val="Zwykytekst"/>
        <w:spacing w:after="120" w:line="276" w:lineRule="auto"/>
        <w:ind w:left="5528"/>
        <w:rPr>
          <w:rFonts w:ascii="Arial" w:hAnsi="Arial" w:cs="Arial"/>
        </w:rPr>
      </w:pPr>
    </w:p>
    <w:p w14:paraId="5519BFC8" w14:textId="77777777" w:rsidR="00DB19DE" w:rsidRPr="00440448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r w:rsidRPr="00440448">
        <w:rPr>
          <w:rFonts w:ascii="Arial" w:hAnsi="Arial" w:cs="Arial"/>
        </w:rPr>
        <w:t>Politechnika Gdańska</w:t>
      </w:r>
    </w:p>
    <w:p w14:paraId="57DF3233" w14:textId="77777777" w:rsidR="00DB19DE" w:rsidRPr="00440448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r w:rsidRPr="00440448">
        <w:rPr>
          <w:rFonts w:ascii="Arial" w:hAnsi="Arial" w:cs="Arial"/>
        </w:rPr>
        <w:t>ul. G. Narutowicza 11/12</w:t>
      </w:r>
    </w:p>
    <w:p w14:paraId="2895A080" w14:textId="77777777" w:rsidR="00DB19DE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r>
        <w:rPr>
          <w:rFonts w:ascii="Arial" w:hAnsi="Arial" w:cs="Arial"/>
        </w:rPr>
        <w:t>80-233 Gdańsk</w:t>
      </w:r>
    </w:p>
    <w:p w14:paraId="69E3B628" w14:textId="77777777" w:rsidR="00DB19DE" w:rsidRPr="007F750B" w:rsidRDefault="00DB19DE" w:rsidP="00DB19DE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1D19F99D" w14:textId="112F06F3" w:rsidR="00032F0F" w:rsidRDefault="00DB19DE" w:rsidP="000D4D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354D7">
        <w:rPr>
          <w:rFonts w:ascii="Arial" w:hAnsi="Arial" w:cs="Arial"/>
          <w:sz w:val="20"/>
          <w:szCs w:val="20"/>
          <w:lang w:eastAsia="ar-SA"/>
        </w:rPr>
        <w:t xml:space="preserve">Nawiązując do ogłoszenia o udzielanym zamówieniu na </w:t>
      </w:r>
      <w:r w:rsidR="00C777BF" w:rsidRPr="00C777BF">
        <w:rPr>
          <w:rFonts w:ascii="Arial" w:hAnsi="Arial" w:cs="Arial"/>
          <w:b/>
          <w:sz w:val="20"/>
          <w:szCs w:val="20"/>
        </w:rPr>
        <w:t>świadczenie usług hotelowych i restauracyjnych polegających na zapewnieniu noclegów ze śniadaniem, obiadu oraz kolacji uczestnikom Zjazdu Sprawozdawczo-Wyborczego Forum Uczelni Technicznych organizowanego przez Politechnikę Gdańską w terminie od 12.12.2024 r. do 15.12.2024 r. w Gdańsku</w:t>
      </w:r>
    </w:p>
    <w:p w14:paraId="73806AD9" w14:textId="0B190813" w:rsidR="00DB19DE" w:rsidRDefault="00DB19DE" w:rsidP="000D4D0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284B">
        <w:rPr>
          <w:rFonts w:ascii="Arial" w:hAnsi="Arial" w:cs="Arial"/>
          <w:sz w:val="20"/>
          <w:szCs w:val="20"/>
        </w:rPr>
        <w:t>My (Ja)  niżej podpisani(y/a) :</w:t>
      </w:r>
    </w:p>
    <w:p w14:paraId="3A91F904" w14:textId="77777777" w:rsidR="00A53377" w:rsidRDefault="00A53377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0AD916" w14:textId="77777777" w:rsidR="00A53377" w:rsidRPr="00E3284B" w:rsidRDefault="00A53377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900936" w14:textId="77777777" w:rsidR="00DB19DE" w:rsidRPr="00BD5F15" w:rsidRDefault="00DB19DE" w:rsidP="00DB19DE">
      <w:pPr>
        <w:pStyle w:val="Zwykytekst"/>
        <w:numPr>
          <w:ilvl w:val="12"/>
          <w:numId w:val="0"/>
        </w:numPr>
        <w:spacing w:after="120"/>
        <w:rPr>
          <w:rFonts w:ascii="Arial" w:hAnsi="Arial" w:cs="Arial"/>
        </w:rPr>
      </w:pPr>
      <w:r w:rsidRPr="00BD5F15">
        <w:rPr>
          <w:rFonts w:ascii="Arial" w:hAnsi="Arial" w:cs="Arial"/>
        </w:rPr>
        <w:t>imię ............................. nazwisko .............................................</w:t>
      </w:r>
    </w:p>
    <w:p w14:paraId="50BE1231" w14:textId="77777777" w:rsidR="00DB19DE" w:rsidRPr="00BD5F15" w:rsidRDefault="00DB19DE" w:rsidP="00DB19DE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</w:p>
    <w:p w14:paraId="168C7CA9" w14:textId="0DE4788C" w:rsidR="00DB19DE" w:rsidRPr="00BD5F15" w:rsidRDefault="00DB19DE" w:rsidP="00C777BF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14:paraId="269711C0" w14:textId="77777777" w:rsidR="00DB19DE" w:rsidRPr="00BD5F15" w:rsidRDefault="00DB19DE" w:rsidP="00DB19DE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D5F15">
        <w:rPr>
          <w:rFonts w:ascii="Arial" w:hAnsi="Arial" w:cs="Arial"/>
          <w:i/>
          <w:sz w:val="20"/>
          <w:szCs w:val="20"/>
        </w:rPr>
        <w:t xml:space="preserve">(upoważnienie do podpisania oferty wynika z dokumentów załączonych do oferty) </w:t>
      </w:r>
    </w:p>
    <w:p w14:paraId="0C90A8A0" w14:textId="77777777" w:rsidR="00DB19DE" w:rsidRPr="00BD5F15" w:rsidRDefault="00DB19DE" w:rsidP="00DB19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1603"/>
        <w:gridCol w:w="1529"/>
        <w:gridCol w:w="2793"/>
      </w:tblGrid>
      <w:tr w:rsidR="00DB19DE" w:rsidRPr="00BD5F15" w14:paraId="7B8CCDB4" w14:textId="77777777" w:rsidTr="00EB1F4D">
        <w:trPr>
          <w:trHeight w:val="1120"/>
        </w:trPr>
        <w:tc>
          <w:tcPr>
            <w:tcW w:w="9017" w:type="dxa"/>
            <w:gridSpan w:val="4"/>
          </w:tcPr>
          <w:p w14:paraId="24A1CC9B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14:paraId="3DA845DC" w14:textId="77777777" w:rsidR="00DB19DE" w:rsidRPr="00BD5F15" w:rsidRDefault="00DB19DE" w:rsidP="00C777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72FE819" w14:textId="77777777" w:rsidTr="00EB1F4D">
        <w:tc>
          <w:tcPr>
            <w:tcW w:w="9017" w:type="dxa"/>
            <w:gridSpan w:val="4"/>
          </w:tcPr>
          <w:p w14:paraId="63BC68DA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4E0F53C7" w14:textId="77777777" w:rsidR="00DB19DE" w:rsidRPr="00BD5F15" w:rsidRDefault="00DB19DE" w:rsidP="00EB1F4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D0DD84D" w14:textId="77777777" w:rsidR="00DB19DE" w:rsidRPr="00BD5F15" w:rsidRDefault="00DB19DE" w:rsidP="00EB1F4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2FA114C" w14:textId="77777777" w:rsidTr="00EB1F4D">
        <w:tc>
          <w:tcPr>
            <w:tcW w:w="3092" w:type="dxa"/>
          </w:tcPr>
          <w:p w14:paraId="63E7F706" w14:textId="77777777" w:rsidR="00DB19DE" w:rsidRPr="00BD5F15" w:rsidRDefault="00DB19DE" w:rsidP="00EB1F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14:paraId="54FC8941" w14:textId="77777777" w:rsidR="00DB19DE" w:rsidRPr="00BD5F15" w:rsidRDefault="00DB19DE" w:rsidP="00EB1F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32" w:type="dxa"/>
            <w:gridSpan w:val="2"/>
            <w:hideMark/>
          </w:tcPr>
          <w:p w14:paraId="772A67EA" w14:textId="77777777" w:rsidR="00DB19DE" w:rsidRPr="00BD5F15" w:rsidRDefault="00DB19DE" w:rsidP="00EB1F4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793" w:type="dxa"/>
            <w:hideMark/>
          </w:tcPr>
          <w:p w14:paraId="30E16C07" w14:textId="77777777" w:rsidR="00DB19DE" w:rsidRPr="00BD5F15" w:rsidRDefault="00DB19DE" w:rsidP="00EB1F4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DB19DE" w:rsidRPr="00BD5F15" w14:paraId="020396C1" w14:textId="77777777" w:rsidTr="00EB1F4D">
        <w:trPr>
          <w:trHeight w:val="664"/>
        </w:trPr>
        <w:tc>
          <w:tcPr>
            <w:tcW w:w="9017" w:type="dxa"/>
            <w:gridSpan w:val="4"/>
            <w:vAlign w:val="center"/>
          </w:tcPr>
          <w:p w14:paraId="5E7678C2" w14:textId="77777777" w:rsidR="00DB19DE" w:rsidRPr="00BD5F15" w:rsidRDefault="00DB19DE" w:rsidP="00EB1F4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 w:rsidRPr="00BD5F1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Pr="00BD5F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B19DE" w:rsidRPr="00BD5F15" w14:paraId="208C376A" w14:textId="77777777" w:rsidTr="00EB1F4D">
        <w:trPr>
          <w:trHeight w:val="750"/>
        </w:trPr>
        <w:tc>
          <w:tcPr>
            <w:tcW w:w="4695" w:type="dxa"/>
            <w:gridSpan w:val="2"/>
            <w:hideMark/>
          </w:tcPr>
          <w:p w14:paraId="5EBB0948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85FFE94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322" w:type="dxa"/>
            <w:gridSpan w:val="2"/>
          </w:tcPr>
          <w:p w14:paraId="25B64211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C1158E5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3E369867" w14:textId="7F010BED" w:rsidR="00DB19DE" w:rsidRDefault="00DB19DE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1786A" w14:textId="090288B1" w:rsidR="00DB19DE" w:rsidRPr="000004CC" w:rsidRDefault="00DB19DE" w:rsidP="0000486B">
      <w:pPr>
        <w:pStyle w:val="Akapitzlist"/>
        <w:numPr>
          <w:ilvl w:val="0"/>
          <w:numId w:val="19"/>
        </w:numPr>
        <w:tabs>
          <w:tab w:val="left" w:pos="284"/>
        </w:tabs>
        <w:suppressAutoHyphens w:val="0"/>
        <w:spacing w:after="0" w:line="276" w:lineRule="auto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00486B">
        <w:rPr>
          <w:rFonts w:ascii="Arial" w:hAnsi="Arial" w:cs="Arial"/>
          <w:b/>
          <w:sz w:val="20"/>
          <w:szCs w:val="20"/>
        </w:rPr>
        <w:t>Składam/y</w:t>
      </w:r>
      <w:r w:rsidRPr="0000486B">
        <w:rPr>
          <w:rFonts w:ascii="Arial" w:hAnsi="Arial" w:cs="Arial"/>
          <w:sz w:val="20"/>
          <w:szCs w:val="20"/>
        </w:rPr>
        <w:t xml:space="preserve"> </w:t>
      </w:r>
      <w:r w:rsidRPr="0000486B">
        <w:rPr>
          <w:rFonts w:ascii="Arial" w:hAnsi="Arial" w:cs="Arial"/>
          <w:b/>
          <w:sz w:val="20"/>
          <w:szCs w:val="20"/>
        </w:rPr>
        <w:t>ofertę</w:t>
      </w:r>
      <w:r w:rsidRPr="0000486B">
        <w:rPr>
          <w:rFonts w:ascii="Arial" w:hAnsi="Arial" w:cs="Arial"/>
          <w:sz w:val="20"/>
          <w:szCs w:val="20"/>
        </w:rPr>
        <w:t xml:space="preserve"> na wykonanie przedmiotu zamówienia </w:t>
      </w:r>
      <w:r w:rsidRPr="0000486B">
        <w:rPr>
          <w:rFonts w:ascii="Arial" w:hAnsi="Arial" w:cs="Arial"/>
          <w:bCs/>
          <w:sz w:val="20"/>
          <w:szCs w:val="20"/>
        </w:rPr>
        <w:t>zgodnie z wymaganiami określonymi w</w:t>
      </w:r>
      <w:r w:rsidRPr="0000486B">
        <w:rPr>
          <w:rFonts w:ascii="Arial" w:hAnsi="Arial" w:cs="Arial"/>
          <w:sz w:val="20"/>
          <w:szCs w:val="20"/>
          <w:lang w:eastAsia="ar-SA"/>
        </w:rPr>
        <w:t xml:space="preserve"> ogłoszeniu o udzielanym zamówieniu</w:t>
      </w:r>
      <w:r w:rsidR="00BD5A9E">
        <w:rPr>
          <w:rFonts w:ascii="Arial" w:hAnsi="Arial" w:cs="Arial"/>
          <w:sz w:val="20"/>
          <w:szCs w:val="20"/>
          <w:lang w:eastAsia="ar-SA"/>
        </w:rPr>
        <w:t>.</w:t>
      </w:r>
    </w:p>
    <w:p w14:paraId="7BFABD9B" w14:textId="77777777" w:rsidR="000004CC" w:rsidRPr="0000486B" w:rsidRDefault="000004CC" w:rsidP="000004CC">
      <w:pPr>
        <w:pStyle w:val="Akapitzlist"/>
        <w:tabs>
          <w:tab w:val="left" w:pos="284"/>
        </w:tabs>
        <w:suppressAutoHyphens w:val="0"/>
        <w:spacing w:after="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CE959F7" w14:textId="1FB90E1F" w:rsidR="00DB19DE" w:rsidRPr="00C777BF" w:rsidRDefault="00DB19DE" w:rsidP="00405CB4">
      <w:pPr>
        <w:pStyle w:val="Tekstpodstawowy"/>
        <w:numPr>
          <w:ilvl w:val="0"/>
          <w:numId w:val="19"/>
        </w:numPr>
        <w:spacing w:after="0"/>
        <w:ind w:left="284" w:hanging="284"/>
        <w:rPr>
          <w:rFonts w:ascii="Arial" w:hAnsi="Arial" w:cs="Arial"/>
          <w:bCs/>
          <w:sz w:val="20"/>
        </w:rPr>
      </w:pPr>
      <w:r w:rsidRPr="00BD5F15">
        <w:rPr>
          <w:rFonts w:ascii="Arial" w:hAnsi="Arial" w:cs="Arial"/>
          <w:b/>
          <w:bCs/>
          <w:sz w:val="20"/>
        </w:rPr>
        <w:t>Oferuję/</w:t>
      </w:r>
      <w:proofErr w:type="spellStart"/>
      <w:r w:rsidRPr="00BD5F15">
        <w:rPr>
          <w:rFonts w:ascii="Arial" w:hAnsi="Arial" w:cs="Arial"/>
          <w:b/>
          <w:bCs/>
          <w:sz w:val="20"/>
        </w:rPr>
        <w:t>emy</w:t>
      </w:r>
      <w:proofErr w:type="spellEnd"/>
      <w:r w:rsidRPr="00BD5F15">
        <w:rPr>
          <w:rFonts w:ascii="Arial" w:hAnsi="Arial" w:cs="Arial"/>
          <w:bCs/>
          <w:sz w:val="20"/>
        </w:rPr>
        <w:t xml:space="preserve"> realizację przedmiotu zamówienia za cenę </w:t>
      </w:r>
      <w:r w:rsidRPr="001F27CA">
        <w:rPr>
          <w:rFonts w:ascii="Arial" w:hAnsi="Arial" w:cs="Arial"/>
          <w:sz w:val="20"/>
        </w:rPr>
        <w:t>brutto:</w:t>
      </w:r>
      <w:r w:rsidR="00EE7224">
        <w:rPr>
          <w:rFonts w:ascii="Arial" w:hAnsi="Arial" w:cs="Arial"/>
          <w:sz w:val="20"/>
        </w:rPr>
        <w:t xml:space="preserve"> </w:t>
      </w:r>
      <w:r w:rsidRPr="00405CB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________________PLN, </w:t>
      </w:r>
    </w:p>
    <w:p w14:paraId="76834BE2" w14:textId="77777777" w:rsidR="00C777BF" w:rsidRDefault="00C777BF" w:rsidP="00C777BF">
      <w:pPr>
        <w:pStyle w:val="Akapitzlist"/>
        <w:rPr>
          <w:rFonts w:ascii="Arial" w:hAnsi="Arial" w:cs="Arial"/>
          <w:bCs/>
          <w:sz w:val="20"/>
        </w:rPr>
      </w:pPr>
    </w:p>
    <w:p w14:paraId="0109F832" w14:textId="77777777" w:rsidR="00C777BF" w:rsidRPr="00A53377" w:rsidRDefault="00C777BF" w:rsidP="00C777BF">
      <w:pPr>
        <w:pStyle w:val="Tekstpodstawowy"/>
        <w:spacing w:after="0"/>
        <w:ind w:left="284"/>
        <w:rPr>
          <w:rFonts w:ascii="Arial" w:hAnsi="Arial" w:cs="Arial"/>
          <w:bCs/>
          <w:sz w:val="20"/>
        </w:rPr>
      </w:pPr>
    </w:p>
    <w:p w14:paraId="0825C314" w14:textId="77777777" w:rsidR="00C777BF" w:rsidRDefault="00C777BF" w:rsidP="00A53377">
      <w:pPr>
        <w:pStyle w:val="Tekstpodstawowy"/>
        <w:spacing w:after="0"/>
        <w:ind w:left="284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 xml:space="preserve">Miejsce i dokładny adres świadczenia usługi </w:t>
      </w:r>
      <w:r w:rsidR="000004CC">
        <w:rPr>
          <w:rFonts w:ascii="Arial" w:hAnsi="Arial" w:cs="Arial"/>
          <w:b/>
          <w:bCs/>
          <w:sz w:val="20"/>
        </w:rPr>
        <w:t>:</w:t>
      </w:r>
    </w:p>
    <w:p w14:paraId="0A9510CA" w14:textId="77777777" w:rsidR="00C777BF" w:rsidRDefault="00C777BF" w:rsidP="00A53377">
      <w:pPr>
        <w:pStyle w:val="Tekstpodstawowy"/>
        <w:spacing w:after="0"/>
        <w:ind w:left="284"/>
        <w:rPr>
          <w:rFonts w:ascii="Arial" w:hAnsi="Arial" w:cs="Arial"/>
          <w:b/>
          <w:bCs/>
          <w:sz w:val="20"/>
        </w:rPr>
      </w:pPr>
    </w:p>
    <w:p w14:paraId="13B1D4ED" w14:textId="77777777" w:rsidR="00C777BF" w:rsidRDefault="00C777BF" w:rsidP="00A53377">
      <w:pPr>
        <w:pStyle w:val="Tekstpodstawowy"/>
        <w:spacing w:after="0"/>
        <w:ind w:left="284"/>
        <w:rPr>
          <w:rFonts w:ascii="Arial" w:hAnsi="Arial" w:cs="Arial"/>
          <w:b/>
          <w:bCs/>
          <w:sz w:val="20"/>
        </w:rPr>
      </w:pPr>
    </w:p>
    <w:p w14:paraId="6D67F621" w14:textId="2BB99BA7" w:rsidR="00A53377" w:rsidRDefault="00A53377" w:rsidP="00A53377">
      <w:pPr>
        <w:pStyle w:val="Tekstpodstawowy"/>
        <w:spacing w:after="0"/>
        <w:ind w:left="284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…………………………………</w:t>
      </w:r>
      <w:r w:rsidR="00C777BF">
        <w:rPr>
          <w:rFonts w:ascii="Arial" w:hAnsi="Arial" w:cs="Arial"/>
          <w:b/>
          <w:bCs/>
          <w:sz w:val="20"/>
        </w:rPr>
        <w:t>……………………………………………………………………………</w:t>
      </w:r>
    </w:p>
    <w:p w14:paraId="3C435B28" w14:textId="77777777" w:rsidR="00A53377" w:rsidRDefault="00A53377" w:rsidP="00A53377">
      <w:pPr>
        <w:pStyle w:val="Tekstpodstawowy"/>
        <w:spacing w:after="0"/>
        <w:ind w:left="284"/>
        <w:rPr>
          <w:rFonts w:ascii="Arial" w:hAnsi="Arial" w:cs="Arial"/>
          <w:b/>
          <w:bCs/>
          <w:sz w:val="20"/>
        </w:rPr>
      </w:pPr>
    </w:p>
    <w:p w14:paraId="5488C92A" w14:textId="77777777" w:rsidR="00DB19DE" w:rsidRDefault="00DB19DE" w:rsidP="00DB19DE">
      <w:pPr>
        <w:spacing w:after="0" w:line="240" w:lineRule="auto"/>
        <w:rPr>
          <w:rFonts w:ascii="Arial" w:hAnsi="Arial" w:cs="Arial"/>
          <w:sz w:val="18"/>
        </w:rPr>
      </w:pPr>
    </w:p>
    <w:p w14:paraId="7DB659F1" w14:textId="6EDD56B4" w:rsidR="00DB19DE" w:rsidRPr="0000486B" w:rsidRDefault="00DB19DE" w:rsidP="00405C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0FCE">
        <w:rPr>
          <w:rFonts w:ascii="Arial" w:eastAsia="Calibri" w:hAnsi="Arial" w:cs="Arial"/>
          <w:bCs/>
          <w:sz w:val="20"/>
          <w:szCs w:val="20"/>
          <w:lang w:eastAsia="en-US"/>
        </w:rPr>
        <w:t xml:space="preserve">3. </w:t>
      </w:r>
      <w:r w:rsidRPr="0087528D">
        <w:rPr>
          <w:rFonts w:ascii="Arial" w:hAnsi="Arial" w:cs="Arial"/>
          <w:b/>
          <w:bCs/>
          <w:sz w:val="20"/>
          <w:szCs w:val="20"/>
        </w:rPr>
        <w:t>Oświadczam/y</w:t>
      </w:r>
      <w:r w:rsidRPr="0087528D">
        <w:rPr>
          <w:rFonts w:ascii="Arial" w:hAnsi="Arial" w:cs="Arial"/>
          <w:bCs/>
          <w:sz w:val="20"/>
          <w:szCs w:val="20"/>
        </w:rPr>
        <w:t xml:space="preserve">, że cena oferty obejmuje </w:t>
      </w:r>
      <w:r w:rsidRPr="0087528D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87528D">
        <w:rPr>
          <w:rFonts w:ascii="Arial" w:hAnsi="Arial" w:cs="Arial"/>
          <w:sz w:val="20"/>
          <w:szCs w:val="20"/>
          <w:u w:val="single"/>
        </w:rPr>
        <w:t>elementy cenotwórcze</w:t>
      </w:r>
      <w:r>
        <w:rPr>
          <w:rFonts w:ascii="Arial" w:hAnsi="Arial" w:cs="Arial"/>
          <w:sz w:val="20"/>
          <w:szCs w:val="20"/>
        </w:rPr>
        <w:t xml:space="preserve"> </w:t>
      </w:r>
      <w:r w:rsidRPr="00B76C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4C18C7">
        <w:rPr>
          <w:rFonts w:ascii="Arial" w:hAnsi="Arial" w:cs="Arial"/>
          <w:sz w:val="20"/>
          <w:szCs w:val="20"/>
        </w:rPr>
        <w:t xml:space="preserve">wynikające z zakresu </w:t>
      </w:r>
      <w:r>
        <w:rPr>
          <w:rFonts w:ascii="Arial" w:hAnsi="Arial" w:cs="Arial"/>
          <w:sz w:val="20"/>
          <w:szCs w:val="20"/>
        </w:rPr>
        <w:t xml:space="preserve">  </w:t>
      </w:r>
      <w:r w:rsidRPr="004C18C7">
        <w:rPr>
          <w:rFonts w:ascii="Arial" w:hAnsi="Arial" w:cs="Arial"/>
          <w:sz w:val="20"/>
          <w:szCs w:val="20"/>
        </w:rPr>
        <w:t>i sposobu realizacji przedmiotu zamówienia,</w:t>
      </w:r>
      <w:r w:rsidRPr="004C18C7">
        <w:rPr>
          <w:rFonts w:ascii="Arial" w:hAnsi="Arial" w:cs="Arial"/>
          <w:bCs/>
          <w:sz w:val="20"/>
          <w:szCs w:val="20"/>
        </w:rPr>
        <w:t xml:space="preserve"> określone 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354D7">
        <w:rPr>
          <w:rFonts w:ascii="Arial" w:hAnsi="Arial" w:cs="Arial"/>
          <w:sz w:val="20"/>
          <w:szCs w:val="20"/>
          <w:lang w:eastAsia="ar-SA"/>
        </w:rPr>
        <w:t xml:space="preserve">ogłoszenia </w:t>
      </w:r>
      <w:r w:rsidRPr="0000486B">
        <w:rPr>
          <w:rFonts w:ascii="Arial" w:hAnsi="Arial" w:cs="Arial"/>
          <w:sz w:val="20"/>
          <w:szCs w:val="20"/>
          <w:lang w:eastAsia="ar-SA"/>
        </w:rPr>
        <w:t xml:space="preserve">o udzielanym zamówieniu </w:t>
      </w:r>
      <w:r w:rsidRPr="0000486B">
        <w:rPr>
          <w:rFonts w:ascii="Arial" w:hAnsi="Arial" w:cs="Arial"/>
          <w:bCs/>
          <w:sz w:val="20"/>
          <w:szCs w:val="20"/>
        </w:rPr>
        <w:t xml:space="preserve">stanowiącym jego integralną część. </w:t>
      </w:r>
    </w:p>
    <w:p w14:paraId="57A56F3B" w14:textId="77777777" w:rsidR="00DB19DE" w:rsidRPr="004C18C7" w:rsidRDefault="00DB19DE" w:rsidP="00DB19DE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A90DDE" w14:textId="022B3EE8" w:rsidR="00DB19DE" w:rsidRPr="00BD5F15" w:rsidRDefault="00405CB4" w:rsidP="00DB19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B19DE">
        <w:rPr>
          <w:rFonts w:ascii="Arial" w:hAnsi="Arial" w:cs="Arial"/>
          <w:b/>
          <w:sz w:val="20"/>
          <w:szCs w:val="20"/>
        </w:rPr>
        <w:t xml:space="preserve">. </w:t>
      </w:r>
      <w:r w:rsidR="00DB19DE" w:rsidRPr="002D74C2">
        <w:rPr>
          <w:rFonts w:ascii="Arial" w:hAnsi="Arial" w:cs="Arial"/>
          <w:b/>
          <w:sz w:val="20"/>
          <w:szCs w:val="20"/>
        </w:rPr>
        <w:t>Wszystkie inne</w:t>
      </w:r>
      <w:r w:rsidR="00DB19DE" w:rsidRPr="00BD5F15">
        <w:rPr>
          <w:rFonts w:ascii="Arial" w:hAnsi="Arial" w:cs="Arial"/>
          <w:sz w:val="20"/>
          <w:szCs w:val="20"/>
        </w:rPr>
        <w:t xml:space="preserve"> koszty jakie poniesiemy przy realizacji zamówienia, nieuwzględnione w cenie  oferty nie będą obciążały Zamawiającego.</w:t>
      </w:r>
    </w:p>
    <w:p w14:paraId="7085B28C" w14:textId="68D77824" w:rsidR="00DB19DE" w:rsidRDefault="00405CB4" w:rsidP="00DB19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B19DE" w:rsidRPr="00DB326D">
        <w:rPr>
          <w:rFonts w:ascii="Arial" w:hAnsi="Arial" w:cs="Arial"/>
          <w:sz w:val="20"/>
          <w:szCs w:val="20"/>
        </w:rPr>
        <w:t>.</w:t>
      </w:r>
      <w:r w:rsidR="00DB19DE">
        <w:rPr>
          <w:rFonts w:ascii="Arial" w:hAnsi="Arial" w:cs="Arial"/>
          <w:b/>
          <w:sz w:val="20"/>
          <w:szCs w:val="20"/>
        </w:rPr>
        <w:t xml:space="preserve"> </w:t>
      </w:r>
      <w:r w:rsidR="00DB19DE" w:rsidRPr="00BD5F15">
        <w:rPr>
          <w:rFonts w:ascii="Arial" w:hAnsi="Arial" w:cs="Arial"/>
          <w:b/>
          <w:sz w:val="20"/>
          <w:szCs w:val="20"/>
        </w:rPr>
        <w:t>Oświadczam/y</w:t>
      </w:r>
      <w:r w:rsidR="00DB19DE" w:rsidRPr="00BD5F15">
        <w:rPr>
          <w:rFonts w:ascii="Arial" w:hAnsi="Arial" w:cs="Arial"/>
          <w:sz w:val="20"/>
          <w:szCs w:val="20"/>
        </w:rPr>
        <w:t>, ż</w:t>
      </w:r>
      <w:r w:rsidR="00DB19DE">
        <w:rPr>
          <w:rFonts w:ascii="Arial" w:hAnsi="Arial" w:cs="Arial"/>
          <w:sz w:val="20"/>
          <w:szCs w:val="20"/>
        </w:rPr>
        <w:t xml:space="preserve">e zapoznaliśmy się z </w:t>
      </w:r>
      <w:r w:rsidR="00DB19DE">
        <w:rPr>
          <w:rFonts w:ascii="Arial" w:hAnsi="Arial" w:cs="Arial"/>
          <w:sz w:val="20"/>
          <w:szCs w:val="20"/>
          <w:lang w:eastAsia="ar-SA"/>
        </w:rPr>
        <w:t>ogłoszeniem</w:t>
      </w:r>
      <w:r w:rsidR="00DB19DE" w:rsidRPr="007354D7">
        <w:rPr>
          <w:rFonts w:ascii="Arial" w:hAnsi="Arial" w:cs="Arial"/>
          <w:sz w:val="20"/>
          <w:szCs w:val="20"/>
          <w:lang w:eastAsia="ar-SA"/>
        </w:rPr>
        <w:t xml:space="preserve"> o udzielanym zamówieniu</w:t>
      </w:r>
      <w:r w:rsidR="00DB19DE" w:rsidRPr="00BD5F15">
        <w:rPr>
          <w:rFonts w:ascii="Arial" w:hAnsi="Arial" w:cs="Arial"/>
          <w:sz w:val="20"/>
          <w:szCs w:val="20"/>
        </w:rPr>
        <w:t>, nie wnosimy do jego treści zastrzeżeń i uznajemy się za związanych określonymi w nim postanowieniami i zasadami postępowania.</w:t>
      </w:r>
    </w:p>
    <w:p w14:paraId="541F87D7" w14:textId="6E279EF4" w:rsidR="00DB19DE" w:rsidRPr="00BD5F15" w:rsidRDefault="00405CB4" w:rsidP="00DB19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B19DE">
        <w:rPr>
          <w:rFonts w:ascii="Arial" w:hAnsi="Arial" w:cs="Arial"/>
          <w:sz w:val="20"/>
          <w:szCs w:val="20"/>
        </w:rPr>
        <w:t xml:space="preserve">. </w:t>
      </w:r>
      <w:r w:rsidR="00DB19DE" w:rsidRPr="00BD5F15">
        <w:rPr>
          <w:rFonts w:ascii="Arial" w:hAnsi="Arial" w:cs="Arial"/>
          <w:b/>
          <w:sz w:val="20"/>
          <w:szCs w:val="20"/>
        </w:rPr>
        <w:t>Oświadczam/y</w:t>
      </w:r>
      <w:r w:rsidR="00DB19DE" w:rsidRPr="00BD5F15">
        <w:rPr>
          <w:rFonts w:ascii="Arial" w:hAnsi="Arial" w:cs="Arial"/>
          <w:sz w:val="20"/>
          <w:szCs w:val="20"/>
        </w:rPr>
        <w:t>, że zapoznaliśmy się</w:t>
      </w:r>
      <w:r w:rsidR="00DB19DE">
        <w:rPr>
          <w:rFonts w:ascii="Arial" w:hAnsi="Arial" w:cs="Arial"/>
          <w:sz w:val="20"/>
          <w:szCs w:val="20"/>
        </w:rPr>
        <w:t xml:space="preserve">  </w:t>
      </w:r>
      <w:r w:rsidR="00DB19DE" w:rsidRPr="00BD5F15">
        <w:rPr>
          <w:rFonts w:ascii="Arial" w:hAnsi="Arial" w:cs="Arial"/>
          <w:sz w:val="20"/>
          <w:szCs w:val="20"/>
        </w:rPr>
        <w:t>ze wzorem umowy, który stanowi załącznik</w:t>
      </w:r>
      <w:r w:rsidR="00EE7224">
        <w:rPr>
          <w:rFonts w:ascii="Arial" w:hAnsi="Arial" w:cs="Arial"/>
          <w:sz w:val="20"/>
          <w:szCs w:val="20"/>
        </w:rPr>
        <w:t xml:space="preserve"> </w:t>
      </w:r>
      <w:r w:rsidR="00C777BF">
        <w:rPr>
          <w:rFonts w:ascii="Arial" w:hAnsi="Arial" w:cs="Arial"/>
          <w:sz w:val="20"/>
          <w:szCs w:val="20"/>
        </w:rPr>
        <w:t>4</w:t>
      </w:r>
      <w:r w:rsidR="00DB19DE" w:rsidRPr="00BD5F15">
        <w:rPr>
          <w:rFonts w:ascii="Arial" w:hAnsi="Arial" w:cs="Arial"/>
          <w:sz w:val="20"/>
          <w:szCs w:val="20"/>
        </w:rPr>
        <w:t xml:space="preserve"> do </w:t>
      </w:r>
      <w:r w:rsidR="00DB19DE" w:rsidRPr="007354D7">
        <w:rPr>
          <w:rFonts w:ascii="Arial" w:hAnsi="Arial" w:cs="Arial"/>
          <w:sz w:val="20"/>
          <w:szCs w:val="20"/>
          <w:lang w:eastAsia="ar-SA"/>
        </w:rPr>
        <w:t>ogłoszenia o udzielanym zamówieniu</w:t>
      </w:r>
      <w:r w:rsidR="00DB19DE">
        <w:rPr>
          <w:rFonts w:ascii="Arial" w:hAnsi="Arial" w:cs="Arial"/>
          <w:sz w:val="20"/>
          <w:szCs w:val="20"/>
        </w:rPr>
        <w:t xml:space="preserve">. </w:t>
      </w:r>
      <w:r w:rsidR="00DB19DE" w:rsidRPr="00BD5F15">
        <w:rPr>
          <w:rFonts w:ascii="Arial" w:hAnsi="Arial" w:cs="Arial"/>
          <w:sz w:val="20"/>
          <w:szCs w:val="20"/>
        </w:rPr>
        <w:t xml:space="preserve">Nie wnosimy do jego treści zastrzeżeń. Zobowiązujemy się w przypadku wyboru naszej oferty do zawarcia umowy na określonych w </w:t>
      </w:r>
      <w:r w:rsidR="00DB19DE" w:rsidRPr="00BD5F15">
        <w:rPr>
          <w:rFonts w:ascii="Arial" w:hAnsi="Arial" w:cs="Arial"/>
          <w:bCs/>
          <w:sz w:val="20"/>
          <w:szCs w:val="20"/>
        </w:rPr>
        <w:t xml:space="preserve">nim </w:t>
      </w:r>
      <w:r w:rsidR="00DB19DE" w:rsidRPr="00BD5F15">
        <w:rPr>
          <w:rFonts w:ascii="Arial" w:hAnsi="Arial" w:cs="Arial"/>
          <w:sz w:val="20"/>
          <w:szCs w:val="20"/>
        </w:rPr>
        <w:t>warunkach.</w:t>
      </w:r>
    </w:p>
    <w:p w14:paraId="38F23108" w14:textId="7D281A54" w:rsidR="00DB19DE" w:rsidRPr="008D1705" w:rsidRDefault="00EE7224" w:rsidP="00DB19DE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7</w:t>
      </w:r>
      <w:r w:rsidR="00DB19DE">
        <w:rPr>
          <w:rFonts w:ascii="Arial" w:hAnsi="Arial" w:cs="Arial"/>
          <w:b/>
          <w:sz w:val="20"/>
          <w:szCs w:val="20"/>
        </w:rPr>
        <w:t xml:space="preserve">. </w:t>
      </w:r>
      <w:r w:rsidR="00DB19DE" w:rsidRPr="00885DE5">
        <w:rPr>
          <w:rFonts w:ascii="Arial" w:hAnsi="Arial" w:cs="Arial"/>
          <w:b/>
          <w:sz w:val="20"/>
          <w:szCs w:val="20"/>
        </w:rPr>
        <w:t xml:space="preserve">Oświadczam </w:t>
      </w:r>
      <w:r w:rsidR="00DB19DE" w:rsidRPr="00885DE5">
        <w:rPr>
          <w:rFonts w:ascii="Arial" w:hAnsi="Arial" w:cs="Arial"/>
          <w:sz w:val="20"/>
          <w:szCs w:val="20"/>
        </w:rPr>
        <w:t>(Oświadczamy), że wypełniłem (wypełniliśmy) obowiązki informacyjne</w:t>
      </w:r>
      <w:r w:rsidR="00DB19DE" w:rsidRPr="00BD5F15">
        <w:rPr>
          <w:rFonts w:ascii="Arial" w:hAnsi="Arial" w:cs="Arial"/>
          <w:sz w:val="20"/>
          <w:szCs w:val="20"/>
        </w:rPr>
        <w:t xml:space="preserve">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</w:p>
    <w:p w14:paraId="3E4FE2E3" w14:textId="77777777" w:rsidR="00DB19DE" w:rsidRPr="00BD5F15" w:rsidRDefault="00DB19DE" w:rsidP="00DB19DE">
      <w:pPr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 xml:space="preserve">Załącznikami </w:t>
      </w:r>
      <w:r w:rsidRPr="00BD5F15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19BFF649" w14:textId="77777777" w:rsidR="00DB19DE" w:rsidRPr="00BD5F15" w:rsidRDefault="00DB19DE" w:rsidP="00DB19D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DB19DE" w:rsidRPr="00BD5F15" w14:paraId="6EA4ED11" w14:textId="77777777" w:rsidTr="00EB1F4D">
        <w:tc>
          <w:tcPr>
            <w:tcW w:w="10150" w:type="dxa"/>
          </w:tcPr>
          <w:p w14:paraId="7457FD7F" w14:textId="77777777" w:rsidR="00DB19DE" w:rsidRPr="00BD5F15" w:rsidRDefault="00DB19D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23FA92C5" w14:textId="77777777" w:rsidTr="00D209CC">
        <w:trPr>
          <w:cantSplit/>
        </w:trPr>
        <w:tc>
          <w:tcPr>
            <w:tcW w:w="10150" w:type="dxa"/>
          </w:tcPr>
          <w:p w14:paraId="1A96BDC3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6CE58630" w14:textId="77777777" w:rsidTr="00D209CC">
        <w:trPr>
          <w:cantSplit/>
        </w:trPr>
        <w:tc>
          <w:tcPr>
            <w:tcW w:w="10150" w:type="dxa"/>
          </w:tcPr>
          <w:p w14:paraId="5EDD5A7E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5B3F326E" w14:textId="77777777" w:rsidTr="00D209CC">
        <w:trPr>
          <w:cantSplit/>
          <w:trHeight w:val="318"/>
        </w:trPr>
        <w:tc>
          <w:tcPr>
            <w:tcW w:w="10150" w:type="dxa"/>
          </w:tcPr>
          <w:p w14:paraId="3C59C74A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14:paraId="227E89EB" w14:textId="77777777" w:rsidR="00BF005E" w:rsidRPr="00BD5F15" w:rsidRDefault="00BF005E" w:rsidP="00BF005E">
      <w:pPr>
        <w:pStyle w:val="Zwykytekst"/>
        <w:spacing w:line="360" w:lineRule="auto"/>
        <w:rPr>
          <w:rFonts w:ascii="Arial" w:hAnsi="Arial" w:cs="Arial"/>
        </w:rPr>
      </w:pPr>
    </w:p>
    <w:p w14:paraId="05B32DFB" w14:textId="77777777" w:rsidR="00BF005E" w:rsidRDefault="00BF005E" w:rsidP="00BF005E">
      <w:pPr>
        <w:pStyle w:val="Zwykytekst"/>
        <w:spacing w:line="276" w:lineRule="auto"/>
        <w:rPr>
          <w:rFonts w:ascii="Arial" w:hAnsi="Arial" w:cs="Arial"/>
        </w:rPr>
      </w:pPr>
    </w:p>
    <w:p w14:paraId="5A2F848A" w14:textId="77777777" w:rsidR="003A52C9" w:rsidRDefault="003A52C9" w:rsidP="00BF005E">
      <w:pPr>
        <w:pStyle w:val="Zwykytekst"/>
        <w:spacing w:line="276" w:lineRule="auto"/>
        <w:rPr>
          <w:rFonts w:ascii="Arial" w:hAnsi="Arial" w:cs="Arial"/>
        </w:rPr>
      </w:pPr>
    </w:p>
    <w:p w14:paraId="6BFC7646" w14:textId="77777777" w:rsidR="003A52C9" w:rsidRDefault="003A52C9" w:rsidP="00BF005E">
      <w:pPr>
        <w:pStyle w:val="Zwykytekst"/>
        <w:spacing w:line="276" w:lineRule="auto"/>
        <w:rPr>
          <w:rFonts w:ascii="Arial" w:hAnsi="Arial" w:cs="Arial"/>
        </w:rPr>
      </w:pPr>
    </w:p>
    <w:p w14:paraId="45F7B2E0" w14:textId="77777777" w:rsidR="00BF005E" w:rsidRPr="00BD5F15" w:rsidRDefault="00BF005E" w:rsidP="00BF005E">
      <w:pPr>
        <w:pStyle w:val="Zwykyteks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…………………………………………………………………………</w:t>
      </w:r>
    </w:p>
    <w:p w14:paraId="2F02E850" w14:textId="6D335D16" w:rsidR="00BF005E" w:rsidRPr="00032F0F" w:rsidRDefault="00BF005E" w:rsidP="00032F0F">
      <w:pPr>
        <w:pStyle w:val="Zwykytekst"/>
        <w:spacing w:line="276" w:lineRule="auto"/>
        <w:ind w:left="3686"/>
        <w:jc w:val="center"/>
        <w:rPr>
          <w:rFonts w:ascii="Arial" w:hAnsi="Arial" w:cs="Arial"/>
          <w:sz w:val="18"/>
          <w:szCs w:val="18"/>
        </w:rPr>
      </w:pPr>
      <w:r w:rsidRPr="00BD5F15">
        <w:rPr>
          <w:rFonts w:ascii="Arial" w:hAnsi="Arial" w:cs="Arial"/>
        </w:rPr>
        <w:t>(</w:t>
      </w:r>
      <w:r w:rsidRPr="00F772D8">
        <w:rPr>
          <w:rFonts w:ascii="Arial" w:hAnsi="Arial" w:cs="Arial"/>
          <w:i/>
          <w:sz w:val="18"/>
          <w:szCs w:val="18"/>
        </w:rPr>
        <w:t>podpis i pieczątka osoby upoważnionej do podpisania oferty lub kwalifikowany podpis elektroniczny lub podpis zaufany lub podpis osobisty)</w:t>
      </w:r>
    </w:p>
    <w:p w14:paraId="2C9E3DD1" w14:textId="77777777" w:rsidR="00BF005E" w:rsidRDefault="00BF005E" w:rsidP="00BF005E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DB6542A" w14:textId="77777777" w:rsidR="00BF005E" w:rsidRPr="00E07E83" w:rsidRDefault="00BF005E" w:rsidP="00BF005E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14:paraId="74836D89" w14:textId="401F81CE" w:rsidR="00BF005E" w:rsidRDefault="00BF005E" w:rsidP="00BF005E">
      <w:pPr>
        <w:pStyle w:val="Zwykytekst"/>
        <w:spacing w:line="276" w:lineRule="auto"/>
        <w:rPr>
          <w:rFonts w:ascii="Arial" w:hAnsi="Arial" w:cs="Arial"/>
        </w:rPr>
        <w:sectPr w:rsidR="00BF005E" w:rsidSect="00F06509"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E07E83">
        <w:rPr>
          <w:rFonts w:ascii="Arial" w:hAnsi="Arial" w:cs="Arial"/>
          <w:b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" w:hAnsi="Arial" w:cs="Arial"/>
          <w:b/>
          <w:i/>
          <w:sz w:val="18"/>
          <w:szCs w:val="18"/>
        </w:rPr>
        <w:t>nia np. przez jego wykreślenie</w:t>
      </w:r>
    </w:p>
    <w:p w14:paraId="4042F672" w14:textId="4490E1DB" w:rsidR="00DB19DE" w:rsidRPr="00133764" w:rsidRDefault="00DB19DE" w:rsidP="00DB19DE">
      <w:pPr>
        <w:pStyle w:val="Zwykytekst"/>
        <w:spacing w:line="276" w:lineRule="auto"/>
        <w:rPr>
          <w:rFonts w:ascii="Arial" w:hAnsi="Arial" w:cs="Arial"/>
          <w:i/>
          <w:sz w:val="18"/>
          <w:szCs w:val="18"/>
        </w:rPr>
        <w:sectPr w:rsidR="00DB19DE" w:rsidRPr="00133764" w:rsidSect="00F06509">
          <w:type w:val="continuous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5B83131F" w14:textId="77777777" w:rsidR="00A819C2" w:rsidRDefault="00A819C2" w:rsidP="00F06509">
      <w:pPr>
        <w:tabs>
          <w:tab w:val="left" w:pos="426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204FAE03" w14:textId="77777777" w:rsidR="00A819C2" w:rsidRDefault="00A819C2" w:rsidP="00DB19DE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BD36D5A" w14:textId="58D639F8" w:rsidR="00A819C2" w:rsidRPr="00D261FD" w:rsidRDefault="00EE7224" w:rsidP="00A819C2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777BF">
        <w:rPr>
          <w:rFonts w:ascii="Arial" w:hAnsi="Arial" w:cs="Arial"/>
          <w:b/>
          <w:i/>
          <w:sz w:val="20"/>
          <w:szCs w:val="20"/>
        </w:rPr>
        <w:t>5</w:t>
      </w:r>
    </w:p>
    <w:p w14:paraId="6916DB60" w14:textId="7B7F1401" w:rsidR="00DB19DE" w:rsidRPr="00D261FD" w:rsidRDefault="00DB19DE" w:rsidP="00DB19DE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D261FD">
        <w:rPr>
          <w:rFonts w:ascii="Arial" w:hAnsi="Arial" w:cs="Arial"/>
          <w:b/>
          <w:sz w:val="20"/>
          <w:szCs w:val="20"/>
        </w:rPr>
        <w:t>Oznaczenie sprawy: ZZ/</w:t>
      </w:r>
      <w:r w:rsidR="0023031F">
        <w:rPr>
          <w:rFonts w:ascii="Arial" w:hAnsi="Arial" w:cs="Arial"/>
          <w:b/>
          <w:sz w:val="20"/>
          <w:szCs w:val="20"/>
        </w:rPr>
        <w:t>24</w:t>
      </w:r>
      <w:r w:rsidR="006B1AFE">
        <w:rPr>
          <w:rFonts w:ascii="Arial" w:hAnsi="Arial" w:cs="Arial"/>
          <w:b/>
          <w:sz w:val="20"/>
          <w:szCs w:val="20"/>
        </w:rPr>
        <w:t>/055/U</w:t>
      </w:r>
      <w:bookmarkStart w:id="0" w:name="_GoBack"/>
      <w:bookmarkEnd w:id="0"/>
      <w:r w:rsidR="00032F0F">
        <w:rPr>
          <w:rFonts w:ascii="Arial" w:hAnsi="Arial" w:cs="Arial"/>
          <w:b/>
          <w:sz w:val="20"/>
          <w:szCs w:val="20"/>
        </w:rPr>
        <w:t>/24</w:t>
      </w:r>
    </w:p>
    <w:p w14:paraId="2CEAEF3B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Zamawiający:</w:t>
      </w:r>
    </w:p>
    <w:p w14:paraId="4BE87FDA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Politechnika Gdańska</w:t>
      </w:r>
    </w:p>
    <w:p w14:paraId="317DAABC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ul. Narutowicza 11/12</w:t>
      </w:r>
    </w:p>
    <w:p w14:paraId="3D0BAE49" w14:textId="77777777" w:rsidR="00DB19DE" w:rsidRPr="00CD15A2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14:paraId="129266D9" w14:textId="77777777" w:rsidR="009A1965" w:rsidRDefault="009A1965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746F92" w14:textId="77777777" w:rsidR="009A1965" w:rsidRDefault="009A1965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F4A7A2F" w14:textId="15805CCA" w:rsidR="00DB19DE" w:rsidRPr="00BD5F15" w:rsidRDefault="00DB19DE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273E45C1" w14:textId="77777777" w:rsidR="00DB19DE" w:rsidRPr="004123FE" w:rsidRDefault="00DB19DE" w:rsidP="00DB19D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D5F1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</w:t>
      </w:r>
      <w:r>
        <w:rPr>
          <w:rFonts w:ascii="Arial" w:hAnsi="Arial" w:cs="Arial"/>
          <w:b/>
          <w:caps/>
          <w:sz w:val="20"/>
          <w:szCs w:val="20"/>
          <w:u w:val="single"/>
        </w:rPr>
        <w:t>ronie bezpieczeństwa narodowego</w:t>
      </w:r>
    </w:p>
    <w:p w14:paraId="138C6A66" w14:textId="77777777" w:rsidR="00C777BF" w:rsidRDefault="00DB19DE" w:rsidP="00DB19D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7354D7">
        <w:rPr>
          <w:rFonts w:ascii="Arial" w:hAnsi="Arial" w:cs="Arial"/>
          <w:sz w:val="20"/>
          <w:szCs w:val="20"/>
          <w:lang w:eastAsia="ar-SA"/>
        </w:rPr>
        <w:t>na</w:t>
      </w:r>
      <w:r w:rsidR="008F7E3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C777BF" w:rsidRPr="00C777BF">
        <w:rPr>
          <w:rFonts w:ascii="Arial" w:hAnsi="Arial" w:cs="Arial"/>
          <w:b/>
          <w:sz w:val="20"/>
          <w:szCs w:val="20"/>
        </w:rPr>
        <w:t xml:space="preserve">świadczenie usług hotelowych i restauracyjnych polegających na zapewnieniu noclegów ze śniadaniem, obiadu oraz kolacji uczestnikom Zjazdu Sprawozdawczo-Wyborczego Forum Uczelni Technicznych organizowanego przez Politechnikę Gdańską w terminie od 12.12.2024 r. do 15.12.2024 r. w Gdańsku </w:t>
      </w:r>
    </w:p>
    <w:p w14:paraId="374BA106" w14:textId="77777777" w:rsidR="00C777BF" w:rsidRDefault="00C777BF" w:rsidP="00DB19D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B06BE14" w14:textId="0CDA8C78" w:rsidR="00DB19DE" w:rsidRPr="00F92DAD" w:rsidRDefault="00DB19DE" w:rsidP="00DB19D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oświadczam  co następuje: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B6CB3F" w14:textId="77777777" w:rsidR="00DB19DE" w:rsidRPr="004123FE" w:rsidRDefault="00DB19DE" w:rsidP="00DB19DE">
      <w:pPr>
        <w:pStyle w:val="NormalnyWeb"/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BD5F1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D5F15">
        <w:rPr>
          <w:rFonts w:ascii="Arial" w:hAnsi="Arial" w:cs="Arial"/>
          <w:sz w:val="20"/>
          <w:szCs w:val="20"/>
        </w:rPr>
        <w:t>z dnia 13 kwietnia 2022 r.</w:t>
      </w:r>
      <w:r w:rsidRPr="00BD5F1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D5F15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BD5F15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BD5F15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BA022C1" w14:textId="77777777" w:rsidR="00DB19DE" w:rsidRPr="00BD5F15" w:rsidRDefault="00DB19DE" w:rsidP="00DB19DE">
      <w:pPr>
        <w:shd w:val="clear" w:color="auto" w:fill="BFBFBF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9620B20" w14:textId="3B2B0535" w:rsidR="00DB19DE" w:rsidRDefault="00DB19DE" w:rsidP="00DB19D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D5F1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</w:t>
      </w:r>
      <w:r>
        <w:rPr>
          <w:rFonts w:ascii="Arial" w:hAnsi="Arial" w:cs="Arial"/>
          <w:sz w:val="20"/>
          <w:szCs w:val="20"/>
        </w:rPr>
        <w:t>rzy przedstawianiu informacji.</w:t>
      </w:r>
    </w:p>
    <w:p w14:paraId="7C739AAA" w14:textId="77777777" w:rsidR="00F06509" w:rsidRDefault="00F06509" w:rsidP="00DB19D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1518945" w14:textId="77777777" w:rsidR="00DB19DE" w:rsidRDefault="00DB19DE" w:rsidP="00DB19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000BC9DA" w14:textId="77777777" w:rsidR="00DB19DE" w:rsidRPr="004123FE" w:rsidRDefault="00DB19DE" w:rsidP="00DB19DE">
      <w:pPr>
        <w:spacing w:after="0" w:line="240" w:lineRule="auto"/>
        <w:ind w:left="4111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i/>
        </w:rPr>
        <w:t>________________________</w:t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  <w:t>______________</w:t>
      </w:r>
    </w:p>
    <w:p w14:paraId="29761F8B" w14:textId="0F19B877" w:rsidR="00DB19DE" w:rsidRPr="00F125CB" w:rsidRDefault="00DB19DE" w:rsidP="00F125CB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18"/>
          <w:szCs w:val="18"/>
        </w:rPr>
      </w:pPr>
      <w:r w:rsidRPr="00BD5F15">
        <w:rPr>
          <w:rFonts w:ascii="Arial" w:hAnsi="Arial" w:cs="Arial"/>
        </w:rPr>
        <w:t>(</w:t>
      </w:r>
      <w:r w:rsidRPr="00F772D8">
        <w:rPr>
          <w:rFonts w:ascii="Arial" w:hAnsi="Arial" w:cs="Arial"/>
          <w:i/>
          <w:sz w:val="18"/>
          <w:szCs w:val="18"/>
        </w:rPr>
        <w:t>podpis i pieczątka osoby upoważ</w:t>
      </w:r>
      <w:r>
        <w:rPr>
          <w:rFonts w:ascii="Arial" w:hAnsi="Arial" w:cs="Arial"/>
          <w:i/>
          <w:sz w:val="18"/>
          <w:szCs w:val="18"/>
        </w:rPr>
        <w:t xml:space="preserve">nionej do podpisania oferty lub  </w:t>
      </w:r>
      <w:r w:rsidRPr="00F772D8">
        <w:rPr>
          <w:rFonts w:ascii="Arial" w:hAnsi="Arial" w:cs="Arial"/>
          <w:i/>
          <w:sz w:val="18"/>
          <w:szCs w:val="18"/>
        </w:rPr>
        <w:t>kwalifikowany podpis elektroniczny lub podpis zaufany lub podpis osobisty)</w:t>
      </w:r>
    </w:p>
    <w:p w14:paraId="7E8D4506" w14:textId="77777777" w:rsidR="00DB19DE" w:rsidRPr="00525C59" w:rsidRDefault="00DB19DE" w:rsidP="00DB19DE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B19DE" w:rsidRPr="00525C59" w:rsidSect="00F06509">
      <w:footerReference w:type="defaul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B541C" w14:textId="77777777" w:rsidR="002536CA" w:rsidRDefault="002536CA" w:rsidP="00956FA9">
      <w:pPr>
        <w:spacing w:after="0" w:line="240" w:lineRule="auto"/>
      </w:pPr>
      <w:r>
        <w:separator/>
      </w:r>
    </w:p>
  </w:endnote>
  <w:endnote w:type="continuationSeparator" w:id="0">
    <w:p w14:paraId="183ADE56" w14:textId="77777777" w:rsidR="002536CA" w:rsidRDefault="002536CA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6FFDF2FC-9047-4C19-9BDB-10F024A809E8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ont341">
    <w:altName w:val="Times New Roman"/>
    <w:charset w:val="01"/>
    <w:family w:val="auto"/>
    <w:pitch w:val="variable"/>
  </w:font>
  <w:font w:name="Noto Sans CJK SC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C8615" w14:textId="280BBC80" w:rsidR="004E5081" w:rsidRPr="009D2D1C" w:rsidRDefault="004E5081" w:rsidP="009D2D1C">
    <w:pPr>
      <w:spacing w:after="0" w:line="240" w:lineRule="auto"/>
    </w:pPr>
    <w:r>
      <w:t xml:space="preserve">                          </w:t>
    </w:r>
  </w:p>
  <w:p w14:paraId="0B796B93" w14:textId="654B3EC2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08FA6" wp14:editId="24539150">
          <wp:simplePos x="0" y="0"/>
          <wp:positionH relativeFrom="margin">
            <wp:posOffset>5012997</wp:posOffset>
          </wp:positionH>
          <wp:positionV relativeFrom="paragraph">
            <wp:posOffset>18303</wp:posOffset>
          </wp:positionV>
          <wp:extent cx="1158240" cy="382905"/>
          <wp:effectExtent l="0" t="0" r="3810" b="0"/>
          <wp:wrapNone/>
          <wp:docPr id="3" name="Obraz 2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75E202" wp14:editId="78BA56B4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500505" cy="571500"/>
              <wp:effectExtent l="0" t="0" r="444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505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BD09C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F8EBB2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AE8FC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0CE792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275E202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0;margin-top:.65pt;width:118.15pt;height: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" filled="f" stroked="f">
              <v:textbox inset="0,0,0,0">
                <w:txbxContent>
                  <w:p w14:paraId="384BD09C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F8EBB2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1AE8FC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0CE792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t</w:t>
    </w:r>
    <w:r w:rsidRPr="009D2D1C">
      <w:rPr>
        <w:rFonts w:ascii="Arial" w:hAnsi="Arial" w:cs="Arial"/>
        <w:sz w:val="14"/>
        <w:szCs w:val="14"/>
      </w:rPr>
      <w:t>el.:</w:t>
    </w:r>
    <w:r>
      <w:rPr>
        <w:rFonts w:ascii="Arial" w:hAnsi="Arial" w:cs="Arial"/>
        <w:color w:val="000000"/>
        <w:sz w:val="14"/>
        <w:szCs w:val="14"/>
        <w:lang w:val="en-US"/>
      </w:rPr>
      <w:t xml:space="preserve"> 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+48 58 </w:t>
    </w:r>
    <w:r>
      <w:rPr>
        <w:rFonts w:ascii="Arial" w:hAnsi="Arial" w:cs="Arial"/>
        <w:color w:val="000000"/>
        <w:sz w:val="14"/>
        <w:szCs w:val="14"/>
        <w:lang w:val="en-US"/>
      </w:rPr>
      <w:t>347 17 44</w:t>
    </w:r>
  </w:p>
  <w:p w14:paraId="4C20A2F2" w14:textId="7E568687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proofErr w:type="spellStart"/>
    <w:r w:rsidRPr="006E1B0F">
      <w:rPr>
        <w:rFonts w:ascii="Arial" w:hAnsi="Arial" w:cs="Arial"/>
        <w:color w:val="000000"/>
        <w:sz w:val="14"/>
        <w:szCs w:val="14"/>
        <w:lang w:val="en-US"/>
      </w:rPr>
      <w:t>fa</w:t>
    </w:r>
    <w:r>
      <w:rPr>
        <w:rFonts w:ascii="Arial" w:hAnsi="Arial" w:cs="Arial"/>
        <w:color w:val="000000"/>
        <w:sz w:val="14"/>
        <w:szCs w:val="14"/>
        <w:lang w:val="en-US"/>
      </w:rPr>
      <w:t>ks</w:t>
    </w:r>
    <w:proofErr w:type="spellEnd"/>
    <w:r w:rsidRPr="006E1B0F">
      <w:rPr>
        <w:rFonts w:ascii="Arial" w:hAnsi="Arial" w:cs="Arial"/>
        <w:color w:val="000000"/>
        <w:sz w:val="14"/>
        <w:szCs w:val="14"/>
        <w:lang w:val="en-US"/>
      </w:rPr>
      <w:t>: +48 58</w:t>
    </w:r>
    <w:r>
      <w:rPr>
        <w:rFonts w:ascii="Arial" w:hAnsi="Arial" w:cs="Arial"/>
        <w:color w:val="000000"/>
        <w:sz w:val="14"/>
        <w:szCs w:val="14"/>
        <w:lang w:val="en-US"/>
      </w:rPr>
      <w:t> 347 14 15</w:t>
    </w:r>
  </w:p>
  <w:p w14:paraId="1B17EEC4" w14:textId="2087EC43" w:rsidR="004E5081" w:rsidRPr="006E1B0F" w:rsidRDefault="004E5081" w:rsidP="009D2D1C">
    <w:pPr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e-mail: </w:t>
    </w:r>
    <w:r>
      <w:rPr>
        <w:rFonts w:ascii="Arial" w:hAnsi="Arial" w:cs="Arial"/>
        <w:color w:val="000000"/>
        <w:sz w:val="14"/>
        <w:szCs w:val="14"/>
        <w:lang w:val="en-US"/>
      </w:rPr>
      <w:t>biuro.kanclerza@pg.edu</w:t>
    </w:r>
    <w:r w:rsidRPr="006E1B0F">
      <w:rPr>
        <w:rFonts w:ascii="Arial" w:hAnsi="Arial" w:cs="Arial"/>
        <w:color w:val="000000"/>
        <w:sz w:val="14"/>
        <w:szCs w:val="14"/>
        <w:lang w:val="en-US"/>
      </w:rPr>
      <w:t>.pl</w:t>
    </w:r>
  </w:p>
  <w:p w14:paraId="002F884F" w14:textId="2C5E8755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r w:rsidRPr="006E1B0F">
      <w:rPr>
        <w:rFonts w:ascii="Arial" w:hAnsi="Arial" w:cs="Arial"/>
        <w:color w:val="000000"/>
        <w:sz w:val="14"/>
        <w:szCs w:val="14"/>
        <w:lang w:val="en-US"/>
      </w:rPr>
      <w:t>w</w:t>
    </w:r>
    <w:r w:rsidRPr="006E1B0F">
      <w:rPr>
        <w:rFonts w:ascii="Arial" w:hAnsi="Arial" w:cs="Arial"/>
        <w:color w:val="000000"/>
        <w:sz w:val="14"/>
        <w:szCs w:val="14"/>
      </w:rPr>
      <w:t>ww.pg.</w:t>
    </w:r>
    <w:r>
      <w:rPr>
        <w:rFonts w:ascii="Arial" w:hAnsi="Arial" w:cs="Arial"/>
        <w:color w:val="000000"/>
        <w:sz w:val="14"/>
        <w:szCs w:val="14"/>
      </w:rPr>
      <w:t>edu</w:t>
    </w:r>
    <w:r w:rsidRPr="006E1B0F">
      <w:rPr>
        <w:rFonts w:ascii="Arial" w:hAnsi="Arial" w:cs="Arial"/>
        <w:color w:val="000000"/>
        <w:sz w:val="14"/>
        <w:szCs w:val="14"/>
      </w:rPr>
      <w:t>.pl</w:t>
    </w:r>
  </w:p>
  <w:p w14:paraId="73B37D6C" w14:textId="26150AC0" w:rsidR="004E5081" w:rsidRPr="009D2D1C" w:rsidRDefault="004E5081" w:rsidP="00F06509">
    <w:pPr>
      <w:pStyle w:val="Stopka"/>
      <w:tabs>
        <w:tab w:val="clear" w:pos="4536"/>
        <w:tab w:val="clear" w:pos="9072"/>
        <w:tab w:val="left" w:pos="59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18A76" w14:textId="3CAC5AFA" w:rsidR="004E5081" w:rsidRPr="009D2D1C" w:rsidRDefault="004E5081" w:rsidP="00F06509">
    <w:pPr>
      <w:spacing w:after="0" w:line="240" w:lineRule="auto"/>
    </w:pPr>
    <w:r>
      <w:t xml:space="preserve">                          </w:t>
    </w:r>
  </w:p>
  <w:p w14:paraId="3ABB0CD0" w14:textId="3423D295" w:rsidR="004E5081" w:rsidRPr="009D2D1C" w:rsidRDefault="004E5081" w:rsidP="00F06509">
    <w:pPr>
      <w:pStyle w:val="Stopka"/>
      <w:tabs>
        <w:tab w:val="clear" w:pos="4536"/>
        <w:tab w:val="clear" w:pos="9072"/>
        <w:tab w:val="left" w:pos="59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17A33" w14:textId="77777777" w:rsidR="002536CA" w:rsidRDefault="002536CA" w:rsidP="00956FA9">
      <w:pPr>
        <w:spacing w:after="0" w:line="240" w:lineRule="auto"/>
      </w:pPr>
      <w:r>
        <w:separator/>
      </w:r>
    </w:p>
  </w:footnote>
  <w:footnote w:type="continuationSeparator" w:id="0">
    <w:p w14:paraId="10473DC6" w14:textId="77777777" w:rsidR="002536CA" w:rsidRDefault="002536CA" w:rsidP="00956FA9">
      <w:pPr>
        <w:spacing w:after="0" w:line="240" w:lineRule="auto"/>
      </w:pPr>
      <w:r>
        <w:continuationSeparator/>
      </w:r>
    </w:p>
  </w:footnote>
  <w:footnote w:id="1">
    <w:p w14:paraId="19D3CA04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23FE">
        <w:rPr>
          <w:rFonts w:ascii="Arial" w:hAnsi="Arial" w:cs="Arial"/>
          <w:sz w:val="16"/>
          <w:szCs w:val="16"/>
        </w:rPr>
        <w:t xml:space="preserve"> </w:t>
      </w:r>
      <w:r w:rsidRPr="004123F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4123F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123FE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4123FE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4123FE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CF9C388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F2E91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3A5BBF" w14:textId="77777777" w:rsidR="004E5081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DE9DE1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3D6870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Cs/>
        <w:lang w:val="x-none" w:eastAsia="pl-PL" w:bidi="pl-PL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color w:val="000000"/>
      </w:rPr>
    </w:lvl>
    <w:lvl w:ilvl="2">
      <w:start w:val="2"/>
      <w:numFmt w:val="upp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9"/>
    <w:multiLevelType w:val="multilevel"/>
    <w:tmpl w:val="758873EA"/>
    <w:lvl w:ilvl="0">
      <w:start w:val="4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A"/>
    <w:multiLevelType w:val="multilevel"/>
    <w:tmpl w:val="A4C47E3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Symbol" w:hAnsi="Symbol" w:cs="Aria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6022576E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11"/>
    <w:multiLevelType w:val="multilevel"/>
    <w:tmpl w:val="C990528A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0C833A5"/>
    <w:multiLevelType w:val="hybridMultilevel"/>
    <w:tmpl w:val="0FC67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827B4F"/>
    <w:multiLevelType w:val="hybridMultilevel"/>
    <w:tmpl w:val="EB5E0E7E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29A017D"/>
    <w:multiLevelType w:val="multilevel"/>
    <w:tmpl w:val="7678618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03197278"/>
    <w:multiLevelType w:val="hybridMultilevel"/>
    <w:tmpl w:val="C5EA3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864D24"/>
    <w:multiLevelType w:val="hybridMultilevel"/>
    <w:tmpl w:val="77A45F6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6427CB"/>
    <w:multiLevelType w:val="multilevel"/>
    <w:tmpl w:val="99E2E2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05507FE2"/>
    <w:multiLevelType w:val="hybridMultilevel"/>
    <w:tmpl w:val="064283D0"/>
    <w:lvl w:ilvl="0" w:tplc="47B2D41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 w15:restartNumberingAfterBreak="0">
    <w:nsid w:val="11DB41A0"/>
    <w:multiLevelType w:val="multilevel"/>
    <w:tmpl w:val="B6D493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15D30740"/>
    <w:multiLevelType w:val="hybridMultilevel"/>
    <w:tmpl w:val="43FEB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BD0B1D"/>
    <w:multiLevelType w:val="hybridMultilevel"/>
    <w:tmpl w:val="315AAF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F7247E"/>
    <w:multiLevelType w:val="multilevel"/>
    <w:tmpl w:val="4A121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DA6203A"/>
    <w:multiLevelType w:val="hybridMultilevel"/>
    <w:tmpl w:val="8D8E24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5166A8"/>
    <w:multiLevelType w:val="multilevel"/>
    <w:tmpl w:val="A260BC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4768F7"/>
    <w:multiLevelType w:val="multilevel"/>
    <w:tmpl w:val="2EBAFA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7BD4568"/>
    <w:multiLevelType w:val="hybridMultilevel"/>
    <w:tmpl w:val="CEE0F0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8E1BF4"/>
    <w:multiLevelType w:val="hybridMultilevel"/>
    <w:tmpl w:val="C4E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6877"/>
    <w:multiLevelType w:val="multilevel"/>
    <w:tmpl w:val="396653B0"/>
    <w:lvl w:ilvl="0">
      <w:start w:val="1"/>
      <w:numFmt w:val="lowerLetter"/>
      <w:lvlText w:val="%1) 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36B74DB3"/>
    <w:multiLevelType w:val="hybridMultilevel"/>
    <w:tmpl w:val="949CA782"/>
    <w:lvl w:ilvl="0" w:tplc="04E2C0B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E14F0"/>
    <w:multiLevelType w:val="hybridMultilevel"/>
    <w:tmpl w:val="AF2A7A16"/>
    <w:lvl w:ilvl="0" w:tplc="3CF03292">
      <w:start w:val="1"/>
      <w:numFmt w:val="ordinal"/>
      <w:lvlText w:val="6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C4E2BE7"/>
    <w:multiLevelType w:val="hybridMultilevel"/>
    <w:tmpl w:val="5A26E110"/>
    <w:lvl w:ilvl="0" w:tplc="3CF03292">
      <w:start w:val="1"/>
      <w:numFmt w:val="ordinal"/>
      <w:lvlText w:val="6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8E6F32"/>
    <w:multiLevelType w:val="hybridMultilevel"/>
    <w:tmpl w:val="51EC5034"/>
    <w:lvl w:ilvl="0" w:tplc="37FE52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E6599"/>
    <w:multiLevelType w:val="singleLevel"/>
    <w:tmpl w:val="8CB6B9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9" w15:restartNumberingAfterBreak="0">
    <w:nsid w:val="52567797"/>
    <w:multiLevelType w:val="hybridMultilevel"/>
    <w:tmpl w:val="C7C2EA02"/>
    <w:lvl w:ilvl="0" w:tplc="96CA57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51A50"/>
    <w:multiLevelType w:val="hybridMultilevel"/>
    <w:tmpl w:val="FCC80B66"/>
    <w:lvl w:ilvl="0" w:tplc="9E48B6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81763"/>
    <w:multiLevelType w:val="hybridMultilevel"/>
    <w:tmpl w:val="F9C21A50"/>
    <w:lvl w:ilvl="0" w:tplc="E07EF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6571756"/>
    <w:multiLevelType w:val="multilevel"/>
    <w:tmpl w:val="F18E6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8A466C0"/>
    <w:multiLevelType w:val="hybridMultilevel"/>
    <w:tmpl w:val="3AB46C18"/>
    <w:lvl w:ilvl="0" w:tplc="EE469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16A10"/>
    <w:multiLevelType w:val="hybridMultilevel"/>
    <w:tmpl w:val="DB20FFFA"/>
    <w:lvl w:ilvl="0" w:tplc="C6B47EBE">
      <w:start w:val="1"/>
      <w:numFmt w:val="lowerLetter"/>
      <w:lvlText w:val="%1)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200C33"/>
    <w:multiLevelType w:val="hybridMultilevel"/>
    <w:tmpl w:val="56A2FFD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E050B"/>
    <w:multiLevelType w:val="hybridMultilevel"/>
    <w:tmpl w:val="6950A014"/>
    <w:lvl w:ilvl="0" w:tplc="77FA53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256127"/>
    <w:multiLevelType w:val="multilevel"/>
    <w:tmpl w:val="BB7ADDD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5F9934D0"/>
    <w:multiLevelType w:val="hybridMultilevel"/>
    <w:tmpl w:val="DAC8D9DE"/>
    <w:lvl w:ilvl="0" w:tplc="51A0E8DE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BDDACD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 w15:restartNumberingAfterBreak="0">
    <w:nsid w:val="600E4844"/>
    <w:multiLevelType w:val="multilevel"/>
    <w:tmpl w:val="34BC6A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60980042"/>
    <w:multiLevelType w:val="hybridMultilevel"/>
    <w:tmpl w:val="0C94D8DE"/>
    <w:lvl w:ilvl="0" w:tplc="894230BC">
      <w:start w:val="1"/>
      <w:numFmt w:val="ordin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C4735"/>
    <w:multiLevelType w:val="hybridMultilevel"/>
    <w:tmpl w:val="5828488A"/>
    <w:lvl w:ilvl="0" w:tplc="24F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B47EA"/>
    <w:multiLevelType w:val="hybridMultilevel"/>
    <w:tmpl w:val="606225A4"/>
    <w:lvl w:ilvl="0" w:tplc="80AE1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5832A0"/>
    <w:multiLevelType w:val="hybridMultilevel"/>
    <w:tmpl w:val="66D68ACE"/>
    <w:lvl w:ilvl="0" w:tplc="98CC59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25"/>
  </w:num>
  <w:num w:numId="3">
    <w:abstractNumId w:val="40"/>
  </w:num>
  <w:num w:numId="4">
    <w:abstractNumId w:val="34"/>
  </w:num>
  <w:num w:numId="5">
    <w:abstractNumId w:val="41"/>
  </w:num>
  <w:num w:numId="6">
    <w:abstractNumId w:val="33"/>
  </w:num>
  <w:num w:numId="7">
    <w:abstractNumId w:val="35"/>
  </w:num>
  <w:num w:numId="8">
    <w:abstractNumId w:val="22"/>
  </w:num>
  <w:num w:numId="9">
    <w:abstractNumId w:val="17"/>
  </w:num>
  <w:num w:numId="10">
    <w:abstractNumId w:val="30"/>
  </w:num>
  <w:num w:numId="11">
    <w:abstractNumId w:val="9"/>
  </w:num>
  <w:num w:numId="12">
    <w:abstractNumId w:val="14"/>
  </w:num>
  <w:num w:numId="13">
    <w:abstractNumId w:val="32"/>
  </w:num>
  <w:num w:numId="14">
    <w:abstractNumId w:val="39"/>
  </w:num>
  <w:num w:numId="15">
    <w:abstractNumId w:val="12"/>
  </w:num>
  <w:num w:numId="16">
    <w:abstractNumId w:val="20"/>
  </w:num>
  <w:num w:numId="17">
    <w:abstractNumId w:val="13"/>
  </w:num>
  <w:num w:numId="18">
    <w:abstractNumId w:val="11"/>
  </w:num>
  <w:num w:numId="19">
    <w:abstractNumId w:val="19"/>
  </w:num>
  <w:num w:numId="20">
    <w:abstractNumId w:val="7"/>
  </w:num>
  <w:num w:numId="21">
    <w:abstractNumId w:val="16"/>
  </w:num>
  <w:num w:numId="22">
    <w:abstractNumId w:val="28"/>
    <w:lvlOverride w:ilvl="0">
      <w:startOverride w:val="1"/>
    </w:lvlOverride>
  </w:num>
  <w:num w:numId="23">
    <w:abstractNumId w:val="42"/>
  </w:num>
  <w:num w:numId="24">
    <w:abstractNumId w:val="2"/>
  </w:num>
  <w:num w:numId="25">
    <w:abstractNumId w:val="31"/>
  </w:num>
  <w:num w:numId="26">
    <w:abstractNumId w:val="8"/>
    <w:lvlOverride w:ilvl="0">
      <w:startOverride w:val="3"/>
    </w:lvlOverride>
  </w:num>
  <w:num w:numId="27">
    <w:abstractNumId w:val="38"/>
  </w:num>
  <w:num w:numId="28">
    <w:abstractNumId w:val="21"/>
  </w:num>
  <w:num w:numId="29">
    <w:abstractNumId w:val="23"/>
  </w:num>
  <w:num w:numId="30">
    <w:abstractNumId w:val="6"/>
  </w:num>
  <w:num w:numId="31">
    <w:abstractNumId w:val="36"/>
  </w:num>
  <w:num w:numId="32">
    <w:abstractNumId w:val="1"/>
  </w:num>
  <w:num w:numId="33">
    <w:abstractNumId w:val="3"/>
  </w:num>
  <w:num w:numId="34">
    <w:abstractNumId w:val="4"/>
  </w:num>
  <w:num w:numId="35">
    <w:abstractNumId w:val="5"/>
  </w:num>
  <w:num w:numId="36">
    <w:abstractNumId w:val="24"/>
  </w:num>
  <w:num w:numId="37">
    <w:abstractNumId w:val="27"/>
  </w:num>
  <w:num w:numId="38">
    <w:abstractNumId w:val="0"/>
  </w:num>
  <w:num w:numId="39">
    <w:abstractNumId w:val="15"/>
  </w:num>
  <w:num w:numId="40">
    <w:abstractNumId w:val="3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9"/>
  </w:num>
  <w:num w:numId="45">
    <w:abstractNumId w:val="18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4F"/>
    <w:rsid w:val="000004CC"/>
    <w:rsid w:val="00000926"/>
    <w:rsid w:val="000034B6"/>
    <w:rsid w:val="0000486B"/>
    <w:rsid w:val="000056CA"/>
    <w:rsid w:val="000062A6"/>
    <w:rsid w:val="00022E5F"/>
    <w:rsid w:val="000267F7"/>
    <w:rsid w:val="00026906"/>
    <w:rsid w:val="00027662"/>
    <w:rsid w:val="00032F0F"/>
    <w:rsid w:val="00034C23"/>
    <w:rsid w:val="00040FEC"/>
    <w:rsid w:val="00042744"/>
    <w:rsid w:val="00046886"/>
    <w:rsid w:val="000541E8"/>
    <w:rsid w:val="00063286"/>
    <w:rsid w:val="00066C94"/>
    <w:rsid w:val="00067241"/>
    <w:rsid w:val="00076107"/>
    <w:rsid w:val="00084386"/>
    <w:rsid w:val="000A7940"/>
    <w:rsid w:val="000B616A"/>
    <w:rsid w:val="000C115E"/>
    <w:rsid w:val="000C4796"/>
    <w:rsid w:val="000C4BA5"/>
    <w:rsid w:val="000C57D1"/>
    <w:rsid w:val="000C66DD"/>
    <w:rsid w:val="000C7C09"/>
    <w:rsid w:val="000D320F"/>
    <w:rsid w:val="000D3F7E"/>
    <w:rsid w:val="000D4D0E"/>
    <w:rsid w:val="000D574D"/>
    <w:rsid w:val="000D6680"/>
    <w:rsid w:val="000E3FD2"/>
    <w:rsid w:val="000F0BCA"/>
    <w:rsid w:val="000F450D"/>
    <w:rsid w:val="0010002A"/>
    <w:rsid w:val="00117C3F"/>
    <w:rsid w:val="00136CB8"/>
    <w:rsid w:val="0014325F"/>
    <w:rsid w:val="00144BB1"/>
    <w:rsid w:val="00147C5C"/>
    <w:rsid w:val="00154157"/>
    <w:rsid w:val="001668A1"/>
    <w:rsid w:val="00167F75"/>
    <w:rsid w:val="0017230E"/>
    <w:rsid w:val="00176D73"/>
    <w:rsid w:val="00181C42"/>
    <w:rsid w:val="0018457E"/>
    <w:rsid w:val="00193881"/>
    <w:rsid w:val="00194392"/>
    <w:rsid w:val="00197516"/>
    <w:rsid w:val="001A084F"/>
    <w:rsid w:val="001A3C63"/>
    <w:rsid w:val="001B792A"/>
    <w:rsid w:val="001D62FE"/>
    <w:rsid w:val="001D6BDE"/>
    <w:rsid w:val="001E2740"/>
    <w:rsid w:val="001E327D"/>
    <w:rsid w:val="001F27CA"/>
    <w:rsid w:val="001F2DC2"/>
    <w:rsid w:val="001F5ACF"/>
    <w:rsid w:val="00204E06"/>
    <w:rsid w:val="00207ED5"/>
    <w:rsid w:val="002149BB"/>
    <w:rsid w:val="0023031F"/>
    <w:rsid w:val="00237AFC"/>
    <w:rsid w:val="002408B8"/>
    <w:rsid w:val="0024138F"/>
    <w:rsid w:val="0024572D"/>
    <w:rsid w:val="002536CA"/>
    <w:rsid w:val="0025778F"/>
    <w:rsid w:val="0026092B"/>
    <w:rsid w:val="00263056"/>
    <w:rsid w:val="00283826"/>
    <w:rsid w:val="002948B1"/>
    <w:rsid w:val="00296725"/>
    <w:rsid w:val="002A5EC3"/>
    <w:rsid w:val="002A642E"/>
    <w:rsid w:val="002A74E9"/>
    <w:rsid w:val="002B0CA1"/>
    <w:rsid w:val="002D3B51"/>
    <w:rsid w:val="002D51ED"/>
    <w:rsid w:val="002D7694"/>
    <w:rsid w:val="002E1973"/>
    <w:rsid w:val="002F1B81"/>
    <w:rsid w:val="00310CC0"/>
    <w:rsid w:val="003119C7"/>
    <w:rsid w:val="00325782"/>
    <w:rsid w:val="00347255"/>
    <w:rsid w:val="00355373"/>
    <w:rsid w:val="0036115B"/>
    <w:rsid w:val="003648D9"/>
    <w:rsid w:val="0037343A"/>
    <w:rsid w:val="00382D16"/>
    <w:rsid w:val="00391D53"/>
    <w:rsid w:val="00393A2A"/>
    <w:rsid w:val="0039672D"/>
    <w:rsid w:val="0039795C"/>
    <w:rsid w:val="003A4513"/>
    <w:rsid w:val="003A52C9"/>
    <w:rsid w:val="003B342C"/>
    <w:rsid w:val="003B427B"/>
    <w:rsid w:val="003C03FF"/>
    <w:rsid w:val="003D3C64"/>
    <w:rsid w:val="003D43BE"/>
    <w:rsid w:val="003D5C00"/>
    <w:rsid w:val="003E5E7A"/>
    <w:rsid w:val="00401B89"/>
    <w:rsid w:val="00405CB4"/>
    <w:rsid w:val="0041073F"/>
    <w:rsid w:val="00417831"/>
    <w:rsid w:val="004258AC"/>
    <w:rsid w:val="00437F24"/>
    <w:rsid w:val="00442FEC"/>
    <w:rsid w:val="0044365F"/>
    <w:rsid w:val="004613CC"/>
    <w:rsid w:val="00462C3D"/>
    <w:rsid w:val="00464222"/>
    <w:rsid w:val="00467595"/>
    <w:rsid w:val="00471FB8"/>
    <w:rsid w:val="0048433B"/>
    <w:rsid w:val="00486F5A"/>
    <w:rsid w:val="004A2CF1"/>
    <w:rsid w:val="004A4845"/>
    <w:rsid w:val="004A59AF"/>
    <w:rsid w:val="004B6AE7"/>
    <w:rsid w:val="004C0199"/>
    <w:rsid w:val="004C4225"/>
    <w:rsid w:val="004D0AC9"/>
    <w:rsid w:val="004D0DBA"/>
    <w:rsid w:val="004D61CB"/>
    <w:rsid w:val="004E46FE"/>
    <w:rsid w:val="004E5081"/>
    <w:rsid w:val="004F3DA5"/>
    <w:rsid w:val="004F5C64"/>
    <w:rsid w:val="00500E3F"/>
    <w:rsid w:val="00501F48"/>
    <w:rsid w:val="00511EF8"/>
    <w:rsid w:val="005204B9"/>
    <w:rsid w:val="005346A0"/>
    <w:rsid w:val="00555847"/>
    <w:rsid w:val="00561B29"/>
    <w:rsid w:val="00563B6C"/>
    <w:rsid w:val="00564496"/>
    <w:rsid w:val="00572650"/>
    <w:rsid w:val="00573FE0"/>
    <w:rsid w:val="005774A3"/>
    <w:rsid w:val="005918DD"/>
    <w:rsid w:val="0059346C"/>
    <w:rsid w:val="005A0FD2"/>
    <w:rsid w:val="005A5678"/>
    <w:rsid w:val="005B3700"/>
    <w:rsid w:val="005B39D5"/>
    <w:rsid w:val="005C04ED"/>
    <w:rsid w:val="005C0B42"/>
    <w:rsid w:val="005C4F8B"/>
    <w:rsid w:val="005D266B"/>
    <w:rsid w:val="005D38DF"/>
    <w:rsid w:val="005D577A"/>
    <w:rsid w:val="005F34AD"/>
    <w:rsid w:val="005F41F5"/>
    <w:rsid w:val="005F756F"/>
    <w:rsid w:val="00602193"/>
    <w:rsid w:val="00603394"/>
    <w:rsid w:val="0060352E"/>
    <w:rsid w:val="006129BC"/>
    <w:rsid w:val="00632542"/>
    <w:rsid w:val="00634BFE"/>
    <w:rsid w:val="00635812"/>
    <w:rsid w:val="006421DD"/>
    <w:rsid w:val="00643A81"/>
    <w:rsid w:val="006530B1"/>
    <w:rsid w:val="00653FF8"/>
    <w:rsid w:val="00665E54"/>
    <w:rsid w:val="00675A3A"/>
    <w:rsid w:val="006772AD"/>
    <w:rsid w:val="00677CA1"/>
    <w:rsid w:val="00677EF4"/>
    <w:rsid w:val="00684AA2"/>
    <w:rsid w:val="00691CE3"/>
    <w:rsid w:val="006978C0"/>
    <w:rsid w:val="00697F9B"/>
    <w:rsid w:val="006A72EE"/>
    <w:rsid w:val="006A7BEE"/>
    <w:rsid w:val="006B1AFE"/>
    <w:rsid w:val="006B316C"/>
    <w:rsid w:val="006C1484"/>
    <w:rsid w:val="006C1E6E"/>
    <w:rsid w:val="006E4129"/>
    <w:rsid w:val="006E6228"/>
    <w:rsid w:val="006E6D66"/>
    <w:rsid w:val="00702E3A"/>
    <w:rsid w:val="00704737"/>
    <w:rsid w:val="00705BD5"/>
    <w:rsid w:val="0071191B"/>
    <w:rsid w:val="007253AA"/>
    <w:rsid w:val="00725A78"/>
    <w:rsid w:val="00733968"/>
    <w:rsid w:val="00734F29"/>
    <w:rsid w:val="00740851"/>
    <w:rsid w:val="00784AEF"/>
    <w:rsid w:val="0078654D"/>
    <w:rsid w:val="0079174A"/>
    <w:rsid w:val="0079175F"/>
    <w:rsid w:val="00792055"/>
    <w:rsid w:val="007A1CA4"/>
    <w:rsid w:val="007A3748"/>
    <w:rsid w:val="007A4035"/>
    <w:rsid w:val="007A48A1"/>
    <w:rsid w:val="007B0746"/>
    <w:rsid w:val="007B0C36"/>
    <w:rsid w:val="007D23FE"/>
    <w:rsid w:val="007D3762"/>
    <w:rsid w:val="007E1D04"/>
    <w:rsid w:val="007E313E"/>
    <w:rsid w:val="007E60CD"/>
    <w:rsid w:val="007F3537"/>
    <w:rsid w:val="00811564"/>
    <w:rsid w:val="0081437B"/>
    <w:rsid w:val="00823BD5"/>
    <w:rsid w:val="00826CEE"/>
    <w:rsid w:val="00853DAB"/>
    <w:rsid w:val="0085774A"/>
    <w:rsid w:val="008605E4"/>
    <w:rsid w:val="00861A45"/>
    <w:rsid w:val="00877FC7"/>
    <w:rsid w:val="00893FFE"/>
    <w:rsid w:val="008B3B13"/>
    <w:rsid w:val="008B6BB2"/>
    <w:rsid w:val="008C3C3C"/>
    <w:rsid w:val="008C738F"/>
    <w:rsid w:val="008C7397"/>
    <w:rsid w:val="008D69CF"/>
    <w:rsid w:val="008D7D42"/>
    <w:rsid w:val="008E2AA3"/>
    <w:rsid w:val="008F4DFE"/>
    <w:rsid w:val="008F58FE"/>
    <w:rsid w:val="008F7E30"/>
    <w:rsid w:val="00910625"/>
    <w:rsid w:val="009131BB"/>
    <w:rsid w:val="009151E7"/>
    <w:rsid w:val="0092499E"/>
    <w:rsid w:val="009269FB"/>
    <w:rsid w:val="00940D62"/>
    <w:rsid w:val="009451FB"/>
    <w:rsid w:val="00954622"/>
    <w:rsid w:val="00956FA9"/>
    <w:rsid w:val="00960B98"/>
    <w:rsid w:val="009642FD"/>
    <w:rsid w:val="009647C7"/>
    <w:rsid w:val="00967940"/>
    <w:rsid w:val="0097228B"/>
    <w:rsid w:val="0098596A"/>
    <w:rsid w:val="00992148"/>
    <w:rsid w:val="009924B7"/>
    <w:rsid w:val="009956E9"/>
    <w:rsid w:val="00996FA1"/>
    <w:rsid w:val="009A0B6A"/>
    <w:rsid w:val="009A1965"/>
    <w:rsid w:val="009A386F"/>
    <w:rsid w:val="009A7F64"/>
    <w:rsid w:val="009C116F"/>
    <w:rsid w:val="009C5490"/>
    <w:rsid w:val="009D2D1C"/>
    <w:rsid w:val="009D796C"/>
    <w:rsid w:val="009E1998"/>
    <w:rsid w:val="00A162FF"/>
    <w:rsid w:val="00A16862"/>
    <w:rsid w:val="00A27E86"/>
    <w:rsid w:val="00A30787"/>
    <w:rsid w:val="00A522A1"/>
    <w:rsid w:val="00A53377"/>
    <w:rsid w:val="00A54001"/>
    <w:rsid w:val="00A61828"/>
    <w:rsid w:val="00A6292E"/>
    <w:rsid w:val="00A639F0"/>
    <w:rsid w:val="00A63AA1"/>
    <w:rsid w:val="00A64639"/>
    <w:rsid w:val="00A6473D"/>
    <w:rsid w:val="00A65A98"/>
    <w:rsid w:val="00A65CC2"/>
    <w:rsid w:val="00A73C1D"/>
    <w:rsid w:val="00A80D7C"/>
    <w:rsid w:val="00A819C2"/>
    <w:rsid w:val="00A97E14"/>
    <w:rsid w:val="00AA1AC9"/>
    <w:rsid w:val="00AB6B6B"/>
    <w:rsid w:val="00AB6DA2"/>
    <w:rsid w:val="00AD1AE2"/>
    <w:rsid w:val="00AF1AE2"/>
    <w:rsid w:val="00AF2122"/>
    <w:rsid w:val="00B015D7"/>
    <w:rsid w:val="00B03054"/>
    <w:rsid w:val="00B06643"/>
    <w:rsid w:val="00B06E18"/>
    <w:rsid w:val="00B1389C"/>
    <w:rsid w:val="00B14ABF"/>
    <w:rsid w:val="00B150E7"/>
    <w:rsid w:val="00B2315D"/>
    <w:rsid w:val="00B41BD1"/>
    <w:rsid w:val="00B4422B"/>
    <w:rsid w:val="00B463BC"/>
    <w:rsid w:val="00B545CC"/>
    <w:rsid w:val="00B558F9"/>
    <w:rsid w:val="00B56B4B"/>
    <w:rsid w:val="00B60DE0"/>
    <w:rsid w:val="00B63564"/>
    <w:rsid w:val="00B73985"/>
    <w:rsid w:val="00B750F7"/>
    <w:rsid w:val="00B76948"/>
    <w:rsid w:val="00B87FA8"/>
    <w:rsid w:val="00B9556D"/>
    <w:rsid w:val="00B979DC"/>
    <w:rsid w:val="00BB21BA"/>
    <w:rsid w:val="00BD3D9B"/>
    <w:rsid w:val="00BD5A9E"/>
    <w:rsid w:val="00BF005E"/>
    <w:rsid w:val="00BF32F1"/>
    <w:rsid w:val="00BF6514"/>
    <w:rsid w:val="00C03128"/>
    <w:rsid w:val="00C13B22"/>
    <w:rsid w:val="00C2608D"/>
    <w:rsid w:val="00C267D6"/>
    <w:rsid w:val="00C37FB0"/>
    <w:rsid w:val="00C41FD0"/>
    <w:rsid w:val="00C47DDF"/>
    <w:rsid w:val="00C548B1"/>
    <w:rsid w:val="00C5586C"/>
    <w:rsid w:val="00C610C5"/>
    <w:rsid w:val="00C72A18"/>
    <w:rsid w:val="00C76A05"/>
    <w:rsid w:val="00C777BF"/>
    <w:rsid w:val="00C82B30"/>
    <w:rsid w:val="00C92450"/>
    <w:rsid w:val="00C934DA"/>
    <w:rsid w:val="00C93A49"/>
    <w:rsid w:val="00C956DC"/>
    <w:rsid w:val="00CA377F"/>
    <w:rsid w:val="00CA6793"/>
    <w:rsid w:val="00CB51E0"/>
    <w:rsid w:val="00CB5CF6"/>
    <w:rsid w:val="00CC0EB0"/>
    <w:rsid w:val="00CC49DC"/>
    <w:rsid w:val="00CC7BB0"/>
    <w:rsid w:val="00CD1502"/>
    <w:rsid w:val="00CE3006"/>
    <w:rsid w:val="00CE6A73"/>
    <w:rsid w:val="00CE6CDF"/>
    <w:rsid w:val="00CF519B"/>
    <w:rsid w:val="00D0451F"/>
    <w:rsid w:val="00D12F8B"/>
    <w:rsid w:val="00D15B21"/>
    <w:rsid w:val="00D23742"/>
    <w:rsid w:val="00D261FD"/>
    <w:rsid w:val="00D3050A"/>
    <w:rsid w:val="00D31534"/>
    <w:rsid w:val="00D33CA7"/>
    <w:rsid w:val="00D34ACB"/>
    <w:rsid w:val="00D37DEF"/>
    <w:rsid w:val="00D43F7F"/>
    <w:rsid w:val="00D44E24"/>
    <w:rsid w:val="00D513EE"/>
    <w:rsid w:val="00D57718"/>
    <w:rsid w:val="00D709F6"/>
    <w:rsid w:val="00D752A0"/>
    <w:rsid w:val="00D80406"/>
    <w:rsid w:val="00D84B14"/>
    <w:rsid w:val="00D956D4"/>
    <w:rsid w:val="00DA637A"/>
    <w:rsid w:val="00DB19DE"/>
    <w:rsid w:val="00DB1C94"/>
    <w:rsid w:val="00DC27E8"/>
    <w:rsid w:val="00DC3B9D"/>
    <w:rsid w:val="00DC54E2"/>
    <w:rsid w:val="00DC7B22"/>
    <w:rsid w:val="00DD11B4"/>
    <w:rsid w:val="00DD1532"/>
    <w:rsid w:val="00DE3D31"/>
    <w:rsid w:val="00DE54E3"/>
    <w:rsid w:val="00DE64C7"/>
    <w:rsid w:val="00DF14F4"/>
    <w:rsid w:val="00DF1A98"/>
    <w:rsid w:val="00E049CA"/>
    <w:rsid w:val="00E06591"/>
    <w:rsid w:val="00E13CA2"/>
    <w:rsid w:val="00E21CE1"/>
    <w:rsid w:val="00E2236D"/>
    <w:rsid w:val="00E269F0"/>
    <w:rsid w:val="00E407F7"/>
    <w:rsid w:val="00E55916"/>
    <w:rsid w:val="00E659B3"/>
    <w:rsid w:val="00E70CC2"/>
    <w:rsid w:val="00E925F3"/>
    <w:rsid w:val="00E93802"/>
    <w:rsid w:val="00E94DE6"/>
    <w:rsid w:val="00EA1349"/>
    <w:rsid w:val="00EB1F4D"/>
    <w:rsid w:val="00EB3820"/>
    <w:rsid w:val="00EB7C8C"/>
    <w:rsid w:val="00EC06E3"/>
    <w:rsid w:val="00EC3498"/>
    <w:rsid w:val="00ED1294"/>
    <w:rsid w:val="00EE2B82"/>
    <w:rsid w:val="00EE61FB"/>
    <w:rsid w:val="00EE7224"/>
    <w:rsid w:val="00EF43F5"/>
    <w:rsid w:val="00F063BD"/>
    <w:rsid w:val="00F06509"/>
    <w:rsid w:val="00F125CB"/>
    <w:rsid w:val="00F13ABC"/>
    <w:rsid w:val="00F14B2F"/>
    <w:rsid w:val="00F20450"/>
    <w:rsid w:val="00F22240"/>
    <w:rsid w:val="00F260BF"/>
    <w:rsid w:val="00F44259"/>
    <w:rsid w:val="00F44916"/>
    <w:rsid w:val="00F52760"/>
    <w:rsid w:val="00F530E0"/>
    <w:rsid w:val="00F54882"/>
    <w:rsid w:val="00F552DA"/>
    <w:rsid w:val="00F57615"/>
    <w:rsid w:val="00F57B66"/>
    <w:rsid w:val="00F60346"/>
    <w:rsid w:val="00F62DCB"/>
    <w:rsid w:val="00F733C1"/>
    <w:rsid w:val="00F73CE7"/>
    <w:rsid w:val="00F77AE2"/>
    <w:rsid w:val="00F800DA"/>
    <w:rsid w:val="00F92C5B"/>
    <w:rsid w:val="00F936E9"/>
    <w:rsid w:val="00FB2822"/>
    <w:rsid w:val="00FB75BC"/>
    <w:rsid w:val="00FC2C80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063D"/>
  <w15:docId w15:val="{1DC48638-6C6F-4E7F-8BBD-0FE557C0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A4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8040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6FA9"/>
  </w:style>
  <w:style w:type="character" w:styleId="Hipercze">
    <w:name w:val="Hyperlink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qFormat/>
    <w:rsid w:val="00B06643"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customStyle="1" w:styleId="Style1">
    <w:name w:val="Style1"/>
    <w:basedOn w:val="Normalny"/>
    <w:rsid w:val="00B06643"/>
    <w:pPr>
      <w:widowControl w:val="0"/>
      <w:suppressAutoHyphens/>
      <w:spacing w:after="0" w:line="269" w:lineRule="exact"/>
      <w:jc w:val="both"/>
    </w:pPr>
    <w:rPr>
      <w:sz w:val="24"/>
      <w:szCs w:val="24"/>
      <w:lang w:eastAsia="zh-CN"/>
    </w:rPr>
  </w:style>
  <w:style w:type="paragraph" w:customStyle="1" w:styleId="Style5">
    <w:name w:val="Style5"/>
    <w:basedOn w:val="Normalny"/>
    <w:rsid w:val="00B06643"/>
    <w:pPr>
      <w:widowControl w:val="0"/>
      <w:suppressAutoHyphens/>
      <w:spacing w:after="0" w:line="240" w:lineRule="auto"/>
    </w:pPr>
    <w:rPr>
      <w:rFonts w:eastAsia="font341" w:cs="Calibri"/>
      <w:sz w:val="24"/>
      <w:szCs w:val="24"/>
      <w:lang w:eastAsia="zh-CN"/>
    </w:rPr>
  </w:style>
  <w:style w:type="paragraph" w:customStyle="1" w:styleId="Style13">
    <w:name w:val="Style13"/>
    <w:basedOn w:val="Normalny"/>
    <w:rsid w:val="00B06643"/>
    <w:pPr>
      <w:widowControl w:val="0"/>
      <w:autoSpaceDE w:val="0"/>
      <w:autoSpaceDN w:val="0"/>
      <w:adjustRightInd w:val="0"/>
      <w:spacing w:after="0" w:line="259" w:lineRule="exact"/>
      <w:ind w:hanging="254"/>
    </w:pPr>
    <w:rPr>
      <w:rFonts w:ascii="Times New Roman" w:hAnsi="Times New Roman"/>
      <w:sz w:val="24"/>
      <w:szCs w:val="24"/>
    </w:rPr>
  </w:style>
  <w:style w:type="character" w:customStyle="1" w:styleId="czeinternetowe">
    <w:name w:val="Łącze internetowe"/>
    <w:unhideWhenUsed/>
    <w:rsid w:val="00B06643"/>
    <w:rPr>
      <w:color w:val="0000FF"/>
      <w:u w:val="single"/>
    </w:rPr>
  </w:style>
  <w:style w:type="paragraph" w:customStyle="1" w:styleId="Heading21">
    <w:name w:val="Heading 21"/>
    <w:basedOn w:val="Normalny"/>
    <w:next w:val="Normalny"/>
    <w:qFormat/>
    <w:rsid w:val="00B06643"/>
    <w:pPr>
      <w:keepNext/>
      <w:suppressAutoHyphens/>
      <w:spacing w:after="0"/>
      <w:outlineLvl w:val="1"/>
    </w:pPr>
    <w:rPr>
      <w:rFonts w:ascii="Arial" w:eastAsia="Noto Sans CJK SC" w:hAnsi="Arial"/>
      <w:bCs/>
      <w:sz w:val="32"/>
      <w:szCs w:val="32"/>
      <w:lang w:eastAsia="zh-CN" w:bidi="hi-IN"/>
    </w:rPr>
  </w:style>
  <w:style w:type="paragraph" w:styleId="Akapitzlist">
    <w:name w:val="List Paragraph"/>
    <w:aliases w:val="Numerowanie,BulletC,Wyliczanie,Obiekt,normalny tekst,Akapit z listą31,Bullets,List Paragraph1,CW_Lista,zwykły tekst,Nagłowek 3,L1,Preambuła,Akapit z listą BS,Kolorowa lista — akcent 11,Dot pt,F5 List Paragraph,Recommendation,lp1"/>
    <w:basedOn w:val="Normalny"/>
    <w:link w:val="AkapitzlistZnak"/>
    <w:qFormat/>
    <w:rsid w:val="00B06643"/>
    <w:pPr>
      <w:suppressAutoHyphens/>
      <w:spacing w:after="160" w:line="252" w:lineRule="auto"/>
      <w:ind w:left="720"/>
      <w:contextualSpacing/>
    </w:pPr>
    <w:rPr>
      <w:rFonts w:eastAsia="Calibri" w:cs="Calibri"/>
      <w:lang w:eastAsia="zh-C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zwykły tekst Znak,Nagłowek 3 Znak,L1 Znak,Preambuła Znak,Akapit z listą BS Znak"/>
    <w:link w:val="Akapitzlist"/>
    <w:qFormat/>
    <w:locked/>
    <w:rsid w:val="00B06643"/>
    <w:rPr>
      <w:rFonts w:eastAsia="Calibri" w:cs="Calibri"/>
      <w:sz w:val="22"/>
      <w:szCs w:val="22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06643"/>
    <w:rPr>
      <w:sz w:val="22"/>
      <w:szCs w:val="22"/>
    </w:rPr>
  </w:style>
  <w:style w:type="character" w:customStyle="1" w:styleId="Domy9clnaczcionkaakapitu1">
    <w:name w:val="Domyś9clna czcionka akapitu1"/>
    <w:rsid w:val="00197516"/>
  </w:style>
  <w:style w:type="paragraph" w:customStyle="1" w:styleId="Normalny1">
    <w:name w:val="Normalny1"/>
    <w:rsid w:val="00197516"/>
    <w:pPr>
      <w:widowControl w:val="0"/>
      <w:suppressAutoHyphens/>
      <w:autoSpaceDE w:val="0"/>
      <w:textAlignment w:val="baseline"/>
    </w:pPr>
    <w:rPr>
      <w:rFonts w:cs="Calibri"/>
      <w:kern w:val="1"/>
      <w:lang w:eastAsia="ar-SA"/>
    </w:rPr>
  </w:style>
  <w:style w:type="character" w:styleId="Uwydatnienie">
    <w:name w:val="Emphasis"/>
    <w:uiPriority w:val="20"/>
    <w:qFormat/>
    <w:rsid w:val="00B73985"/>
    <w:rPr>
      <w:i/>
      <w:iCs/>
    </w:rPr>
  </w:style>
  <w:style w:type="paragraph" w:styleId="Zwykytekst">
    <w:name w:val="Plain Text"/>
    <w:basedOn w:val="Normalny"/>
    <w:link w:val="ZwykytekstZnak1"/>
    <w:qFormat/>
    <w:rsid w:val="005C0B4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uiPriority w:val="99"/>
    <w:semiHidden/>
    <w:rsid w:val="005C0B42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rsid w:val="005C0B42"/>
    <w:rPr>
      <w:rFonts w:ascii="Courier New" w:hAnsi="Courier New"/>
    </w:rPr>
  </w:style>
  <w:style w:type="character" w:styleId="Odwoanieprzypisudolnego">
    <w:name w:val="footnote reference"/>
    <w:uiPriority w:val="99"/>
    <w:semiHidden/>
    <w:unhideWhenUsed/>
    <w:rsid w:val="005C0B4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0B42"/>
    <w:pPr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B19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DB19DE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040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80406"/>
    <w:rPr>
      <w:sz w:val="22"/>
      <w:szCs w:val="22"/>
    </w:rPr>
  </w:style>
  <w:style w:type="character" w:customStyle="1" w:styleId="Nagwek1Znak">
    <w:name w:val="Nagłówek 1 Znak"/>
    <w:link w:val="Nagwek1"/>
    <w:rsid w:val="00D80406"/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blokowy">
    <w:name w:val="Block Text"/>
    <w:basedOn w:val="Normalny"/>
    <w:semiHidden/>
    <w:rsid w:val="00D80406"/>
    <w:pPr>
      <w:spacing w:after="0" w:line="240" w:lineRule="auto"/>
      <w:ind w:left="-720" w:right="-828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3CE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73CE7"/>
    <w:rPr>
      <w:rFonts w:eastAsia="Calibri"/>
      <w:lang w:eastAsia="en-US"/>
    </w:rPr>
  </w:style>
  <w:style w:type="character" w:customStyle="1" w:styleId="markedcontent">
    <w:name w:val="markedcontent"/>
    <w:rsid w:val="006129BC"/>
  </w:style>
  <w:style w:type="character" w:styleId="Odwoaniedokomentarza">
    <w:name w:val="annotation reference"/>
    <w:basedOn w:val="Domylnaczcionkaakapitu"/>
    <w:uiPriority w:val="99"/>
    <w:semiHidden/>
    <w:unhideWhenUsed/>
    <w:rsid w:val="00FB2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82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822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3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&#243;&#380;a\AppData\Local\Temp\Temp1_Woda_&#378;r&#243;dlana.zip\ZZ_%20%20%20_055_D_23_Og&#322;oszenie_Opis_Formularz_Umo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BDF5-F64A-437D-A3A4-070CB49F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ZZ_   _055_D_23_Ogłoszenie_Opis_Formularz_Umowa</Template>
  <TotalTime>1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Links>
    <vt:vector size="30" baseType="variant">
      <vt:variant>
        <vt:i4>8192020</vt:i4>
      </vt:variant>
      <vt:variant>
        <vt:i4>12</vt:i4>
      </vt:variant>
      <vt:variant>
        <vt:i4>0</vt:i4>
      </vt:variant>
      <vt:variant>
        <vt:i4>5</vt:i4>
      </vt:variant>
      <vt:variant>
        <vt:lpwstr>mailto:iwona@pg.edu.pl</vt:lpwstr>
      </vt:variant>
      <vt:variant>
        <vt:lpwstr/>
      </vt:variant>
      <vt:variant>
        <vt:i4>1507426</vt:i4>
      </vt:variant>
      <vt:variant>
        <vt:i4>9</vt:i4>
      </vt:variant>
      <vt:variant>
        <vt:i4>0</vt:i4>
      </vt:variant>
      <vt:variant>
        <vt:i4>5</vt:i4>
      </vt:variant>
      <vt:variant>
        <vt:lpwstr>mailto:iod@pg.edu.pl</vt:lpwstr>
      </vt:variant>
      <vt:variant>
        <vt:lpwstr/>
      </vt:variant>
      <vt:variant>
        <vt:i4>7929904</vt:i4>
      </vt:variant>
      <vt:variant>
        <vt:i4>6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7929904</vt:i4>
      </vt:variant>
      <vt:variant>
        <vt:i4>3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mailto:dzp@pg.edu.pl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Róża</dc:creator>
  <cp:lastModifiedBy>Marcin</cp:lastModifiedBy>
  <cp:revision>3</cp:revision>
  <cp:lastPrinted>2024-10-02T07:20:00Z</cp:lastPrinted>
  <dcterms:created xsi:type="dcterms:W3CDTF">2024-10-02T07:15:00Z</dcterms:created>
  <dcterms:modified xsi:type="dcterms:W3CDTF">2024-10-02T07:21:00Z</dcterms:modified>
</cp:coreProperties>
</file>