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19E54B" w14:textId="77777777" w:rsidR="005F34AD" w:rsidRDefault="005F34AD" w:rsidP="00DB19DE">
      <w:pPr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14:paraId="1EAF0BEF" w14:textId="31C6A2EC" w:rsidR="00DB19DE" w:rsidRPr="009647C7" w:rsidRDefault="00DB19DE" w:rsidP="00DB19DE">
      <w:pPr>
        <w:spacing w:after="0" w:line="360" w:lineRule="auto"/>
        <w:jc w:val="right"/>
        <w:rPr>
          <w:rFonts w:ascii="Arial" w:hAnsi="Arial" w:cs="Arial"/>
          <w:b/>
          <w:i/>
          <w:iCs/>
          <w:sz w:val="18"/>
          <w:szCs w:val="18"/>
        </w:rPr>
      </w:pPr>
      <w:r w:rsidRPr="009647C7">
        <w:rPr>
          <w:rFonts w:ascii="Arial" w:hAnsi="Arial" w:cs="Arial"/>
          <w:b/>
          <w:i/>
          <w:iCs/>
          <w:sz w:val="20"/>
          <w:szCs w:val="20"/>
        </w:rPr>
        <w:t xml:space="preserve">  </w:t>
      </w:r>
      <w:r w:rsidRPr="009647C7">
        <w:rPr>
          <w:rFonts w:ascii="Arial" w:hAnsi="Arial" w:cs="Arial"/>
          <w:b/>
          <w:i/>
          <w:iCs/>
          <w:sz w:val="18"/>
          <w:szCs w:val="18"/>
        </w:rPr>
        <w:t xml:space="preserve">Załącznik nr </w:t>
      </w:r>
      <w:r w:rsidR="00BD5A9E">
        <w:rPr>
          <w:rFonts w:ascii="Arial" w:hAnsi="Arial" w:cs="Arial"/>
          <w:b/>
          <w:i/>
          <w:iCs/>
          <w:sz w:val="18"/>
          <w:szCs w:val="18"/>
        </w:rPr>
        <w:t>1</w:t>
      </w:r>
    </w:p>
    <w:p w14:paraId="3C6987B9" w14:textId="6C546DE0" w:rsidR="00DB19DE" w:rsidRPr="009647C7" w:rsidRDefault="00DB19DE" w:rsidP="00DB19DE">
      <w:pPr>
        <w:spacing w:after="120" w:line="240" w:lineRule="auto"/>
        <w:rPr>
          <w:rFonts w:ascii="Arial" w:hAnsi="Arial" w:cs="Arial"/>
          <w:b/>
          <w:iCs/>
          <w:sz w:val="20"/>
          <w:szCs w:val="20"/>
        </w:rPr>
      </w:pPr>
      <w:r w:rsidRPr="009647C7">
        <w:rPr>
          <w:rFonts w:ascii="Arial" w:hAnsi="Arial" w:cs="Arial"/>
          <w:b/>
          <w:sz w:val="20"/>
          <w:szCs w:val="20"/>
        </w:rPr>
        <w:t>Oznaczenie sprawy: ZZ/</w:t>
      </w:r>
      <w:r w:rsidR="0051292C">
        <w:rPr>
          <w:rFonts w:ascii="Arial" w:hAnsi="Arial" w:cs="Arial"/>
          <w:b/>
          <w:sz w:val="20"/>
          <w:szCs w:val="20"/>
        </w:rPr>
        <w:t>25</w:t>
      </w:r>
      <w:r w:rsidR="000004CC">
        <w:rPr>
          <w:rFonts w:ascii="Arial" w:hAnsi="Arial" w:cs="Arial"/>
          <w:b/>
          <w:sz w:val="20"/>
          <w:szCs w:val="20"/>
        </w:rPr>
        <w:t>/</w:t>
      </w:r>
      <w:r w:rsidR="006B1AFE">
        <w:rPr>
          <w:rFonts w:ascii="Arial" w:hAnsi="Arial" w:cs="Arial"/>
          <w:b/>
          <w:sz w:val="20"/>
          <w:szCs w:val="20"/>
        </w:rPr>
        <w:t>055/U</w:t>
      </w:r>
      <w:r w:rsidR="00032F0F">
        <w:rPr>
          <w:rFonts w:ascii="Arial" w:hAnsi="Arial" w:cs="Arial"/>
          <w:b/>
          <w:sz w:val="20"/>
          <w:szCs w:val="20"/>
        </w:rPr>
        <w:t>/24</w:t>
      </w:r>
    </w:p>
    <w:p w14:paraId="37888B04" w14:textId="77777777" w:rsidR="00DB19DE" w:rsidRPr="0077775C" w:rsidRDefault="00DB19DE" w:rsidP="00DB19DE">
      <w:pPr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14:paraId="0C49E4E2" w14:textId="77777777" w:rsidR="00DB19DE" w:rsidRPr="00BD5F15" w:rsidRDefault="00DB19DE" w:rsidP="00DB19DE">
      <w:pPr>
        <w:spacing w:after="0" w:line="360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26399030" w14:textId="21996396" w:rsidR="00DB19DE" w:rsidRPr="009647C7" w:rsidRDefault="00DB19DE" w:rsidP="009647C7">
      <w:pPr>
        <w:spacing w:after="0" w:line="240" w:lineRule="auto"/>
        <w:ind w:left="57"/>
        <w:rPr>
          <w:rFonts w:ascii="Arial" w:hAnsi="Arial" w:cs="Arial"/>
          <w:i/>
          <w:iCs/>
          <w:sz w:val="20"/>
          <w:szCs w:val="20"/>
        </w:rPr>
      </w:pPr>
    </w:p>
    <w:p w14:paraId="095D45ED" w14:textId="77777777" w:rsidR="00DB19DE" w:rsidRPr="00BD5F15" w:rsidRDefault="00DB19DE" w:rsidP="00DB19DE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D5F15">
        <w:rPr>
          <w:rFonts w:ascii="Arial" w:hAnsi="Arial" w:cs="Arial"/>
          <w:b/>
          <w:sz w:val="20"/>
          <w:szCs w:val="20"/>
        </w:rPr>
        <w:t>FORMULARZ OFERTY</w:t>
      </w:r>
    </w:p>
    <w:p w14:paraId="5A504952" w14:textId="77777777" w:rsidR="00DB19DE" w:rsidRPr="00BD5F15" w:rsidRDefault="00DB19DE" w:rsidP="00DB19DE">
      <w:pPr>
        <w:pStyle w:val="Zwykytekst"/>
        <w:spacing w:after="120" w:line="276" w:lineRule="auto"/>
        <w:ind w:left="5528"/>
        <w:rPr>
          <w:rFonts w:ascii="Arial" w:hAnsi="Arial" w:cs="Arial"/>
        </w:rPr>
      </w:pPr>
    </w:p>
    <w:p w14:paraId="5519BFC8" w14:textId="77777777" w:rsidR="00DB19DE" w:rsidRPr="00440448" w:rsidRDefault="00DB19DE" w:rsidP="00405CB4">
      <w:pPr>
        <w:pStyle w:val="Zwykytekst"/>
        <w:spacing w:after="120"/>
        <w:ind w:left="5528"/>
        <w:jc w:val="both"/>
        <w:rPr>
          <w:rFonts w:ascii="Arial" w:hAnsi="Arial" w:cs="Arial"/>
        </w:rPr>
      </w:pPr>
      <w:r w:rsidRPr="00440448">
        <w:rPr>
          <w:rFonts w:ascii="Arial" w:hAnsi="Arial" w:cs="Arial"/>
        </w:rPr>
        <w:t>Politechnika Gdańska</w:t>
      </w:r>
    </w:p>
    <w:p w14:paraId="57DF3233" w14:textId="77777777" w:rsidR="00DB19DE" w:rsidRPr="00440448" w:rsidRDefault="00DB19DE" w:rsidP="00405CB4">
      <w:pPr>
        <w:pStyle w:val="Zwykytekst"/>
        <w:spacing w:after="120"/>
        <w:ind w:left="5528"/>
        <w:jc w:val="both"/>
        <w:rPr>
          <w:rFonts w:ascii="Arial" w:hAnsi="Arial" w:cs="Arial"/>
        </w:rPr>
      </w:pPr>
      <w:bookmarkStart w:id="0" w:name="_GoBack"/>
      <w:bookmarkEnd w:id="0"/>
      <w:r w:rsidRPr="00440448">
        <w:rPr>
          <w:rFonts w:ascii="Arial" w:hAnsi="Arial" w:cs="Arial"/>
        </w:rPr>
        <w:t>ul. G. Narutowicza 11/12</w:t>
      </w:r>
    </w:p>
    <w:p w14:paraId="2895A080" w14:textId="77777777" w:rsidR="00DB19DE" w:rsidRDefault="00DB19DE" w:rsidP="00405CB4">
      <w:pPr>
        <w:pStyle w:val="Zwykytekst"/>
        <w:spacing w:after="120"/>
        <w:ind w:left="5528"/>
        <w:jc w:val="both"/>
        <w:rPr>
          <w:rFonts w:ascii="Arial" w:hAnsi="Arial" w:cs="Arial"/>
        </w:rPr>
      </w:pPr>
      <w:r>
        <w:rPr>
          <w:rFonts w:ascii="Arial" w:hAnsi="Arial" w:cs="Arial"/>
        </w:rPr>
        <w:t>80-233 Gdańsk</w:t>
      </w:r>
    </w:p>
    <w:p w14:paraId="69E3B628" w14:textId="77777777" w:rsidR="00DB19DE" w:rsidRPr="007F750B" w:rsidRDefault="00DB19DE" w:rsidP="00DB19DE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047A5E9D" w14:textId="77777777" w:rsidR="002B6882" w:rsidRDefault="00DB19DE" w:rsidP="000D4D0E">
      <w:p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354D7">
        <w:rPr>
          <w:rFonts w:ascii="Arial" w:hAnsi="Arial" w:cs="Arial"/>
          <w:sz w:val="20"/>
          <w:szCs w:val="20"/>
          <w:lang w:eastAsia="ar-SA"/>
        </w:rPr>
        <w:t xml:space="preserve">Nawiązując do ogłoszenia o udzielanym zamówieniu na </w:t>
      </w:r>
      <w:r w:rsidR="002B6882" w:rsidRPr="002B6882">
        <w:rPr>
          <w:rFonts w:ascii="Arial" w:hAnsi="Arial" w:cs="Arial"/>
          <w:b/>
          <w:sz w:val="20"/>
          <w:szCs w:val="20"/>
        </w:rPr>
        <w:t>świadczenie usług przygotowania, dostarczania i wydawania gorących posiłków profilaktycznych dla pracowników Zamawiającego.</w:t>
      </w:r>
    </w:p>
    <w:p w14:paraId="53656A06" w14:textId="77777777" w:rsidR="002B6882" w:rsidRDefault="002B6882" w:rsidP="000D4D0E">
      <w:p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4A13DF8" w14:textId="77777777" w:rsidR="002B6882" w:rsidRDefault="002B6882" w:rsidP="000D4D0E">
      <w:p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3806AD9" w14:textId="658C5352" w:rsidR="00DB19DE" w:rsidRDefault="00DB19DE" w:rsidP="000D4D0E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3284B">
        <w:rPr>
          <w:rFonts w:ascii="Arial" w:hAnsi="Arial" w:cs="Arial"/>
          <w:sz w:val="20"/>
          <w:szCs w:val="20"/>
        </w:rPr>
        <w:t>My (Ja)  niżej podpisani(y/a) :</w:t>
      </w:r>
    </w:p>
    <w:p w14:paraId="3A91F904" w14:textId="77777777" w:rsidR="00A53377" w:rsidRDefault="00A53377" w:rsidP="00DB19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0AD916" w14:textId="77777777" w:rsidR="00A53377" w:rsidRPr="00E3284B" w:rsidRDefault="00A53377" w:rsidP="00DB19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900936" w14:textId="77777777" w:rsidR="00DB19DE" w:rsidRPr="00BD5F15" w:rsidRDefault="00DB19DE" w:rsidP="00DB19DE">
      <w:pPr>
        <w:pStyle w:val="Zwykytekst"/>
        <w:numPr>
          <w:ilvl w:val="12"/>
          <w:numId w:val="0"/>
        </w:numPr>
        <w:spacing w:after="120"/>
        <w:rPr>
          <w:rFonts w:ascii="Arial" w:hAnsi="Arial" w:cs="Arial"/>
        </w:rPr>
      </w:pPr>
      <w:r w:rsidRPr="00BD5F15">
        <w:rPr>
          <w:rFonts w:ascii="Arial" w:hAnsi="Arial" w:cs="Arial"/>
        </w:rPr>
        <w:t>imię ............................. nazwisko .............................................</w:t>
      </w:r>
    </w:p>
    <w:p w14:paraId="50BE1231" w14:textId="77777777" w:rsidR="00DB19DE" w:rsidRPr="00BD5F15" w:rsidRDefault="00DB19DE" w:rsidP="00DB19DE">
      <w:pPr>
        <w:numPr>
          <w:ilvl w:val="12"/>
          <w:numId w:val="0"/>
        </w:numPr>
        <w:spacing w:after="120" w:line="240" w:lineRule="auto"/>
        <w:rPr>
          <w:rFonts w:ascii="Arial" w:hAnsi="Arial" w:cs="Arial"/>
          <w:sz w:val="20"/>
          <w:szCs w:val="20"/>
        </w:rPr>
      </w:pPr>
    </w:p>
    <w:p w14:paraId="168C7CA9" w14:textId="0DE4788C" w:rsidR="00DB19DE" w:rsidRPr="00BD5F15" w:rsidRDefault="00DB19DE" w:rsidP="00C777BF">
      <w:pPr>
        <w:numPr>
          <w:ilvl w:val="12"/>
          <w:numId w:val="0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BD5F15">
        <w:rPr>
          <w:rFonts w:ascii="Arial" w:hAnsi="Arial" w:cs="Arial"/>
          <w:sz w:val="20"/>
          <w:szCs w:val="20"/>
        </w:rPr>
        <w:t>imię ............................. nazwisko .............................................</w:t>
      </w:r>
    </w:p>
    <w:p w14:paraId="269711C0" w14:textId="77777777" w:rsidR="00DB19DE" w:rsidRPr="00BD5F15" w:rsidRDefault="00DB19DE" w:rsidP="00DB19DE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BD5F15">
        <w:rPr>
          <w:rFonts w:ascii="Arial" w:hAnsi="Arial" w:cs="Arial"/>
          <w:i/>
          <w:sz w:val="20"/>
          <w:szCs w:val="20"/>
        </w:rPr>
        <w:t xml:space="preserve">(upoważnienie do podpisania oferty wynika z dokumentów załączonych do oferty) </w:t>
      </w:r>
    </w:p>
    <w:p w14:paraId="0C90A8A0" w14:textId="77777777" w:rsidR="00DB19DE" w:rsidRPr="00BD5F15" w:rsidRDefault="00DB19DE" w:rsidP="00DB19DE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BD5F15">
        <w:rPr>
          <w:rFonts w:ascii="Arial" w:hAnsi="Arial" w:cs="Arial"/>
          <w:sz w:val="20"/>
          <w:szCs w:val="20"/>
        </w:rPr>
        <w:t>działając(y) w imieniu i na rzecz:</w:t>
      </w:r>
    </w:p>
    <w:tbl>
      <w:tblPr>
        <w:tblpPr w:leftFromText="141" w:rightFromText="141" w:vertAnchor="text" w:horzAnchor="margin" w:tblpXSpec="center" w:tblpY="1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92"/>
        <w:gridCol w:w="1603"/>
        <w:gridCol w:w="1529"/>
        <w:gridCol w:w="2793"/>
      </w:tblGrid>
      <w:tr w:rsidR="00DB19DE" w:rsidRPr="00BD5F15" w14:paraId="7B8CCDB4" w14:textId="77777777" w:rsidTr="00EB1F4D">
        <w:trPr>
          <w:trHeight w:val="1120"/>
        </w:trPr>
        <w:tc>
          <w:tcPr>
            <w:tcW w:w="9017" w:type="dxa"/>
            <w:gridSpan w:val="4"/>
          </w:tcPr>
          <w:p w14:paraId="24A1CC9B" w14:textId="77777777" w:rsidR="00DB19DE" w:rsidRPr="00BD5F15" w:rsidRDefault="00DB19DE" w:rsidP="00EB1F4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D5F15">
              <w:rPr>
                <w:rFonts w:ascii="Arial" w:hAnsi="Arial" w:cs="Arial"/>
                <w:sz w:val="20"/>
                <w:szCs w:val="20"/>
              </w:rPr>
              <w:t>Pełna nazwa:</w:t>
            </w:r>
          </w:p>
          <w:p w14:paraId="3DA845DC" w14:textId="77777777" w:rsidR="00DB19DE" w:rsidRPr="00BD5F15" w:rsidRDefault="00DB19DE" w:rsidP="00C777B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19DE" w:rsidRPr="00BD5F15" w14:paraId="572FE819" w14:textId="77777777" w:rsidTr="00EB1F4D">
        <w:tc>
          <w:tcPr>
            <w:tcW w:w="9017" w:type="dxa"/>
            <w:gridSpan w:val="4"/>
          </w:tcPr>
          <w:p w14:paraId="63BC68DA" w14:textId="77777777" w:rsidR="00DB19DE" w:rsidRPr="00BD5F15" w:rsidRDefault="00DB19DE" w:rsidP="00EB1F4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D5F15">
              <w:rPr>
                <w:rFonts w:ascii="Arial" w:hAnsi="Arial" w:cs="Arial"/>
                <w:sz w:val="20"/>
                <w:szCs w:val="20"/>
              </w:rPr>
              <w:t>Adres:</w:t>
            </w:r>
          </w:p>
          <w:p w14:paraId="4E0F53C7" w14:textId="77777777" w:rsidR="00DB19DE" w:rsidRPr="00BD5F15" w:rsidRDefault="00DB19DE" w:rsidP="00EB1F4D">
            <w:pPr>
              <w:spacing w:after="0"/>
              <w:ind w:left="567"/>
              <w:rPr>
                <w:rFonts w:ascii="Arial" w:hAnsi="Arial" w:cs="Arial"/>
                <w:sz w:val="20"/>
                <w:szCs w:val="20"/>
              </w:rPr>
            </w:pPr>
          </w:p>
          <w:p w14:paraId="3D0DD84D" w14:textId="77777777" w:rsidR="00DB19DE" w:rsidRPr="00BD5F15" w:rsidRDefault="00DB19DE" w:rsidP="00EB1F4D">
            <w:pPr>
              <w:spacing w:after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19DE" w:rsidRPr="00BD5F15" w14:paraId="52FA114C" w14:textId="77777777" w:rsidTr="00EB1F4D">
        <w:tc>
          <w:tcPr>
            <w:tcW w:w="3092" w:type="dxa"/>
          </w:tcPr>
          <w:p w14:paraId="63E7F706" w14:textId="77777777" w:rsidR="00DB19DE" w:rsidRPr="00BD5F15" w:rsidRDefault="00DB19DE" w:rsidP="00EB1F4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D5F15">
              <w:rPr>
                <w:rFonts w:ascii="Arial" w:hAnsi="Arial" w:cs="Arial"/>
                <w:sz w:val="20"/>
                <w:szCs w:val="20"/>
                <w:lang w:val="en-US"/>
              </w:rPr>
              <w:t>REGON</w:t>
            </w:r>
          </w:p>
          <w:p w14:paraId="54FC8941" w14:textId="77777777" w:rsidR="00DB19DE" w:rsidRPr="00BD5F15" w:rsidRDefault="00DB19DE" w:rsidP="00EB1F4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32" w:type="dxa"/>
            <w:gridSpan w:val="2"/>
            <w:hideMark/>
          </w:tcPr>
          <w:p w14:paraId="772A67EA" w14:textId="77777777" w:rsidR="00DB19DE" w:rsidRPr="00BD5F15" w:rsidRDefault="00DB19DE" w:rsidP="00EB1F4D">
            <w:pPr>
              <w:spacing w:after="0"/>
              <w:ind w:left="7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D5F15">
              <w:rPr>
                <w:rFonts w:ascii="Arial" w:hAnsi="Arial" w:cs="Arial"/>
                <w:sz w:val="20"/>
                <w:szCs w:val="20"/>
                <w:lang w:val="en-US"/>
              </w:rPr>
              <w:t>KRS/CEIDG</w:t>
            </w:r>
          </w:p>
        </w:tc>
        <w:tc>
          <w:tcPr>
            <w:tcW w:w="2793" w:type="dxa"/>
            <w:hideMark/>
          </w:tcPr>
          <w:p w14:paraId="30E16C07" w14:textId="77777777" w:rsidR="00DB19DE" w:rsidRPr="00BD5F15" w:rsidRDefault="00DB19DE" w:rsidP="00EB1F4D">
            <w:pPr>
              <w:spacing w:after="0"/>
              <w:ind w:left="7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D5F15">
              <w:rPr>
                <w:rFonts w:ascii="Arial" w:hAnsi="Arial" w:cs="Arial"/>
                <w:sz w:val="20"/>
                <w:szCs w:val="20"/>
                <w:lang w:val="en-US"/>
              </w:rPr>
              <w:t>NIP</w:t>
            </w:r>
          </w:p>
        </w:tc>
      </w:tr>
      <w:tr w:rsidR="00DB19DE" w:rsidRPr="00BD5F15" w14:paraId="020396C1" w14:textId="77777777" w:rsidTr="00EB1F4D">
        <w:trPr>
          <w:trHeight w:val="664"/>
        </w:trPr>
        <w:tc>
          <w:tcPr>
            <w:tcW w:w="9017" w:type="dxa"/>
            <w:gridSpan w:val="4"/>
            <w:vAlign w:val="center"/>
          </w:tcPr>
          <w:p w14:paraId="5E7678C2" w14:textId="77777777" w:rsidR="00DB19DE" w:rsidRPr="00BD5F15" w:rsidRDefault="00DB19DE" w:rsidP="00EB1F4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F15">
              <w:rPr>
                <w:rFonts w:ascii="Arial" w:hAnsi="Arial" w:cs="Arial"/>
                <w:sz w:val="20"/>
                <w:szCs w:val="20"/>
              </w:rPr>
              <w:t xml:space="preserve">Osoba do kontaktu: </w:t>
            </w:r>
            <w:r w:rsidRPr="00BD5F15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  <w:r w:rsidRPr="00BD5F15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B19DE" w:rsidRPr="00BD5F15" w14:paraId="208C376A" w14:textId="77777777" w:rsidTr="00EB1F4D">
        <w:trPr>
          <w:trHeight w:val="750"/>
        </w:trPr>
        <w:tc>
          <w:tcPr>
            <w:tcW w:w="4695" w:type="dxa"/>
            <w:gridSpan w:val="2"/>
            <w:hideMark/>
          </w:tcPr>
          <w:p w14:paraId="5EBB0948" w14:textId="77777777" w:rsidR="00DB19DE" w:rsidRPr="00BD5F15" w:rsidRDefault="00DB19DE" w:rsidP="00EB1F4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485FFE94" w14:textId="77777777" w:rsidR="00DB19DE" w:rsidRPr="00BD5F15" w:rsidRDefault="00DB19DE" w:rsidP="00EB1F4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D5F15">
              <w:rPr>
                <w:rFonts w:ascii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4322" w:type="dxa"/>
            <w:gridSpan w:val="2"/>
          </w:tcPr>
          <w:p w14:paraId="25B64211" w14:textId="77777777" w:rsidR="00DB19DE" w:rsidRPr="00BD5F15" w:rsidRDefault="00DB19DE" w:rsidP="00EB1F4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5C1158E5" w14:textId="77777777" w:rsidR="00DB19DE" w:rsidRPr="00BD5F15" w:rsidRDefault="00DB19DE" w:rsidP="00EB1F4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D5F15">
              <w:rPr>
                <w:rFonts w:ascii="Arial" w:hAnsi="Arial" w:cs="Arial"/>
                <w:sz w:val="20"/>
                <w:szCs w:val="20"/>
              </w:rPr>
              <w:t xml:space="preserve">E-mail: </w:t>
            </w:r>
          </w:p>
        </w:tc>
      </w:tr>
    </w:tbl>
    <w:p w14:paraId="3E369867" w14:textId="7F010BED" w:rsidR="00DB19DE" w:rsidRDefault="00DB19DE" w:rsidP="00DB19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F81786A" w14:textId="090288B1" w:rsidR="00DB19DE" w:rsidRPr="000004CC" w:rsidRDefault="00DB19DE" w:rsidP="0000486B">
      <w:pPr>
        <w:pStyle w:val="Akapitzlist"/>
        <w:numPr>
          <w:ilvl w:val="0"/>
          <w:numId w:val="19"/>
        </w:numPr>
        <w:tabs>
          <w:tab w:val="left" w:pos="284"/>
        </w:tabs>
        <w:suppressAutoHyphens w:val="0"/>
        <w:spacing w:after="0" w:line="276" w:lineRule="auto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00486B">
        <w:rPr>
          <w:rFonts w:ascii="Arial" w:hAnsi="Arial" w:cs="Arial"/>
          <w:b/>
          <w:sz w:val="20"/>
          <w:szCs w:val="20"/>
        </w:rPr>
        <w:t>Składam/y</w:t>
      </w:r>
      <w:r w:rsidRPr="0000486B">
        <w:rPr>
          <w:rFonts w:ascii="Arial" w:hAnsi="Arial" w:cs="Arial"/>
          <w:sz w:val="20"/>
          <w:szCs w:val="20"/>
        </w:rPr>
        <w:t xml:space="preserve"> </w:t>
      </w:r>
      <w:r w:rsidRPr="0000486B">
        <w:rPr>
          <w:rFonts w:ascii="Arial" w:hAnsi="Arial" w:cs="Arial"/>
          <w:b/>
          <w:sz w:val="20"/>
          <w:szCs w:val="20"/>
        </w:rPr>
        <w:t>ofertę</w:t>
      </w:r>
      <w:r w:rsidRPr="0000486B">
        <w:rPr>
          <w:rFonts w:ascii="Arial" w:hAnsi="Arial" w:cs="Arial"/>
          <w:sz w:val="20"/>
          <w:szCs w:val="20"/>
        </w:rPr>
        <w:t xml:space="preserve"> na wykonanie przedmiotu zamówienia </w:t>
      </w:r>
      <w:r w:rsidRPr="0000486B">
        <w:rPr>
          <w:rFonts w:ascii="Arial" w:hAnsi="Arial" w:cs="Arial"/>
          <w:bCs/>
          <w:sz w:val="20"/>
          <w:szCs w:val="20"/>
        </w:rPr>
        <w:t>zgodnie z wymaganiami określonymi w</w:t>
      </w:r>
      <w:r w:rsidRPr="0000486B">
        <w:rPr>
          <w:rFonts w:ascii="Arial" w:hAnsi="Arial" w:cs="Arial"/>
          <w:sz w:val="20"/>
          <w:szCs w:val="20"/>
          <w:lang w:eastAsia="ar-SA"/>
        </w:rPr>
        <w:t xml:space="preserve"> ogłoszeniu o udzielanym zamówieniu</w:t>
      </w:r>
      <w:r w:rsidR="00BD5A9E">
        <w:rPr>
          <w:rFonts w:ascii="Arial" w:hAnsi="Arial" w:cs="Arial"/>
          <w:sz w:val="20"/>
          <w:szCs w:val="20"/>
          <w:lang w:eastAsia="ar-SA"/>
        </w:rPr>
        <w:t>.</w:t>
      </w:r>
    </w:p>
    <w:p w14:paraId="7BFABD9B" w14:textId="77777777" w:rsidR="000004CC" w:rsidRPr="0000486B" w:rsidRDefault="000004CC" w:rsidP="000004CC">
      <w:pPr>
        <w:pStyle w:val="Akapitzlist"/>
        <w:tabs>
          <w:tab w:val="left" w:pos="284"/>
        </w:tabs>
        <w:suppressAutoHyphens w:val="0"/>
        <w:spacing w:after="0" w:line="276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2CE959F7" w14:textId="1FB90E1F" w:rsidR="00DB19DE" w:rsidRPr="00C95516" w:rsidRDefault="00DB19DE" w:rsidP="00405CB4">
      <w:pPr>
        <w:pStyle w:val="Tekstpodstawowy"/>
        <w:numPr>
          <w:ilvl w:val="0"/>
          <w:numId w:val="19"/>
        </w:numPr>
        <w:spacing w:after="0"/>
        <w:ind w:left="284" w:hanging="284"/>
        <w:rPr>
          <w:rFonts w:ascii="Arial" w:hAnsi="Arial" w:cs="Arial"/>
          <w:bCs/>
          <w:sz w:val="20"/>
        </w:rPr>
      </w:pPr>
      <w:r w:rsidRPr="00BD5F15">
        <w:rPr>
          <w:rFonts w:ascii="Arial" w:hAnsi="Arial" w:cs="Arial"/>
          <w:b/>
          <w:bCs/>
          <w:sz w:val="20"/>
        </w:rPr>
        <w:t>Oferuję/</w:t>
      </w:r>
      <w:proofErr w:type="spellStart"/>
      <w:r w:rsidRPr="00BD5F15">
        <w:rPr>
          <w:rFonts w:ascii="Arial" w:hAnsi="Arial" w:cs="Arial"/>
          <w:b/>
          <w:bCs/>
          <w:sz w:val="20"/>
        </w:rPr>
        <w:t>emy</w:t>
      </w:r>
      <w:proofErr w:type="spellEnd"/>
      <w:r w:rsidRPr="00BD5F15">
        <w:rPr>
          <w:rFonts w:ascii="Arial" w:hAnsi="Arial" w:cs="Arial"/>
          <w:bCs/>
          <w:sz w:val="20"/>
        </w:rPr>
        <w:t xml:space="preserve"> realizację przedmiotu zamówienia za cenę </w:t>
      </w:r>
      <w:r w:rsidRPr="001F27CA">
        <w:rPr>
          <w:rFonts w:ascii="Arial" w:hAnsi="Arial" w:cs="Arial"/>
          <w:sz w:val="20"/>
        </w:rPr>
        <w:t>brutto:</w:t>
      </w:r>
      <w:r w:rsidR="00EE7224">
        <w:rPr>
          <w:rFonts w:ascii="Arial" w:hAnsi="Arial" w:cs="Arial"/>
          <w:sz w:val="20"/>
        </w:rPr>
        <w:t xml:space="preserve"> </w:t>
      </w:r>
      <w:r w:rsidRPr="00405CB4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________________PLN, </w:t>
      </w:r>
    </w:p>
    <w:p w14:paraId="55FC14D3" w14:textId="77777777" w:rsidR="00C95516" w:rsidRDefault="00C95516" w:rsidP="00C95516">
      <w:pPr>
        <w:pStyle w:val="Akapitzlist"/>
        <w:rPr>
          <w:rFonts w:ascii="Arial" w:hAnsi="Arial" w:cs="Arial"/>
          <w:bCs/>
          <w:sz w:val="20"/>
        </w:rPr>
      </w:pPr>
    </w:p>
    <w:p w14:paraId="246FD4A4" w14:textId="0A6FEDDF" w:rsidR="00C95516" w:rsidRPr="00C95516" w:rsidRDefault="00C95516" w:rsidP="00C95516">
      <w:pPr>
        <w:pStyle w:val="Akapitzlist"/>
        <w:numPr>
          <w:ilvl w:val="0"/>
          <w:numId w:val="19"/>
        </w:numPr>
        <w:jc w:val="both"/>
        <w:rPr>
          <w:rFonts w:ascii="Arial" w:eastAsia="Times New Roman" w:hAnsi="Arial" w:cs="Arial"/>
          <w:bCs/>
          <w:sz w:val="20"/>
          <w:lang w:eastAsia="pl-PL"/>
        </w:rPr>
      </w:pPr>
      <w:r w:rsidRPr="00C95516">
        <w:rPr>
          <w:rFonts w:ascii="Arial" w:eastAsia="Times New Roman" w:hAnsi="Arial" w:cs="Arial"/>
          <w:bCs/>
          <w:sz w:val="20"/>
          <w:lang w:eastAsia="pl-PL"/>
        </w:rPr>
        <w:lastRenderedPageBreak/>
        <w:t>Zobowiązujemy się do przygotowania, dostarczania i wydawania posiłków profilaktycznych pracownikom Zamawiającego w terminie od 2.11.202</w:t>
      </w:r>
      <w:r>
        <w:rPr>
          <w:rFonts w:ascii="Arial" w:eastAsia="Times New Roman" w:hAnsi="Arial" w:cs="Arial"/>
          <w:bCs/>
          <w:sz w:val="20"/>
          <w:lang w:eastAsia="pl-PL"/>
        </w:rPr>
        <w:t>4</w:t>
      </w:r>
      <w:r w:rsidRPr="00C95516">
        <w:rPr>
          <w:rFonts w:ascii="Arial" w:eastAsia="Times New Roman" w:hAnsi="Arial" w:cs="Arial"/>
          <w:bCs/>
          <w:sz w:val="20"/>
          <w:lang w:eastAsia="pl-PL"/>
        </w:rPr>
        <w:t xml:space="preserve"> r. do 31.03.202</w:t>
      </w:r>
      <w:r>
        <w:rPr>
          <w:rFonts w:ascii="Arial" w:eastAsia="Times New Roman" w:hAnsi="Arial" w:cs="Arial"/>
          <w:bCs/>
          <w:sz w:val="20"/>
          <w:lang w:eastAsia="pl-PL"/>
        </w:rPr>
        <w:t>5</w:t>
      </w:r>
      <w:r w:rsidRPr="00C95516">
        <w:rPr>
          <w:rFonts w:ascii="Arial" w:eastAsia="Times New Roman" w:hAnsi="Arial" w:cs="Arial"/>
          <w:bCs/>
          <w:sz w:val="20"/>
          <w:lang w:eastAsia="pl-PL"/>
        </w:rPr>
        <w:t xml:space="preserve"> r. w dni robocze Zamawiającego.</w:t>
      </w:r>
    </w:p>
    <w:p w14:paraId="7DB659F1" w14:textId="70E0659C" w:rsidR="00DB19DE" w:rsidRPr="00C95516" w:rsidRDefault="00DB19DE" w:rsidP="00C95516">
      <w:pPr>
        <w:pStyle w:val="Tekstpodstawowy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  <w:bCs/>
          <w:sz w:val="20"/>
        </w:rPr>
      </w:pPr>
      <w:r w:rsidRPr="00C95516">
        <w:rPr>
          <w:rFonts w:ascii="Arial" w:hAnsi="Arial" w:cs="Arial"/>
          <w:b/>
          <w:bCs/>
          <w:sz w:val="20"/>
          <w:szCs w:val="20"/>
        </w:rPr>
        <w:t>Oświadczam/y</w:t>
      </w:r>
      <w:r w:rsidRPr="00C95516">
        <w:rPr>
          <w:rFonts w:ascii="Arial" w:hAnsi="Arial" w:cs="Arial"/>
          <w:bCs/>
          <w:sz w:val="20"/>
          <w:szCs w:val="20"/>
        </w:rPr>
        <w:t xml:space="preserve">, że cena oferty obejmuje </w:t>
      </w:r>
      <w:r w:rsidRPr="00C95516">
        <w:rPr>
          <w:rFonts w:ascii="Arial" w:hAnsi="Arial" w:cs="Arial"/>
          <w:bCs/>
          <w:sz w:val="20"/>
          <w:szCs w:val="20"/>
          <w:u w:val="single"/>
        </w:rPr>
        <w:t xml:space="preserve">wszystkie </w:t>
      </w:r>
      <w:r w:rsidRPr="00C95516">
        <w:rPr>
          <w:rFonts w:ascii="Arial" w:hAnsi="Arial" w:cs="Arial"/>
          <w:sz w:val="20"/>
          <w:szCs w:val="20"/>
          <w:u w:val="single"/>
        </w:rPr>
        <w:t>elementy cenotwórcze</w:t>
      </w:r>
      <w:r w:rsidRPr="00C95516">
        <w:rPr>
          <w:rFonts w:ascii="Arial" w:hAnsi="Arial" w:cs="Arial"/>
          <w:sz w:val="20"/>
          <w:szCs w:val="20"/>
        </w:rPr>
        <w:t xml:space="preserve"> , wynikające z zakresu   i sposobu realizacji przedmiotu zamówienia,</w:t>
      </w:r>
      <w:r w:rsidRPr="00C95516">
        <w:rPr>
          <w:rFonts w:ascii="Arial" w:hAnsi="Arial" w:cs="Arial"/>
          <w:bCs/>
          <w:sz w:val="20"/>
          <w:szCs w:val="20"/>
        </w:rPr>
        <w:t xml:space="preserve"> określone w </w:t>
      </w:r>
      <w:r w:rsidRPr="00C95516">
        <w:rPr>
          <w:rFonts w:ascii="Arial" w:hAnsi="Arial" w:cs="Arial"/>
          <w:sz w:val="20"/>
          <w:szCs w:val="20"/>
          <w:lang w:eastAsia="ar-SA"/>
        </w:rPr>
        <w:t xml:space="preserve">ogłoszenia o udzielanym zamówieniu </w:t>
      </w:r>
      <w:r w:rsidRPr="00C95516">
        <w:rPr>
          <w:rFonts w:ascii="Arial" w:hAnsi="Arial" w:cs="Arial"/>
          <w:bCs/>
          <w:sz w:val="20"/>
          <w:szCs w:val="20"/>
        </w:rPr>
        <w:t xml:space="preserve">stanowiącym jego integralną część. </w:t>
      </w:r>
    </w:p>
    <w:p w14:paraId="00A90DDE" w14:textId="6C00076F" w:rsidR="00DB19DE" w:rsidRPr="00C95516" w:rsidRDefault="00DB19DE" w:rsidP="00C95516">
      <w:pPr>
        <w:pStyle w:val="Tekstpodstawowy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  <w:bCs/>
          <w:sz w:val="20"/>
        </w:rPr>
      </w:pPr>
      <w:r w:rsidRPr="00C95516">
        <w:rPr>
          <w:rFonts w:ascii="Arial" w:hAnsi="Arial" w:cs="Arial"/>
          <w:b/>
          <w:sz w:val="20"/>
          <w:szCs w:val="20"/>
        </w:rPr>
        <w:t>Wszystkie inne</w:t>
      </w:r>
      <w:r w:rsidRPr="00C95516">
        <w:rPr>
          <w:rFonts w:ascii="Arial" w:hAnsi="Arial" w:cs="Arial"/>
          <w:sz w:val="20"/>
          <w:szCs w:val="20"/>
        </w:rPr>
        <w:t xml:space="preserve"> koszty jakie poniesiemy przy realizacji zamówienia, nieuwzględnione w cenie  oferty nie będą obciążały Zamawiającego.</w:t>
      </w:r>
    </w:p>
    <w:p w14:paraId="7085B28C" w14:textId="5F476060" w:rsidR="00DB19DE" w:rsidRPr="00C95516" w:rsidRDefault="00DB19DE" w:rsidP="00C95516">
      <w:pPr>
        <w:pStyle w:val="Tekstpodstawowy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  <w:bCs/>
          <w:sz w:val="20"/>
        </w:rPr>
      </w:pPr>
      <w:r w:rsidRPr="00C95516">
        <w:rPr>
          <w:rFonts w:ascii="Arial" w:hAnsi="Arial" w:cs="Arial"/>
          <w:b/>
          <w:sz w:val="20"/>
          <w:szCs w:val="20"/>
        </w:rPr>
        <w:t xml:space="preserve"> Oświadczam/y</w:t>
      </w:r>
      <w:r w:rsidRPr="00C95516">
        <w:rPr>
          <w:rFonts w:ascii="Arial" w:hAnsi="Arial" w:cs="Arial"/>
          <w:sz w:val="20"/>
          <w:szCs w:val="20"/>
        </w:rPr>
        <w:t xml:space="preserve">, że zapoznaliśmy się z </w:t>
      </w:r>
      <w:r w:rsidRPr="00C95516">
        <w:rPr>
          <w:rFonts w:ascii="Arial" w:hAnsi="Arial" w:cs="Arial"/>
          <w:sz w:val="20"/>
          <w:szCs w:val="20"/>
          <w:lang w:eastAsia="ar-SA"/>
        </w:rPr>
        <w:t>ogłoszeniem o udzielanym zamówieniu</w:t>
      </w:r>
      <w:r w:rsidRPr="00C95516">
        <w:rPr>
          <w:rFonts w:ascii="Arial" w:hAnsi="Arial" w:cs="Arial"/>
          <w:sz w:val="20"/>
          <w:szCs w:val="20"/>
        </w:rPr>
        <w:t>, nie wnosimy do jego treści zastrzeżeń i uznajemy się za związanych określonymi w nim postanowieniami i zasadami postępowania.</w:t>
      </w:r>
    </w:p>
    <w:p w14:paraId="541F87D7" w14:textId="3CE25D62" w:rsidR="00DB19DE" w:rsidRPr="00C95516" w:rsidRDefault="00DB19DE" w:rsidP="00DB19DE">
      <w:pPr>
        <w:pStyle w:val="Tekstpodstawowy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  <w:bCs/>
          <w:sz w:val="20"/>
        </w:rPr>
      </w:pPr>
      <w:r w:rsidRPr="00C95516">
        <w:rPr>
          <w:rFonts w:ascii="Arial" w:hAnsi="Arial" w:cs="Arial"/>
          <w:sz w:val="20"/>
          <w:szCs w:val="20"/>
        </w:rPr>
        <w:t xml:space="preserve"> </w:t>
      </w:r>
      <w:r w:rsidRPr="00C95516">
        <w:rPr>
          <w:rFonts w:ascii="Arial" w:hAnsi="Arial" w:cs="Arial"/>
          <w:b/>
          <w:sz w:val="20"/>
          <w:szCs w:val="20"/>
        </w:rPr>
        <w:t>Oświadczam/y</w:t>
      </w:r>
      <w:r w:rsidRPr="00C95516">
        <w:rPr>
          <w:rFonts w:ascii="Arial" w:hAnsi="Arial" w:cs="Arial"/>
          <w:sz w:val="20"/>
          <w:szCs w:val="20"/>
        </w:rPr>
        <w:t>, że zapoznaliśmy się  ze wzorem umowy, który stanowi załącznik</w:t>
      </w:r>
      <w:r w:rsidR="00EE7224" w:rsidRPr="00C95516">
        <w:rPr>
          <w:rFonts w:ascii="Arial" w:hAnsi="Arial" w:cs="Arial"/>
          <w:sz w:val="20"/>
          <w:szCs w:val="20"/>
        </w:rPr>
        <w:t xml:space="preserve"> </w:t>
      </w:r>
      <w:r w:rsidR="00C777BF" w:rsidRPr="00C95516">
        <w:rPr>
          <w:rFonts w:ascii="Arial" w:hAnsi="Arial" w:cs="Arial"/>
          <w:sz w:val="20"/>
          <w:szCs w:val="20"/>
        </w:rPr>
        <w:t>4</w:t>
      </w:r>
      <w:r w:rsidRPr="00C95516">
        <w:rPr>
          <w:rFonts w:ascii="Arial" w:hAnsi="Arial" w:cs="Arial"/>
          <w:sz w:val="20"/>
          <w:szCs w:val="20"/>
        </w:rPr>
        <w:t xml:space="preserve"> do </w:t>
      </w:r>
      <w:r w:rsidRPr="00C95516">
        <w:rPr>
          <w:rFonts w:ascii="Arial" w:hAnsi="Arial" w:cs="Arial"/>
          <w:sz w:val="20"/>
          <w:szCs w:val="20"/>
          <w:lang w:eastAsia="ar-SA"/>
        </w:rPr>
        <w:t>ogłoszenia o udzielanym zamówieniu</w:t>
      </w:r>
      <w:r w:rsidRPr="00C95516">
        <w:rPr>
          <w:rFonts w:ascii="Arial" w:hAnsi="Arial" w:cs="Arial"/>
          <w:sz w:val="20"/>
          <w:szCs w:val="20"/>
        </w:rPr>
        <w:t xml:space="preserve">. Nie wnosimy do jego treści zastrzeżeń. Zobowiązujemy się w przypadku wyboru naszej oferty do zawarcia umowy na określonych w </w:t>
      </w:r>
      <w:r w:rsidRPr="00C95516">
        <w:rPr>
          <w:rFonts w:ascii="Arial" w:hAnsi="Arial" w:cs="Arial"/>
          <w:bCs/>
          <w:sz w:val="20"/>
          <w:szCs w:val="20"/>
        </w:rPr>
        <w:t xml:space="preserve">nim </w:t>
      </w:r>
      <w:r w:rsidRPr="00C95516">
        <w:rPr>
          <w:rFonts w:ascii="Arial" w:hAnsi="Arial" w:cs="Arial"/>
          <w:sz w:val="20"/>
          <w:szCs w:val="20"/>
        </w:rPr>
        <w:t>warunkach.</w:t>
      </w:r>
    </w:p>
    <w:p w14:paraId="38F23108" w14:textId="55320CCB" w:rsidR="00DB19DE" w:rsidRPr="00C95516" w:rsidRDefault="00DB19DE" w:rsidP="00DB19DE">
      <w:pPr>
        <w:pStyle w:val="Tekstpodstawowy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  <w:bCs/>
          <w:sz w:val="20"/>
        </w:rPr>
      </w:pPr>
      <w:r w:rsidRPr="00C95516">
        <w:rPr>
          <w:rFonts w:ascii="Arial" w:hAnsi="Arial" w:cs="Arial"/>
          <w:b/>
          <w:sz w:val="20"/>
          <w:szCs w:val="20"/>
        </w:rPr>
        <w:t xml:space="preserve">Oświadczam </w:t>
      </w:r>
      <w:r w:rsidRPr="00C95516">
        <w:rPr>
          <w:rFonts w:ascii="Arial" w:hAnsi="Arial" w:cs="Arial"/>
          <w:sz w:val="20"/>
          <w:szCs w:val="20"/>
        </w:rPr>
        <w:t>(Oświadczamy), że wypełniłem (wypełniliśmy)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</w:t>
      </w:r>
    </w:p>
    <w:p w14:paraId="3E4FE2E3" w14:textId="77777777" w:rsidR="00DB19DE" w:rsidRPr="00C95516" w:rsidRDefault="00DB19DE" w:rsidP="00DB19DE">
      <w:pPr>
        <w:pStyle w:val="Tekstpodstawowy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  <w:bCs/>
          <w:sz w:val="20"/>
        </w:rPr>
      </w:pPr>
      <w:r w:rsidRPr="00C95516">
        <w:rPr>
          <w:rFonts w:ascii="Arial" w:hAnsi="Arial" w:cs="Arial"/>
          <w:b/>
          <w:sz w:val="20"/>
          <w:szCs w:val="20"/>
        </w:rPr>
        <w:t xml:space="preserve">Załącznikami </w:t>
      </w:r>
      <w:r w:rsidRPr="00C95516">
        <w:rPr>
          <w:rFonts w:ascii="Arial" w:hAnsi="Arial" w:cs="Arial"/>
          <w:sz w:val="20"/>
          <w:szCs w:val="20"/>
        </w:rPr>
        <w:t>do niniejszej Oferty, stanowiącymi jej integralną część są:</w:t>
      </w:r>
    </w:p>
    <w:p w14:paraId="19BFF649" w14:textId="77777777" w:rsidR="00DB19DE" w:rsidRPr="00BD5F15" w:rsidRDefault="00DB19DE" w:rsidP="00DB19DE">
      <w:p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DB19DE" w:rsidRPr="00BD5F15" w14:paraId="6EA4ED11" w14:textId="77777777" w:rsidTr="00EB1F4D">
        <w:tc>
          <w:tcPr>
            <w:tcW w:w="10150" w:type="dxa"/>
          </w:tcPr>
          <w:p w14:paraId="7457FD7F" w14:textId="77777777" w:rsidR="00DB19DE" w:rsidRPr="00BD5F15" w:rsidRDefault="00DB19DE" w:rsidP="009A386F">
            <w:pPr>
              <w:numPr>
                <w:ilvl w:val="0"/>
                <w:numId w:val="20"/>
              </w:numPr>
              <w:spacing w:after="0"/>
              <w:ind w:left="567" w:hanging="283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D5F1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  <w:tr w:rsidR="00BF005E" w:rsidRPr="00BD5F15" w14:paraId="23FA92C5" w14:textId="77777777" w:rsidTr="00D209CC">
        <w:trPr>
          <w:cantSplit/>
        </w:trPr>
        <w:tc>
          <w:tcPr>
            <w:tcW w:w="10150" w:type="dxa"/>
          </w:tcPr>
          <w:p w14:paraId="1A96BDC3" w14:textId="77777777" w:rsidR="00BF005E" w:rsidRPr="00BD5F15" w:rsidRDefault="00BF005E" w:rsidP="009A386F">
            <w:pPr>
              <w:numPr>
                <w:ilvl w:val="0"/>
                <w:numId w:val="20"/>
              </w:numPr>
              <w:spacing w:after="0"/>
              <w:ind w:left="567" w:hanging="283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D5F1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  <w:tr w:rsidR="00BF005E" w:rsidRPr="00BD5F15" w14:paraId="6CE58630" w14:textId="77777777" w:rsidTr="00D209CC">
        <w:trPr>
          <w:cantSplit/>
        </w:trPr>
        <w:tc>
          <w:tcPr>
            <w:tcW w:w="10150" w:type="dxa"/>
          </w:tcPr>
          <w:p w14:paraId="5EDD5A7E" w14:textId="77777777" w:rsidR="00BF005E" w:rsidRPr="00BD5F15" w:rsidRDefault="00BF005E" w:rsidP="009A386F">
            <w:pPr>
              <w:numPr>
                <w:ilvl w:val="0"/>
                <w:numId w:val="20"/>
              </w:numPr>
              <w:spacing w:after="0"/>
              <w:ind w:left="567" w:hanging="283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D5F1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  <w:tr w:rsidR="00BF005E" w:rsidRPr="00BD5F15" w14:paraId="5B3F326E" w14:textId="77777777" w:rsidTr="00D209CC">
        <w:trPr>
          <w:cantSplit/>
          <w:trHeight w:val="318"/>
        </w:trPr>
        <w:tc>
          <w:tcPr>
            <w:tcW w:w="10150" w:type="dxa"/>
          </w:tcPr>
          <w:p w14:paraId="3C59C74A" w14:textId="77777777" w:rsidR="00BF005E" w:rsidRPr="00BD5F15" w:rsidRDefault="00BF005E" w:rsidP="009A386F">
            <w:pPr>
              <w:numPr>
                <w:ilvl w:val="0"/>
                <w:numId w:val="20"/>
              </w:numPr>
              <w:spacing w:after="0"/>
              <w:ind w:left="567" w:hanging="283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D5F1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</w:tbl>
    <w:p w14:paraId="227E89EB" w14:textId="77777777" w:rsidR="00BF005E" w:rsidRPr="00BD5F15" w:rsidRDefault="00BF005E" w:rsidP="00BF005E">
      <w:pPr>
        <w:pStyle w:val="Zwykytekst"/>
        <w:spacing w:line="360" w:lineRule="auto"/>
        <w:rPr>
          <w:rFonts w:ascii="Arial" w:hAnsi="Arial" w:cs="Arial"/>
        </w:rPr>
      </w:pPr>
    </w:p>
    <w:p w14:paraId="05B32DFB" w14:textId="77777777" w:rsidR="00BF005E" w:rsidRDefault="00BF005E" w:rsidP="00BF005E">
      <w:pPr>
        <w:pStyle w:val="Zwykytekst"/>
        <w:spacing w:line="276" w:lineRule="auto"/>
        <w:rPr>
          <w:rFonts w:ascii="Arial" w:hAnsi="Arial" w:cs="Arial"/>
        </w:rPr>
      </w:pPr>
    </w:p>
    <w:p w14:paraId="5A2F848A" w14:textId="77777777" w:rsidR="003A52C9" w:rsidRDefault="003A52C9" w:rsidP="00BF005E">
      <w:pPr>
        <w:pStyle w:val="Zwykytekst"/>
        <w:spacing w:line="276" w:lineRule="auto"/>
        <w:rPr>
          <w:rFonts w:ascii="Arial" w:hAnsi="Arial" w:cs="Arial"/>
        </w:rPr>
      </w:pPr>
    </w:p>
    <w:p w14:paraId="6BFC7646" w14:textId="77777777" w:rsidR="003A52C9" w:rsidRDefault="003A52C9" w:rsidP="00BF005E">
      <w:pPr>
        <w:pStyle w:val="Zwykytekst"/>
        <w:spacing w:line="276" w:lineRule="auto"/>
        <w:rPr>
          <w:rFonts w:ascii="Arial" w:hAnsi="Arial" w:cs="Arial"/>
        </w:rPr>
      </w:pPr>
    </w:p>
    <w:p w14:paraId="45F7B2E0" w14:textId="77777777" w:rsidR="00BF005E" w:rsidRPr="00BD5F15" w:rsidRDefault="00BF005E" w:rsidP="00BF005E">
      <w:pPr>
        <w:pStyle w:val="Zwykytekst"/>
        <w:spacing w:line="276" w:lineRule="auto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                                                     …………………………………………………………………………</w:t>
      </w:r>
    </w:p>
    <w:p w14:paraId="2F02E850" w14:textId="6D335D16" w:rsidR="00BF005E" w:rsidRPr="00032F0F" w:rsidRDefault="00BF005E" w:rsidP="00032F0F">
      <w:pPr>
        <w:pStyle w:val="Zwykytekst"/>
        <w:spacing w:line="276" w:lineRule="auto"/>
        <w:ind w:left="3686"/>
        <w:jc w:val="center"/>
        <w:rPr>
          <w:rFonts w:ascii="Arial" w:hAnsi="Arial" w:cs="Arial"/>
          <w:sz w:val="18"/>
          <w:szCs w:val="18"/>
        </w:rPr>
      </w:pPr>
      <w:r w:rsidRPr="00BD5F15">
        <w:rPr>
          <w:rFonts w:ascii="Arial" w:hAnsi="Arial" w:cs="Arial"/>
        </w:rPr>
        <w:t>(</w:t>
      </w:r>
      <w:r w:rsidRPr="00F772D8">
        <w:rPr>
          <w:rFonts w:ascii="Arial" w:hAnsi="Arial" w:cs="Arial"/>
          <w:i/>
          <w:sz w:val="18"/>
          <w:szCs w:val="18"/>
        </w:rPr>
        <w:t>podpis i pieczątka osoby upoważnionej do podpisania oferty lub kwalifikowany podpis elektroniczny lub podpis zaufany lub podpis osobisty)</w:t>
      </w:r>
    </w:p>
    <w:p w14:paraId="2C9E3DD1" w14:textId="77777777" w:rsidR="00BF005E" w:rsidRDefault="00BF005E" w:rsidP="00BF005E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4DB6542A" w14:textId="77777777" w:rsidR="00BF005E" w:rsidRPr="00E07E83" w:rsidRDefault="00BF005E" w:rsidP="00BF005E">
      <w:pPr>
        <w:pStyle w:val="Zwykytekst"/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</w:p>
    <w:p w14:paraId="74836D89" w14:textId="401F81CE" w:rsidR="00BF005E" w:rsidRDefault="00BF005E" w:rsidP="00BF005E">
      <w:pPr>
        <w:pStyle w:val="Zwykytekst"/>
        <w:spacing w:line="276" w:lineRule="auto"/>
        <w:rPr>
          <w:rFonts w:ascii="Arial" w:hAnsi="Arial" w:cs="Arial"/>
          <w:b/>
          <w:i/>
          <w:sz w:val="18"/>
          <w:szCs w:val="18"/>
        </w:rPr>
      </w:pPr>
      <w:r w:rsidRPr="00E07E83">
        <w:rPr>
          <w:rFonts w:ascii="Arial" w:hAnsi="Arial" w:cs="Arial"/>
          <w:b/>
          <w:i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>
        <w:rPr>
          <w:rFonts w:ascii="Arial" w:hAnsi="Arial" w:cs="Arial"/>
          <w:b/>
          <w:i/>
          <w:sz w:val="18"/>
          <w:szCs w:val="18"/>
        </w:rPr>
        <w:t>nia np. przez jego wykreślenie</w:t>
      </w:r>
    </w:p>
    <w:p w14:paraId="25E5247C" w14:textId="77777777" w:rsidR="00C95516" w:rsidRDefault="00C95516" w:rsidP="00BF005E">
      <w:pPr>
        <w:pStyle w:val="Zwykytekst"/>
        <w:spacing w:line="276" w:lineRule="auto"/>
        <w:rPr>
          <w:rFonts w:ascii="Arial" w:hAnsi="Arial" w:cs="Arial"/>
          <w:b/>
          <w:i/>
          <w:sz w:val="18"/>
          <w:szCs w:val="18"/>
        </w:rPr>
      </w:pPr>
    </w:p>
    <w:p w14:paraId="6A6A02DE" w14:textId="77777777" w:rsidR="00C95516" w:rsidRDefault="00C95516" w:rsidP="00BF005E">
      <w:pPr>
        <w:pStyle w:val="Zwykytekst"/>
        <w:spacing w:line="276" w:lineRule="auto"/>
        <w:rPr>
          <w:rFonts w:ascii="Arial" w:hAnsi="Arial" w:cs="Arial"/>
          <w:b/>
          <w:i/>
          <w:sz w:val="18"/>
          <w:szCs w:val="18"/>
        </w:rPr>
      </w:pPr>
    </w:p>
    <w:p w14:paraId="7FFCF09C" w14:textId="77777777" w:rsidR="00C95516" w:rsidRDefault="00C95516" w:rsidP="00BF005E">
      <w:pPr>
        <w:pStyle w:val="Zwykytekst"/>
        <w:spacing w:line="276" w:lineRule="auto"/>
        <w:rPr>
          <w:rFonts w:ascii="Arial" w:hAnsi="Arial" w:cs="Arial"/>
          <w:b/>
          <w:i/>
          <w:sz w:val="18"/>
          <w:szCs w:val="18"/>
        </w:rPr>
      </w:pPr>
    </w:p>
    <w:p w14:paraId="25A79B71" w14:textId="77777777" w:rsidR="00C95516" w:rsidRDefault="00C95516" w:rsidP="00BF005E">
      <w:pPr>
        <w:pStyle w:val="Zwykytekst"/>
        <w:spacing w:line="276" w:lineRule="auto"/>
        <w:rPr>
          <w:rFonts w:ascii="Arial" w:hAnsi="Arial" w:cs="Arial"/>
          <w:b/>
          <w:i/>
          <w:sz w:val="18"/>
          <w:szCs w:val="18"/>
        </w:rPr>
      </w:pPr>
    </w:p>
    <w:p w14:paraId="2A0300D0" w14:textId="77777777" w:rsidR="00C95516" w:rsidRDefault="00C95516" w:rsidP="00BF005E">
      <w:pPr>
        <w:pStyle w:val="Zwykytekst"/>
        <w:spacing w:line="276" w:lineRule="auto"/>
        <w:rPr>
          <w:rFonts w:ascii="Arial" w:hAnsi="Arial" w:cs="Arial"/>
          <w:b/>
          <w:i/>
          <w:sz w:val="18"/>
          <w:szCs w:val="18"/>
        </w:rPr>
      </w:pPr>
    </w:p>
    <w:p w14:paraId="5042FF55" w14:textId="77777777" w:rsidR="00C95516" w:rsidRDefault="00C95516" w:rsidP="00BF005E">
      <w:pPr>
        <w:pStyle w:val="Zwykytekst"/>
        <w:spacing w:line="276" w:lineRule="auto"/>
        <w:rPr>
          <w:rFonts w:ascii="Arial" w:hAnsi="Arial" w:cs="Arial"/>
          <w:b/>
          <w:i/>
          <w:sz w:val="18"/>
          <w:szCs w:val="18"/>
        </w:rPr>
      </w:pPr>
    </w:p>
    <w:p w14:paraId="354A3C91" w14:textId="77777777" w:rsidR="00C95516" w:rsidRDefault="00C95516" w:rsidP="00BF005E">
      <w:pPr>
        <w:pStyle w:val="Zwykytekst"/>
        <w:spacing w:line="276" w:lineRule="auto"/>
        <w:rPr>
          <w:rFonts w:ascii="Arial" w:hAnsi="Arial" w:cs="Arial"/>
          <w:b/>
          <w:i/>
          <w:sz w:val="18"/>
          <w:szCs w:val="18"/>
        </w:rPr>
      </w:pPr>
    </w:p>
    <w:p w14:paraId="7C025499" w14:textId="77777777" w:rsidR="00C95516" w:rsidRDefault="00C95516" w:rsidP="00BF005E">
      <w:pPr>
        <w:pStyle w:val="Zwykytekst"/>
        <w:spacing w:line="276" w:lineRule="auto"/>
        <w:rPr>
          <w:rFonts w:ascii="Arial" w:hAnsi="Arial" w:cs="Arial"/>
          <w:b/>
          <w:i/>
          <w:sz w:val="18"/>
          <w:szCs w:val="18"/>
        </w:rPr>
      </w:pPr>
    </w:p>
    <w:p w14:paraId="00746E31" w14:textId="77777777" w:rsidR="00C95516" w:rsidRDefault="00C95516" w:rsidP="00BF005E">
      <w:pPr>
        <w:pStyle w:val="Zwykytekst"/>
        <w:spacing w:line="276" w:lineRule="auto"/>
        <w:rPr>
          <w:rFonts w:ascii="Arial" w:hAnsi="Arial" w:cs="Arial"/>
          <w:b/>
          <w:i/>
          <w:sz w:val="18"/>
          <w:szCs w:val="18"/>
        </w:rPr>
      </w:pPr>
    </w:p>
    <w:p w14:paraId="0DB403FA" w14:textId="77777777" w:rsidR="00C95516" w:rsidRDefault="00C95516" w:rsidP="00BF005E">
      <w:pPr>
        <w:pStyle w:val="Zwykytekst"/>
        <w:spacing w:line="276" w:lineRule="auto"/>
        <w:rPr>
          <w:rFonts w:ascii="Arial" w:hAnsi="Arial" w:cs="Arial"/>
          <w:b/>
          <w:i/>
          <w:sz w:val="18"/>
          <w:szCs w:val="18"/>
        </w:rPr>
      </w:pPr>
    </w:p>
    <w:p w14:paraId="4E094DCF" w14:textId="77777777" w:rsidR="00C95516" w:rsidRDefault="00C95516" w:rsidP="00BF005E">
      <w:pPr>
        <w:pStyle w:val="Zwykytekst"/>
        <w:spacing w:line="276" w:lineRule="auto"/>
        <w:rPr>
          <w:rFonts w:ascii="Arial" w:hAnsi="Arial" w:cs="Arial"/>
          <w:b/>
          <w:i/>
          <w:sz w:val="18"/>
          <w:szCs w:val="18"/>
        </w:rPr>
      </w:pPr>
    </w:p>
    <w:p w14:paraId="55FAE82F" w14:textId="77777777" w:rsidR="00C95516" w:rsidRDefault="00C95516" w:rsidP="00BF005E">
      <w:pPr>
        <w:pStyle w:val="Zwykytekst"/>
        <w:spacing w:line="276" w:lineRule="auto"/>
        <w:rPr>
          <w:rFonts w:ascii="Arial" w:hAnsi="Arial" w:cs="Arial"/>
          <w:b/>
          <w:i/>
          <w:sz w:val="18"/>
          <w:szCs w:val="18"/>
        </w:rPr>
      </w:pPr>
    </w:p>
    <w:p w14:paraId="15AA3D7A" w14:textId="77777777" w:rsidR="00C95516" w:rsidRDefault="00C95516" w:rsidP="00BF005E">
      <w:pPr>
        <w:pStyle w:val="Zwykytekst"/>
        <w:spacing w:line="276" w:lineRule="auto"/>
        <w:rPr>
          <w:rFonts w:ascii="Arial" w:hAnsi="Arial" w:cs="Arial"/>
          <w:b/>
          <w:i/>
          <w:sz w:val="18"/>
          <w:szCs w:val="18"/>
        </w:rPr>
      </w:pPr>
    </w:p>
    <w:p w14:paraId="4DFB7AC7" w14:textId="2EE3B3B5" w:rsidR="00C95516" w:rsidRPr="00BA1C6A" w:rsidRDefault="00C95516" w:rsidP="00C95516">
      <w:pPr>
        <w:widowControl w:val="0"/>
        <w:spacing w:after="0"/>
        <w:ind w:left="426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Załącznik nr </w:t>
      </w:r>
      <w:r>
        <w:rPr>
          <w:rFonts w:ascii="Arial" w:eastAsia="Arial" w:hAnsi="Arial" w:cs="Arial"/>
          <w:sz w:val="20"/>
          <w:szCs w:val="20"/>
        </w:rPr>
        <w:t>3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43A209F9" w14:textId="77777777" w:rsidR="00C95516" w:rsidRPr="00BA1C6A" w:rsidRDefault="00C95516" w:rsidP="00C95516">
      <w:pPr>
        <w:widowControl w:val="0"/>
        <w:spacing w:after="0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3A655B97" w14:textId="77777777" w:rsidR="00C95516" w:rsidRDefault="00C95516" w:rsidP="00C95516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FORMULARZ</w:t>
      </w:r>
      <w:r>
        <w:rPr>
          <w:rFonts w:ascii="Arial" w:eastAsia="Arial" w:hAnsi="Arial" w:cs="Arial"/>
          <w:b/>
          <w:sz w:val="20"/>
          <w:szCs w:val="20"/>
        </w:rPr>
        <w:t xml:space="preserve"> CENOWY</w:t>
      </w:r>
    </w:p>
    <w:p w14:paraId="5D778A4B" w14:textId="23A6579A" w:rsidR="00C95516" w:rsidRPr="00BA1C6A" w:rsidRDefault="00C95516" w:rsidP="00C95516">
      <w:pPr>
        <w:widowControl w:val="0"/>
        <w:spacing w:after="0"/>
        <w:ind w:left="426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ZZ</w:t>
      </w:r>
      <w:r>
        <w:rPr>
          <w:rFonts w:ascii="Arial" w:eastAsia="Arial" w:hAnsi="Arial" w:cs="Arial"/>
          <w:b/>
          <w:sz w:val="20"/>
          <w:szCs w:val="20"/>
        </w:rPr>
        <w:t>/</w:t>
      </w:r>
      <w:r>
        <w:rPr>
          <w:rFonts w:ascii="Arial" w:eastAsia="Arial" w:hAnsi="Arial" w:cs="Arial"/>
          <w:b/>
          <w:sz w:val="20"/>
          <w:szCs w:val="20"/>
        </w:rPr>
        <w:t>25/055/U/24</w:t>
      </w:r>
    </w:p>
    <w:p w14:paraId="4E01424D" w14:textId="77777777" w:rsidR="00C95516" w:rsidRDefault="00C95516" w:rsidP="00C9551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15962C2" w14:textId="77777777" w:rsidR="00C95516" w:rsidRDefault="00C95516" w:rsidP="00C9551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D2E7DB2" w14:textId="77777777" w:rsidR="00C95516" w:rsidRDefault="00C95516" w:rsidP="00C9551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B9911F7" w14:textId="77777777" w:rsidR="00C95516" w:rsidRPr="004D0511" w:rsidRDefault="00C95516" w:rsidP="00C9551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D0511">
        <w:rPr>
          <w:rFonts w:ascii="Arial" w:hAnsi="Arial" w:cs="Arial"/>
          <w:b/>
          <w:sz w:val="20"/>
          <w:szCs w:val="20"/>
        </w:rPr>
        <w:t>formularz cenowy</w:t>
      </w:r>
    </w:p>
    <w:p w14:paraId="3A533E1F" w14:textId="77777777" w:rsidR="00C95516" w:rsidRDefault="00C95516" w:rsidP="00C9551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D0511">
        <w:rPr>
          <w:rFonts w:ascii="Arial" w:hAnsi="Arial" w:cs="Arial"/>
          <w:b/>
          <w:sz w:val="20"/>
          <w:szCs w:val="20"/>
        </w:rPr>
        <w:t xml:space="preserve">na świadczenie </w:t>
      </w:r>
      <w:r>
        <w:rPr>
          <w:rFonts w:ascii="Arial" w:hAnsi="Arial" w:cs="Arial"/>
          <w:b/>
          <w:sz w:val="20"/>
          <w:szCs w:val="20"/>
        </w:rPr>
        <w:t>usługi</w:t>
      </w:r>
      <w:r w:rsidRPr="004D0511">
        <w:rPr>
          <w:rFonts w:ascii="Arial" w:hAnsi="Arial" w:cs="Arial"/>
          <w:b/>
          <w:sz w:val="20"/>
          <w:szCs w:val="20"/>
        </w:rPr>
        <w:t xml:space="preserve"> przygotowania, dostarczenia i wydawania gorących posiłków profilaktycznych dla pracowników Zamawiającego</w:t>
      </w:r>
      <w:r>
        <w:rPr>
          <w:rFonts w:ascii="Arial" w:hAnsi="Arial" w:cs="Arial"/>
          <w:b/>
          <w:sz w:val="20"/>
          <w:szCs w:val="20"/>
        </w:rPr>
        <w:t>.</w:t>
      </w:r>
    </w:p>
    <w:p w14:paraId="2682FBD0" w14:textId="77777777" w:rsidR="00C95516" w:rsidRDefault="00C95516" w:rsidP="00C9551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A031828" w14:textId="77777777" w:rsidR="00C95516" w:rsidRDefault="00C95516" w:rsidP="00C9551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1701"/>
        <w:gridCol w:w="1559"/>
        <w:gridCol w:w="1701"/>
        <w:gridCol w:w="1701"/>
      </w:tblGrid>
      <w:tr w:rsidR="00C95516" w:rsidRPr="003937C6" w14:paraId="39D61EBB" w14:textId="77777777" w:rsidTr="00FD1DF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  <w:hideMark/>
          </w:tcPr>
          <w:p w14:paraId="33C275D9" w14:textId="77777777" w:rsidR="00C95516" w:rsidRPr="00F53897" w:rsidRDefault="00C95516" w:rsidP="0079162F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F53897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  <w:hideMark/>
          </w:tcPr>
          <w:p w14:paraId="462FCBF7" w14:textId="77777777" w:rsidR="00C95516" w:rsidRPr="00F53897" w:rsidRDefault="00C95516" w:rsidP="0079162F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F53897">
              <w:rPr>
                <w:rFonts w:ascii="Arial" w:hAnsi="Arial" w:cs="Arial"/>
                <w:b/>
              </w:rPr>
              <w:t xml:space="preserve">Cena netto za jeden posiłek (zł) </w:t>
            </w:r>
          </w:p>
          <w:p w14:paraId="32B09D2C" w14:textId="77777777" w:rsidR="00C95516" w:rsidRPr="00F53897" w:rsidRDefault="00C95516" w:rsidP="0079162F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  <w:hideMark/>
          </w:tcPr>
          <w:p w14:paraId="3C8A5DAD" w14:textId="77777777" w:rsidR="00C95516" w:rsidRPr="00F53897" w:rsidRDefault="00C95516" w:rsidP="0079162F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F53897">
              <w:rPr>
                <w:rFonts w:ascii="Arial" w:hAnsi="Arial" w:cs="Arial"/>
                <w:b/>
              </w:rPr>
              <w:t>Liczba posiłków</w:t>
            </w:r>
            <w:r>
              <w:rPr>
                <w:rFonts w:ascii="Arial" w:hAnsi="Arial" w:cs="Arial"/>
                <w:b/>
              </w:rPr>
              <w:t xml:space="preserve"> w szt. </w:t>
            </w:r>
            <w:r w:rsidRPr="00F53897">
              <w:rPr>
                <w:rFonts w:ascii="Arial" w:hAnsi="Arial" w:cs="Arial"/>
                <w:b/>
              </w:rPr>
              <w:t xml:space="preserve"> </w:t>
            </w:r>
          </w:p>
          <w:p w14:paraId="233894A2" w14:textId="77777777" w:rsidR="00C95516" w:rsidRPr="00F53897" w:rsidRDefault="00C95516" w:rsidP="0079162F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</w:tcPr>
          <w:p w14:paraId="4CAADC13" w14:textId="77777777" w:rsidR="00C95516" w:rsidRPr="00F53897" w:rsidRDefault="00C95516" w:rsidP="0079162F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51C99AD8" w14:textId="77777777" w:rsidR="00C95516" w:rsidRPr="00F53897" w:rsidRDefault="00C95516" w:rsidP="0079162F">
            <w:pPr>
              <w:ind w:left="34" w:hanging="34"/>
              <w:contextualSpacing/>
              <w:jc w:val="center"/>
              <w:rPr>
                <w:rFonts w:ascii="Arial" w:hAnsi="Arial" w:cs="Arial"/>
                <w:b/>
              </w:rPr>
            </w:pPr>
            <w:r w:rsidRPr="00F53897">
              <w:rPr>
                <w:rFonts w:ascii="Arial" w:hAnsi="Arial" w:cs="Arial"/>
                <w:b/>
              </w:rPr>
              <w:t>Wartość netto za posiłki (zł)</w:t>
            </w:r>
          </w:p>
          <w:p w14:paraId="3E46376C" w14:textId="77777777" w:rsidR="00C95516" w:rsidRDefault="00C95516" w:rsidP="0079162F">
            <w:pPr>
              <w:ind w:left="34" w:hanging="34"/>
              <w:contextualSpacing/>
              <w:jc w:val="center"/>
              <w:rPr>
                <w:rFonts w:ascii="Arial" w:hAnsi="Arial" w:cs="Arial"/>
                <w:b/>
              </w:rPr>
            </w:pPr>
            <w:r w:rsidRPr="00C53C6A">
              <w:rPr>
                <w:rFonts w:ascii="Arial" w:hAnsi="Arial" w:cs="Arial"/>
                <w:b/>
                <w:sz w:val="16"/>
                <w:szCs w:val="16"/>
              </w:rPr>
              <w:t xml:space="preserve">(kolumna 2 x kolumna </w:t>
            </w:r>
            <w:r>
              <w:rPr>
                <w:rFonts w:ascii="Arial" w:hAnsi="Arial" w:cs="Arial"/>
                <w:b/>
                <w:sz w:val="16"/>
                <w:szCs w:val="16"/>
              </w:rPr>
              <w:t>3)</w:t>
            </w:r>
          </w:p>
          <w:p w14:paraId="26C8F3BE" w14:textId="77777777" w:rsidR="00C95516" w:rsidRPr="00F53897" w:rsidRDefault="00C95516" w:rsidP="0079162F">
            <w:pPr>
              <w:ind w:left="34" w:hanging="34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</w:tcPr>
          <w:p w14:paraId="063B7AC5" w14:textId="77777777" w:rsidR="00C95516" w:rsidRPr="00C53C6A" w:rsidRDefault="00C95516" w:rsidP="0079162F">
            <w:pPr>
              <w:ind w:left="34" w:hanging="34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2E19AA1" w14:textId="77777777" w:rsidR="00C95516" w:rsidRDefault="00C95516" w:rsidP="0079162F">
            <w:pPr>
              <w:ind w:left="34" w:hanging="34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</w:rPr>
              <w:t xml:space="preserve">Wartość podatku </w:t>
            </w:r>
            <w:r w:rsidRPr="00902D1B">
              <w:rPr>
                <w:rFonts w:ascii="Arial" w:hAnsi="Arial" w:cs="Arial"/>
                <w:b/>
              </w:rPr>
              <w:t>VAT</w:t>
            </w:r>
            <w:r w:rsidRPr="00902D1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13F5DBC5" w14:textId="77777777" w:rsidR="00C95516" w:rsidRPr="00F53897" w:rsidRDefault="00C95516" w:rsidP="0079162F">
            <w:pPr>
              <w:ind w:left="34" w:hanging="34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(stawka </w:t>
            </w:r>
            <w:r w:rsidRPr="00902D1B">
              <w:rPr>
                <w:rFonts w:ascii="Arial" w:hAnsi="Arial" w:cs="Arial"/>
                <w:b/>
                <w:sz w:val="16"/>
                <w:szCs w:val="16"/>
              </w:rPr>
              <w:t>8% od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kwoty z wiersza kolumny 4)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</w:tcPr>
          <w:p w14:paraId="59FCE0C4" w14:textId="77777777" w:rsidR="00C95516" w:rsidRPr="00F53897" w:rsidRDefault="00C95516" w:rsidP="0079162F">
            <w:pPr>
              <w:ind w:left="34" w:hanging="34"/>
              <w:contextualSpacing/>
              <w:jc w:val="center"/>
              <w:rPr>
                <w:rFonts w:ascii="Arial" w:hAnsi="Arial" w:cs="Arial"/>
                <w:b/>
              </w:rPr>
            </w:pPr>
            <w:r w:rsidRPr="00F53897">
              <w:rPr>
                <w:rFonts w:ascii="Arial" w:hAnsi="Arial" w:cs="Arial"/>
                <w:b/>
              </w:rPr>
              <w:t xml:space="preserve">Wartość </w:t>
            </w:r>
            <w:r>
              <w:rPr>
                <w:rFonts w:ascii="Arial" w:hAnsi="Arial" w:cs="Arial"/>
                <w:b/>
              </w:rPr>
              <w:t>brutto</w:t>
            </w:r>
            <w:r w:rsidRPr="00F53897">
              <w:rPr>
                <w:rFonts w:ascii="Arial" w:hAnsi="Arial" w:cs="Arial"/>
                <w:b/>
              </w:rPr>
              <w:t xml:space="preserve"> za posiłki (zł)</w:t>
            </w:r>
          </w:p>
          <w:p w14:paraId="5547B4FD" w14:textId="77777777" w:rsidR="00C95516" w:rsidRPr="00C53C6A" w:rsidRDefault="00C95516" w:rsidP="0079162F">
            <w:pPr>
              <w:ind w:left="34" w:hanging="34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53C6A">
              <w:rPr>
                <w:rFonts w:ascii="Arial" w:hAnsi="Arial" w:cs="Arial"/>
                <w:b/>
                <w:sz w:val="16"/>
                <w:szCs w:val="16"/>
              </w:rPr>
              <w:t xml:space="preserve">(kolumna </w:t>
            </w:r>
            <w:r>
              <w:rPr>
                <w:rFonts w:ascii="Arial" w:hAnsi="Arial" w:cs="Arial"/>
                <w:b/>
                <w:sz w:val="16"/>
                <w:szCs w:val="16"/>
              </w:rPr>
              <w:t>4 +</w:t>
            </w:r>
            <w:r w:rsidRPr="00C53C6A">
              <w:rPr>
                <w:rFonts w:ascii="Arial" w:hAnsi="Arial" w:cs="Arial"/>
                <w:b/>
                <w:sz w:val="16"/>
                <w:szCs w:val="16"/>
              </w:rPr>
              <w:t xml:space="preserve"> kolumna </w:t>
            </w: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C53C6A">
              <w:rPr>
                <w:rFonts w:ascii="Arial" w:hAnsi="Arial" w:cs="Arial"/>
                <w:b/>
                <w:sz w:val="16"/>
                <w:szCs w:val="16"/>
              </w:rPr>
              <w:t xml:space="preserve">) </w:t>
            </w:r>
          </w:p>
          <w:p w14:paraId="3AF73C6E" w14:textId="77777777" w:rsidR="00C95516" w:rsidRPr="00F53897" w:rsidRDefault="00C95516" w:rsidP="0079162F">
            <w:pPr>
              <w:ind w:left="34" w:hanging="34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C95516" w:rsidRPr="003937C6" w14:paraId="62EC8460" w14:textId="77777777" w:rsidTr="00FD1DF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hideMark/>
          </w:tcPr>
          <w:p w14:paraId="6665AC72" w14:textId="77777777" w:rsidR="00C95516" w:rsidRPr="00F53897" w:rsidRDefault="00C95516" w:rsidP="0079162F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F53897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hideMark/>
          </w:tcPr>
          <w:p w14:paraId="65957A50" w14:textId="77777777" w:rsidR="00C95516" w:rsidRPr="00F53897" w:rsidRDefault="00C95516" w:rsidP="0079162F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F5389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hideMark/>
          </w:tcPr>
          <w:p w14:paraId="3282344B" w14:textId="77777777" w:rsidR="00C95516" w:rsidRPr="00F53897" w:rsidRDefault="00C95516" w:rsidP="0079162F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F53897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</w:tcPr>
          <w:p w14:paraId="481CE3EF" w14:textId="77777777" w:rsidR="00C95516" w:rsidRPr="00F53897" w:rsidRDefault="00C95516" w:rsidP="0079162F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</w:tcPr>
          <w:p w14:paraId="176114A1" w14:textId="77777777" w:rsidR="00C95516" w:rsidRPr="00F53897" w:rsidRDefault="00C95516" w:rsidP="0079162F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</w:tcPr>
          <w:p w14:paraId="02611EF0" w14:textId="77777777" w:rsidR="00C95516" w:rsidRPr="00F53897" w:rsidRDefault="00C95516" w:rsidP="0079162F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</w:tr>
      <w:tr w:rsidR="00C95516" w:rsidRPr="003937C6" w14:paraId="090F64DD" w14:textId="77777777" w:rsidTr="00FD1DF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F30A5" w14:textId="77777777" w:rsidR="00C95516" w:rsidRDefault="00C95516" w:rsidP="0079162F">
            <w:pPr>
              <w:contextualSpacing/>
              <w:jc w:val="center"/>
              <w:rPr>
                <w:rFonts w:ascii="Arial" w:hAnsi="Arial" w:cs="Arial"/>
              </w:rPr>
            </w:pPr>
          </w:p>
          <w:p w14:paraId="4419E549" w14:textId="77777777" w:rsidR="00C95516" w:rsidRDefault="00C95516" w:rsidP="0079162F">
            <w:pPr>
              <w:contextualSpacing/>
              <w:jc w:val="center"/>
              <w:rPr>
                <w:rFonts w:ascii="Arial" w:hAnsi="Arial" w:cs="Arial"/>
              </w:rPr>
            </w:pPr>
            <w:r w:rsidRPr="00F53897">
              <w:rPr>
                <w:rFonts w:ascii="Arial" w:hAnsi="Arial" w:cs="Arial"/>
              </w:rPr>
              <w:t>Posiłki profilaktyczne dla pracowników PG</w:t>
            </w:r>
          </w:p>
          <w:p w14:paraId="307DF5F7" w14:textId="77777777" w:rsidR="00C95516" w:rsidRPr="00F53897" w:rsidRDefault="00C95516" w:rsidP="0079162F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1D367" w14:textId="77777777" w:rsidR="00C95516" w:rsidRPr="00F53897" w:rsidRDefault="00C95516" w:rsidP="0079162F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80BFB" w14:textId="77777777" w:rsidR="00C95516" w:rsidRDefault="00C95516" w:rsidP="0079162F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  <w:p w14:paraId="668EE24A" w14:textId="77777777" w:rsidR="00C95516" w:rsidRDefault="00C95516" w:rsidP="00C95516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4949 </w:t>
            </w:r>
          </w:p>
          <w:p w14:paraId="446075DF" w14:textId="75732B0D" w:rsidR="00C95516" w:rsidRPr="00F53897" w:rsidRDefault="00C95516" w:rsidP="00C95516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 w tym 404 posiłki z prawa opcji 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6D61C" w14:textId="77777777" w:rsidR="00C95516" w:rsidRPr="00F53897" w:rsidRDefault="00C95516" w:rsidP="0079162F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0D1CF" w14:textId="77777777" w:rsidR="00C95516" w:rsidRPr="00F53897" w:rsidRDefault="00C95516" w:rsidP="0079162F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D9951" w14:textId="77777777" w:rsidR="00C95516" w:rsidRPr="00F53897" w:rsidRDefault="00C95516" w:rsidP="0079162F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E9D1ABF" w14:textId="77777777" w:rsidR="00C95516" w:rsidRDefault="00C95516" w:rsidP="00C95516">
      <w:pPr>
        <w:widowControl w:val="0"/>
        <w:spacing w:after="0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5C17EE85" w14:textId="77777777" w:rsidR="00C95516" w:rsidRDefault="00C95516" w:rsidP="00C95516">
      <w:pPr>
        <w:widowControl w:val="0"/>
        <w:spacing w:after="0"/>
        <w:ind w:left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  <w:t xml:space="preserve">Wartość brutto za posiłki z wiersza kolumny 6 stanowi wynagrodzenia Wykonawcy. Wartość tę należy przenieść do Formularza Oferty </w:t>
      </w:r>
    </w:p>
    <w:p w14:paraId="1D265C0E" w14:textId="77777777" w:rsidR="00C95516" w:rsidRDefault="00C95516" w:rsidP="00C95516">
      <w:pPr>
        <w:widowControl w:val="0"/>
        <w:spacing w:after="0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63A6429A" w14:textId="77777777" w:rsidR="00C95516" w:rsidRDefault="00C95516" w:rsidP="00C95516">
      <w:pPr>
        <w:widowControl w:val="0"/>
        <w:spacing w:before="360" w:after="0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353DF1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kwalifikowanym podpisem elektronicznym </w:t>
      </w: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br/>
      </w:r>
      <w:r w:rsidRPr="00353DF1">
        <w:rPr>
          <w:rFonts w:ascii="Arial" w:eastAsia="Arial" w:hAnsi="Arial" w:cs="Arial"/>
          <w:i/>
          <w:sz w:val="20"/>
          <w:szCs w:val="20"/>
          <w:shd w:val="clear" w:color="auto" w:fill="FFE599"/>
        </w:rPr>
        <w:t>lub podpisem zaufanym lub podpisem osobistym</w:t>
      </w:r>
    </w:p>
    <w:p w14:paraId="3F052219" w14:textId="77777777" w:rsidR="00C95516" w:rsidRDefault="00C95516" w:rsidP="00BF005E">
      <w:pPr>
        <w:pStyle w:val="Zwykytekst"/>
        <w:spacing w:line="276" w:lineRule="auto"/>
        <w:rPr>
          <w:rFonts w:ascii="Arial" w:hAnsi="Arial" w:cs="Arial"/>
        </w:rPr>
        <w:sectPr w:rsidR="00C95516" w:rsidSect="00F06509">
          <w:footerReference w:type="default" r:id="rId8"/>
          <w:pgSz w:w="11906" w:h="16838"/>
          <w:pgMar w:top="1418" w:right="1418" w:bottom="1418" w:left="1418" w:header="709" w:footer="709" w:gutter="0"/>
          <w:pgNumType w:start="1"/>
          <w:cols w:space="708"/>
          <w:titlePg/>
          <w:docGrid w:linePitch="360"/>
        </w:sectPr>
      </w:pPr>
    </w:p>
    <w:p w14:paraId="4042F672" w14:textId="4490E1DB" w:rsidR="00DB19DE" w:rsidRPr="00133764" w:rsidRDefault="00DB19DE" w:rsidP="00DB19DE">
      <w:pPr>
        <w:pStyle w:val="Zwykytekst"/>
        <w:spacing w:line="276" w:lineRule="auto"/>
        <w:rPr>
          <w:rFonts w:ascii="Arial" w:hAnsi="Arial" w:cs="Arial"/>
          <w:i/>
          <w:sz w:val="18"/>
          <w:szCs w:val="18"/>
        </w:rPr>
        <w:sectPr w:rsidR="00DB19DE" w:rsidRPr="00133764" w:rsidSect="00F06509">
          <w:type w:val="continuous"/>
          <w:pgSz w:w="11906" w:h="16838"/>
          <w:pgMar w:top="1418" w:right="1418" w:bottom="1418" w:left="1418" w:header="709" w:footer="709" w:gutter="0"/>
          <w:pgNumType w:start="1"/>
          <w:cols w:space="708"/>
          <w:titlePg/>
          <w:docGrid w:linePitch="360"/>
        </w:sectPr>
      </w:pPr>
    </w:p>
    <w:p w14:paraId="5B83131F" w14:textId="77777777" w:rsidR="00A819C2" w:rsidRDefault="00A819C2" w:rsidP="00F06509">
      <w:pPr>
        <w:tabs>
          <w:tab w:val="left" w:pos="426"/>
        </w:tabs>
        <w:spacing w:after="0" w:line="240" w:lineRule="auto"/>
        <w:rPr>
          <w:rFonts w:ascii="Arial" w:hAnsi="Arial" w:cs="Arial"/>
          <w:i/>
          <w:sz w:val="20"/>
          <w:szCs w:val="20"/>
        </w:rPr>
      </w:pPr>
    </w:p>
    <w:p w14:paraId="204FAE03" w14:textId="77777777" w:rsidR="00A819C2" w:rsidRDefault="00A819C2" w:rsidP="00DB19DE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2BD36D5A" w14:textId="58D639F8" w:rsidR="00A819C2" w:rsidRPr="00D261FD" w:rsidRDefault="00EE7224" w:rsidP="00A819C2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b/>
          <w:sz w:val="20"/>
          <w:szCs w:val="20"/>
          <w:highlight w:val="yellow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C777BF">
        <w:rPr>
          <w:rFonts w:ascii="Arial" w:hAnsi="Arial" w:cs="Arial"/>
          <w:b/>
          <w:i/>
          <w:sz w:val="20"/>
          <w:szCs w:val="20"/>
        </w:rPr>
        <w:t>5</w:t>
      </w:r>
    </w:p>
    <w:p w14:paraId="6916DB60" w14:textId="59727F92" w:rsidR="00DB19DE" w:rsidRPr="00D261FD" w:rsidRDefault="00DB19DE" w:rsidP="00DB19DE">
      <w:pPr>
        <w:spacing w:after="120" w:line="240" w:lineRule="auto"/>
        <w:rPr>
          <w:rFonts w:ascii="Arial" w:hAnsi="Arial" w:cs="Arial"/>
          <w:b/>
          <w:i/>
          <w:iCs/>
          <w:sz w:val="20"/>
          <w:szCs w:val="20"/>
        </w:rPr>
      </w:pPr>
      <w:r w:rsidRPr="00D261FD">
        <w:rPr>
          <w:rFonts w:ascii="Arial" w:hAnsi="Arial" w:cs="Arial"/>
          <w:b/>
          <w:sz w:val="20"/>
          <w:szCs w:val="20"/>
        </w:rPr>
        <w:t>Oznaczenie sprawy: ZZ/</w:t>
      </w:r>
      <w:r w:rsidR="002B6882">
        <w:rPr>
          <w:rFonts w:ascii="Arial" w:hAnsi="Arial" w:cs="Arial"/>
          <w:b/>
          <w:sz w:val="20"/>
          <w:szCs w:val="20"/>
        </w:rPr>
        <w:t>25</w:t>
      </w:r>
      <w:r w:rsidR="006B1AFE">
        <w:rPr>
          <w:rFonts w:ascii="Arial" w:hAnsi="Arial" w:cs="Arial"/>
          <w:b/>
          <w:sz w:val="20"/>
          <w:szCs w:val="20"/>
        </w:rPr>
        <w:t>/055/U</w:t>
      </w:r>
      <w:r w:rsidR="00032F0F">
        <w:rPr>
          <w:rFonts w:ascii="Arial" w:hAnsi="Arial" w:cs="Arial"/>
          <w:b/>
          <w:sz w:val="20"/>
          <w:szCs w:val="20"/>
        </w:rPr>
        <w:t>/24</w:t>
      </w:r>
    </w:p>
    <w:p w14:paraId="2CEAEF3B" w14:textId="77777777" w:rsidR="00DB19DE" w:rsidRPr="00BD5F15" w:rsidRDefault="00DB19DE" w:rsidP="00DB19DE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BD5F15">
        <w:rPr>
          <w:rFonts w:ascii="Arial" w:hAnsi="Arial" w:cs="Arial"/>
          <w:b/>
          <w:sz w:val="20"/>
          <w:szCs w:val="20"/>
        </w:rPr>
        <w:t>Zamawiający:</w:t>
      </w:r>
    </w:p>
    <w:p w14:paraId="4BE87FDA" w14:textId="77777777" w:rsidR="00DB19DE" w:rsidRPr="00BD5F15" w:rsidRDefault="00DB19DE" w:rsidP="00DB19DE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BD5F15">
        <w:rPr>
          <w:rFonts w:ascii="Arial" w:hAnsi="Arial" w:cs="Arial"/>
          <w:sz w:val="20"/>
          <w:szCs w:val="20"/>
        </w:rPr>
        <w:t>Politechnika Gdańska</w:t>
      </w:r>
    </w:p>
    <w:p w14:paraId="317DAABC" w14:textId="77777777" w:rsidR="00DB19DE" w:rsidRPr="00BD5F15" w:rsidRDefault="00DB19DE" w:rsidP="00DB19DE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BD5F15">
        <w:rPr>
          <w:rFonts w:ascii="Arial" w:hAnsi="Arial" w:cs="Arial"/>
          <w:sz w:val="20"/>
          <w:szCs w:val="20"/>
        </w:rPr>
        <w:t>ul. Narutowicza 11/12</w:t>
      </w:r>
    </w:p>
    <w:p w14:paraId="3D0BAE49" w14:textId="77777777" w:rsidR="00DB19DE" w:rsidRPr="00CD15A2" w:rsidRDefault="00DB19DE" w:rsidP="00DB19DE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80-233 Gdańsk</w:t>
      </w:r>
    </w:p>
    <w:p w14:paraId="129266D9" w14:textId="77777777" w:rsidR="009A1965" w:rsidRDefault="009A1965" w:rsidP="00DB19DE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78746F92" w14:textId="77777777" w:rsidR="009A1965" w:rsidRDefault="009A1965" w:rsidP="00DB19DE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3F4A7A2F" w14:textId="15805CCA" w:rsidR="00DB19DE" w:rsidRPr="00BD5F15" w:rsidRDefault="00DB19DE" w:rsidP="00DB19DE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BD5F15">
        <w:rPr>
          <w:rFonts w:ascii="Arial" w:hAnsi="Arial" w:cs="Arial"/>
          <w:b/>
          <w:sz w:val="20"/>
          <w:szCs w:val="20"/>
          <w:u w:val="single"/>
        </w:rPr>
        <w:t>Oświadczenie wykonawcy</w:t>
      </w:r>
    </w:p>
    <w:p w14:paraId="273E45C1" w14:textId="77777777" w:rsidR="00DB19DE" w:rsidRPr="004123FE" w:rsidRDefault="00DB19DE" w:rsidP="00DB19D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BD5F15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BD5F15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</w:t>
      </w:r>
      <w:r>
        <w:rPr>
          <w:rFonts w:ascii="Arial" w:hAnsi="Arial" w:cs="Arial"/>
          <w:b/>
          <w:caps/>
          <w:sz w:val="20"/>
          <w:szCs w:val="20"/>
          <w:u w:val="single"/>
        </w:rPr>
        <w:t>ronie bezpieczeństwa narodowego</w:t>
      </w:r>
    </w:p>
    <w:p w14:paraId="138C6A66" w14:textId="4595578E" w:rsidR="00C777BF" w:rsidRDefault="00DB19DE" w:rsidP="00DB19DE">
      <w:p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D5F15">
        <w:rPr>
          <w:rFonts w:ascii="Arial" w:hAnsi="Arial" w:cs="Arial"/>
          <w:sz w:val="20"/>
          <w:szCs w:val="20"/>
        </w:rPr>
        <w:t>Na potrzeby postępowania o udzielenie zamówienia publicznego</w:t>
      </w:r>
      <w:r>
        <w:rPr>
          <w:rFonts w:ascii="Arial" w:hAnsi="Arial" w:cs="Arial"/>
          <w:sz w:val="20"/>
          <w:szCs w:val="20"/>
        </w:rPr>
        <w:t xml:space="preserve"> </w:t>
      </w:r>
      <w:r w:rsidRPr="007354D7">
        <w:rPr>
          <w:rFonts w:ascii="Arial" w:hAnsi="Arial" w:cs="Arial"/>
          <w:sz w:val="20"/>
          <w:szCs w:val="20"/>
          <w:lang w:eastAsia="ar-SA"/>
        </w:rPr>
        <w:t>na</w:t>
      </w:r>
      <w:r w:rsidR="008F7E30">
        <w:rPr>
          <w:rFonts w:ascii="Arial" w:hAnsi="Arial" w:cs="Arial"/>
          <w:sz w:val="20"/>
          <w:szCs w:val="20"/>
          <w:lang w:eastAsia="ar-SA"/>
        </w:rPr>
        <w:t xml:space="preserve"> </w:t>
      </w:r>
      <w:r w:rsidR="002B6882" w:rsidRPr="002B6882">
        <w:rPr>
          <w:rFonts w:ascii="Arial" w:hAnsi="Arial" w:cs="Arial"/>
          <w:b/>
          <w:sz w:val="20"/>
          <w:szCs w:val="20"/>
        </w:rPr>
        <w:t>świadczenie usług przygotowania, dostarczania i wydawania gorących posiłków profilaktycznych dla pracowników Zamawiającego.</w:t>
      </w:r>
    </w:p>
    <w:p w14:paraId="374BA106" w14:textId="77777777" w:rsidR="00C777BF" w:rsidRDefault="00C777BF" w:rsidP="00DB19DE">
      <w:p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B06BE14" w14:textId="0CDA8C78" w:rsidR="00DB19DE" w:rsidRPr="00F92DAD" w:rsidRDefault="00DB19DE" w:rsidP="00DB19DE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oświadczam  co następuje: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CB6CB3F" w14:textId="77777777" w:rsidR="00DB19DE" w:rsidRPr="004123FE" w:rsidRDefault="00DB19DE" w:rsidP="00DB19DE">
      <w:pPr>
        <w:pStyle w:val="NormalnyWeb"/>
        <w:numPr>
          <w:ilvl w:val="0"/>
          <w:numId w:val="18"/>
        </w:numPr>
        <w:spacing w:after="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BD5F15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BD5F15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BD5F15">
        <w:rPr>
          <w:rFonts w:ascii="Arial" w:hAnsi="Arial" w:cs="Arial"/>
          <w:sz w:val="20"/>
          <w:szCs w:val="20"/>
        </w:rPr>
        <w:t>z dnia 13 kwietnia 2022 r.</w:t>
      </w:r>
      <w:r w:rsidRPr="00BD5F15">
        <w:rPr>
          <w:rFonts w:ascii="Arial" w:hAnsi="Arial" w:cs="Arial"/>
          <w:i/>
          <w:iCs/>
          <w:sz w:val="20"/>
          <w:szCs w:val="20"/>
        </w:rPr>
        <w:t xml:space="preserve"> </w:t>
      </w:r>
      <w:r w:rsidRPr="00BD5F15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BD5F15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Pr="00BD5F15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BD5F15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BD5F15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3BA022C1" w14:textId="77777777" w:rsidR="00DB19DE" w:rsidRPr="00BD5F15" w:rsidRDefault="00DB19DE" w:rsidP="00DB19DE">
      <w:pPr>
        <w:shd w:val="clear" w:color="auto" w:fill="BFBFBF"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BD5F1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9620B20" w14:textId="3B2B0535" w:rsidR="00DB19DE" w:rsidRDefault="00DB19DE" w:rsidP="00DB19DE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BD5F1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BD5F15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</w:t>
      </w:r>
      <w:r>
        <w:rPr>
          <w:rFonts w:ascii="Arial" w:hAnsi="Arial" w:cs="Arial"/>
          <w:sz w:val="20"/>
          <w:szCs w:val="20"/>
        </w:rPr>
        <w:t>rzy przedstawianiu informacji.</w:t>
      </w:r>
    </w:p>
    <w:p w14:paraId="7C739AAA" w14:textId="77777777" w:rsidR="00F06509" w:rsidRDefault="00F06509" w:rsidP="00DB19D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11518945" w14:textId="77777777" w:rsidR="00DB19DE" w:rsidRDefault="00DB19DE" w:rsidP="00DB19D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000BC9DA" w14:textId="77777777" w:rsidR="00DB19DE" w:rsidRPr="004123FE" w:rsidRDefault="00DB19DE" w:rsidP="00DB19DE">
      <w:pPr>
        <w:spacing w:after="0" w:line="240" w:lineRule="auto"/>
        <w:ind w:left="4111"/>
        <w:jc w:val="both"/>
        <w:rPr>
          <w:rFonts w:ascii="Arial" w:hAnsi="Arial" w:cs="Arial"/>
          <w:sz w:val="20"/>
          <w:szCs w:val="20"/>
        </w:rPr>
      </w:pPr>
      <w:r w:rsidRPr="00BD5F15">
        <w:rPr>
          <w:rFonts w:ascii="Arial" w:hAnsi="Arial" w:cs="Arial"/>
          <w:i/>
        </w:rPr>
        <w:t>________________________</w:t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  <w:t>______________</w:t>
      </w:r>
    </w:p>
    <w:p w14:paraId="29761F8B" w14:textId="0F19B877" w:rsidR="00DB19DE" w:rsidRPr="00F125CB" w:rsidRDefault="00DB19DE" w:rsidP="00F125CB">
      <w:pPr>
        <w:pStyle w:val="Zwykytekst"/>
        <w:spacing w:line="276" w:lineRule="auto"/>
        <w:ind w:left="3686"/>
        <w:jc w:val="center"/>
        <w:rPr>
          <w:rFonts w:ascii="Arial" w:hAnsi="Arial" w:cs="Arial"/>
          <w:i/>
          <w:sz w:val="18"/>
          <w:szCs w:val="18"/>
        </w:rPr>
      </w:pPr>
      <w:r w:rsidRPr="00BD5F15">
        <w:rPr>
          <w:rFonts w:ascii="Arial" w:hAnsi="Arial" w:cs="Arial"/>
        </w:rPr>
        <w:t>(</w:t>
      </w:r>
      <w:r w:rsidRPr="00F772D8">
        <w:rPr>
          <w:rFonts w:ascii="Arial" w:hAnsi="Arial" w:cs="Arial"/>
          <w:i/>
          <w:sz w:val="18"/>
          <w:szCs w:val="18"/>
        </w:rPr>
        <w:t>podpis i pieczątka osoby upoważ</w:t>
      </w:r>
      <w:r>
        <w:rPr>
          <w:rFonts w:ascii="Arial" w:hAnsi="Arial" w:cs="Arial"/>
          <w:i/>
          <w:sz w:val="18"/>
          <w:szCs w:val="18"/>
        </w:rPr>
        <w:t xml:space="preserve">nionej do podpisania oferty lub  </w:t>
      </w:r>
      <w:r w:rsidRPr="00F772D8">
        <w:rPr>
          <w:rFonts w:ascii="Arial" w:hAnsi="Arial" w:cs="Arial"/>
          <w:i/>
          <w:sz w:val="18"/>
          <w:szCs w:val="18"/>
        </w:rPr>
        <w:t>kwalifikowany podpis elektroniczny lub podpis zaufany lub podpis osobisty)</w:t>
      </w:r>
    </w:p>
    <w:p w14:paraId="7E8D4506" w14:textId="77777777" w:rsidR="00DB19DE" w:rsidRPr="00525C59" w:rsidRDefault="00DB19DE" w:rsidP="00DB19DE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DB19DE" w:rsidRPr="00525C59" w:rsidSect="00F06509">
      <w:footerReference w:type="defaul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6D8EC4" w14:textId="77777777" w:rsidR="00641D9F" w:rsidRDefault="00641D9F" w:rsidP="00956FA9">
      <w:pPr>
        <w:spacing w:after="0" w:line="240" w:lineRule="auto"/>
      </w:pPr>
      <w:r>
        <w:separator/>
      </w:r>
    </w:p>
  </w:endnote>
  <w:endnote w:type="continuationSeparator" w:id="0">
    <w:p w14:paraId="39209F6B" w14:textId="77777777" w:rsidR="00641D9F" w:rsidRDefault="00641D9F" w:rsidP="0095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7793E89B-E341-4045-A520-71AE2BE667EC}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0"/>
    <w:family w:val="roman"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font341">
    <w:altName w:val="Times New Roman"/>
    <w:charset w:val="01"/>
    <w:family w:val="auto"/>
    <w:pitch w:val="variable"/>
  </w:font>
  <w:font w:name="Noto Sans CJK SC">
    <w:charset w:val="01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C8615" w14:textId="280BBC80" w:rsidR="004E5081" w:rsidRPr="009D2D1C" w:rsidRDefault="004E5081" w:rsidP="009D2D1C">
    <w:pPr>
      <w:spacing w:after="0" w:line="240" w:lineRule="auto"/>
    </w:pPr>
    <w:r>
      <w:t xml:space="preserve">                          </w:t>
    </w:r>
  </w:p>
  <w:p w14:paraId="0B796B93" w14:textId="654B3EC2" w:rsidR="004E5081" w:rsidRPr="006E1B0F" w:rsidRDefault="004E5081" w:rsidP="009451FB">
    <w:pPr>
      <w:spacing w:after="0" w:line="240" w:lineRule="auto"/>
      <w:rPr>
        <w:rFonts w:ascii="Arial" w:hAnsi="Arial" w:cs="Arial"/>
        <w:color w:val="000000"/>
        <w:sz w:val="14"/>
        <w:szCs w:val="14"/>
        <w:lang w:val="en-US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4708FA6" wp14:editId="24539150">
          <wp:simplePos x="0" y="0"/>
          <wp:positionH relativeFrom="margin">
            <wp:posOffset>5012997</wp:posOffset>
          </wp:positionH>
          <wp:positionV relativeFrom="paragraph">
            <wp:posOffset>18303</wp:posOffset>
          </wp:positionV>
          <wp:extent cx="1158240" cy="382905"/>
          <wp:effectExtent l="0" t="0" r="3810" b="0"/>
          <wp:wrapNone/>
          <wp:docPr id="3" name="Obraz 27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75E202" wp14:editId="78BA56B4">
              <wp:simplePos x="0" y="0"/>
              <wp:positionH relativeFrom="margin">
                <wp:align>left</wp:align>
              </wp:positionH>
              <wp:positionV relativeFrom="paragraph">
                <wp:posOffset>8255</wp:posOffset>
              </wp:positionV>
              <wp:extent cx="1500505" cy="571500"/>
              <wp:effectExtent l="0" t="0" r="4445" b="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0505" cy="571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4BD09C" w14:textId="77777777" w:rsidR="004E5081" w:rsidRPr="006E1B0F" w:rsidRDefault="004E5081" w:rsidP="009D2D1C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4F8EBB26" w14:textId="77777777" w:rsidR="004E5081" w:rsidRPr="006E1B0F" w:rsidRDefault="004E5081" w:rsidP="009D2D1C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1AE8FC6" w14:textId="77777777" w:rsidR="004E5081" w:rsidRPr="006E1B0F" w:rsidRDefault="004E5081" w:rsidP="009D2D1C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10CE7926" w14:textId="77777777" w:rsidR="004E5081" w:rsidRPr="006E1B0F" w:rsidRDefault="004E5081" w:rsidP="009D2D1C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75E202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margin-left:0;margin-top:.65pt;width:118.15pt;height:4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" filled="f" stroked="f">
              <v:textbox inset="0,0,0,0">
                <w:txbxContent>
                  <w:p w14:paraId="384BD09C" w14:textId="77777777" w:rsidR="004E5081" w:rsidRPr="006E1B0F" w:rsidRDefault="004E5081" w:rsidP="009D2D1C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4F8EBB26" w14:textId="77777777" w:rsidR="004E5081" w:rsidRPr="006E1B0F" w:rsidRDefault="004E5081" w:rsidP="009D2D1C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 xml:space="preserve"> </w:t>
                    </w:r>
                  </w:p>
                  <w:p w14:paraId="31AE8FC6" w14:textId="77777777" w:rsidR="004E5081" w:rsidRPr="006E1B0F" w:rsidRDefault="004E5081" w:rsidP="009D2D1C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10CE7926" w14:textId="77777777" w:rsidR="004E5081" w:rsidRPr="006E1B0F" w:rsidRDefault="004E5081" w:rsidP="009D2D1C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Arial" w:hAnsi="Arial" w:cs="Arial"/>
        <w:sz w:val="14"/>
        <w:szCs w:val="14"/>
      </w:rPr>
      <w:t xml:space="preserve">                                                                                          t</w:t>
    </w:r>
    <w:r w:rsidRPr="009D2D1C">
      <w:rPr>
        <w:rFonts w:ascii="Arial" w:hAnsi="Arial" w:cs="Arial"/>
        <w:sz w:val="14"/>
        <w:szCs w:val="14"/>
      </w:rPr>
      <w:t>el.:</w:t>
    </w:r>
    <w:r>
      <w:rPr>
        <w:rFonts w:ascii="Arial" w:hAnsi="Arial" w:cs="Arial"/>
        <w:color w:val="000000"/>
        <w:sz w:val="14"/>
        <w:szCs w:val="14"/>
        <w:lang w:val="en-US"/>
      </w:rPr>
      <w:t xml:space="preserve">  </w:t>
    </w:r>
    <w:r w:rsidRPr="006E1B0F">
      <w:rPr>
        <w:rFonts w:ascii="Arial" w:hAnsi="Arial" w:cs="Arial"/>
        <w:color w:val="000000"/>
        <w:sz w:val="14"/>
        <w:szCs w:val="14"/>
        <w:lang w:val="en-US"/>
      </w:rPr>
      <w:t xml:space="preserve">+48 58 </w:t>
    </w:r>
    <w:r>
      <w:rPr>
        <w:rFonts w:ascii="Arial" w:hAnsi="Arial" w:cs="Arial"/>
        <w:color w:val="000000"/>
        <w:sz w:val="14"/>
        <w:szCs w:val="14"/>
        <w:lang w:val="en-US"/>
      </w:rPr>
      <w:t>347 17 44</w:t>
    </w:r>
  </w:p>
  <w:p w14:paraId="4C20A2F2" w14:textId="7E568687" w:rsidR="004E5081" w:rsidRPr="006E1B0F" w:rsidRDefault="004E5081" w:rsidP="009451FB">
    <w:pPr>
      <w:spacing w:after="0" w:line="240" w:lineRule="auto"/>
      <w:rPr>
        <w:rFonts w:ascii="Arial" w:hAnsi="Arial" w:cs="Arial"/>
        <w:color w:val="000000"/>
        <w:sz w:val="14"/>
        <w:szCs w:val="14"/>
        <w:lang w:val="en-US"/>
      </w:rPr>
    </w:pPr>
    <w:r>
      <w:rPr>
        <w:rFonts w:ascii="Arial" w:hAnsi="Arial" w:cs="Arial"/>
        <w:color w:val="000000"/>
        <w:sz w:val="14"/>
        <w:szCs w:val="14"/>
        <w:lang w:val="en-US"/>
      </w:rPr>
      <w:t xml:space="preserve">                                                                                          </w:t>
    </w:r>
    <w:proofErr w:type="spellStart"/>
    <w:r w:rsidRPr="006E1B0F">
      <w:rPr>
        <w:rFonts w:ascii="Arial" w:hAnsi="Arial" w:cs="Arial"/>
        <w:color w:val="000000"/>
        <w:sz w:val="14"/>
        <w:szCs w:val="14"/>
        <w:lang w:val="en-US"/>
      </w:rPr>
      <w:t>fa</w:t>
    </w:r>
    <w:r>
      <w:rPr>
        <w:rFonts w:ascii="Arial" w:hAnsi="Arial" w:cs="Arial"/>
        <w:color w:val="000000"/>
        <w:sz w:val="14"/>
        <w:szCs w:val="14"/>
        <w:lang w:val="en-US"/>
      </w:rPr>
      <w:t>ks</w:t>
    </w:r>
    <w:proofErr w:type="spellEnd"/>
    <w:r w:rsidRPr="006E1B0F">
      <w:rPr>
        <w:rFonts w:ascii="Arial" w:hAnsi="Arial" w:cs="Arial"/>
        <w:color w:val="000000"/>
        <w:sz w:val="14"/>
        <w:szCs w:val="14"/>
        <w:lang w:val="en-US"/>
      </w:rPr>
      <w:t>: +48 58</w:t>
    </w:r>
    <w:r>
      <w:rPr>
        <w:rFonts w:ascii="Arial" w:hAnsi="Arial" w:cs="Arial"/>
        <w:color w:val="000000"/>
        <w:sz w:val="14"/>
        <w:szCs w:val="14"/>
        <w:lang w:val="en-US"/>
      </w:rPr>
      <w:t> 347 14 15</w:t>
    </w:r>
  </w:p>
  <w:p w14:paraId="1B17EEC4" w14:textId="2087EC43" w:rsidR="004E5081" w:rsidRPr="006E1B0F" w:rsidRDefault="004E5081" w:rsidP="009D2D1C">
    <w:pPr>
      <w:spacing w:after="0" w:line="240" w:lineRule="auto"/>
      <w:jc w:val="center"/>
      <w:rPr>
        <w:rFonts w:ascii="Arial" w:hAnsi="Arial" w:cs="Arial"/>
        <w:color w:val="000000"/>
        <w:sz w:val="14"/>
        <w:szCs w:val="14"/>
        <w:lang w:val="en-US"/>
      </w:rPr>
    </w:pPr>
    <w:r>
      <w:rPr>
        <w:rFonts w:ascii="Arial" w:hAnsi="Arial" w:cs="Arial"/>
        <w:color w:val="000000"/>
        <w:sz w:val="14"/>
        <w:szCs w:val="14"/>
        <w:lang w:val="en-US"/>
      </w:rPr>
      <w:t xml:space="preserve"> </w:t>
    </w:r>
    <w:r w:rsidRPr="006E1B0F">
      <w:rPr>
        <w:rFonts w:ascii="Arial" w:hAnsi="Arial" w:cs="Arial"/>
        <w:color w:val="000000"/>
        <w:sz w:val="14"/>
        <w:szCs w:val="14"/>
        <w:lang w:val="en-US"/>
      </w:rPr>
      <w:t xml:space="preserve">e-mail: </w:t>
    </w:r>
    <w:r>
      <w:rPr>
        <w:rFonts w:ascii="Arial" w:hAnsi="Arial" w:cs="Arial"/>
        <w:color w:val="000000"/>
        <w:sz w:val="14"/>
        <w:szCs w:val="14"/>
        <w:lang w:val="en-US"/>
      </w:rPr>
      <w:t>biuro.kanclerza@pg.edu</w:t>
    </w:r>
    <w:r w:rsidRPr="006E1B0F">
      <w:rPr>
        <w:rFonts w:ascii="Arial" w:hAnsi="Arial" w:cs="Arial"/>
        <w:color w:val="000000"/>
        <w:sz w:val="14"/>
        <w:szCs w:val="14"/>
        <w:lang w:val="en-US"/>
      </w:rPr>
      <w:t>.pl</w:t>
    </w:r>
  </w:p>
  <w:p w14:paraId="002F884F" w14:textId="2C5E8755" w:rsidR="004E5081" w:rsidRPr="006E1B0F" w:rsidRDefault="004E5081" w:rsidP="009451FB">
    <w:pPr>
      <w:spacing w:after="0" w:line="240" w:lineRule="auto"/>
      <w:rPr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  <w:lang w:val="en-US"/>
      </w:rPr>
      <w:t xml:space="preserve">                                                                                          </w:t>
    </w:r>
    <w:r w:rsidRPr="006E1B0F">
      <w:rPr>
        <w:rFonts w:ascii="Arial" w:hAnsi="Arial" w:cs="Arial"/>
        <w:color w:val="000000"/>
        <w:sz w:val="14"/>
        <w:szCs w:val="14"/>
        <w:lang w:val="en-US"/>
      </w:rPr>
      <w:t>w</w:t>
    </w:r>
    <w:r w:rsidRPr="006E1B0F">
      <w:rPr>
        <w:rFonts w:ascii="Arial" w:hAnsi="Arial" w:cs="Arial"/>
        <w:color w:val="000000"/>
        <w:sz w:val="14"/>
        <w:szCs w:val="14"/>
      </w:rPr>
      <w:t>ww.pg.</w:t>
    </w:r>
    <w:r>
      <w:rPr>
        <w:rFonts w:ascii="Arial" w:hAnsi="Arial" w:cs="Arial"/>
        <w:color w:val="000000"/>
        <w:sz w:val="14"/>
        <w:szCs w:val="14"/>
      </w:rPr>
      <w:t>edu</w:t>
    </w:r>
    <w:r w:rsidRPr="006E1B0F">
      <w:rPr>
        <w:rFonts w:ascii="Arial" w:hAnsi="Arial" w:cs="Arial"/>
        <w:color w:val="000000"/>
        <w:sz w:val="14"/>
        <w:szCs w:val="14"/>
      </w:rPr>
      <w:t>.pl</w:t>
    </w:r>
  </w:p>
  <w:p w14:paraId="73B37D6C" w14:textId="26150AC0" w:rsidR="004E5081" w:rsidRPr="009D2D1C" w:rsidRDefault="004E5081" w:rsidP="00F06509">
    <w:pPr>
      <w:pStyle w:val="Stopka"/>
      <w:tabs>
        <w:tab w:val="clear" w:pos="4536"/>
        <w:tab w:val="clear" w:pos="9072"/>
        <w:tab w:val="left" w:pos="59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918A76" w14:textId="3CAC5AFA" w:rsidR="004E5081" w:rsidRPr="009D2D1C" w:rsidRDefault="004E5081" w:rsidP="00F06509">
    <w:pPr>
      <w:spacing w:after="0" w:line="240" w:lineRule="auto"/>
    </w:pPr>
    <w:r>
      <w:t xml:space="preserve">                          </w:t>
    </w:r>
  </w:p>
  <w:p w14:paraId="3ABB0CD0" w14:textId="3423D295" w:rsidR="004E5081" w:rsidRPr="009D2D1C" w:rsidRDefault="004E5081" w:rsidP="00F06509">
    <w:pPr>
      <w:pStyle w:val="Stopka"/>
      <w:tabs>
        <w:tab w:val="clear" w:pos="4536"/>
        <w:tab w:val="clear" w:pos="9072"/>
        <w:tab w:val="left" w:pos="595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B6D99F" w14:textId="77777777" w:rsidR="00641D9F" w:rsidRDefault="00641D9F" w:rsidP="00956FA9">
      <w:pPr>
        <w:spacing w:after="0" w:line="240" w:lineRule="auto"/>
      </w:pPr>
      <w:r>
        <w:separator/>
      </w:r>
    </w:p>
  </w:footnote>
  <w:footnote w:type="continuationSeparator" w:id="0">
    <w:p w14:paraId="0C0DA321" w14:textId="77777777" w:rsidR="00641D9F" w:rsidRDefault="00641D9F" w:rsidP="00956FA9">
      <w:pPr>
        <w:spacing w:after="0" w:line="240" w:lineRule="auto"/>
      </w:pPr>
      <w:r>
        <w:continuationSeparator/>
      </w:r>
    </w:p>
  </w:footnote>
  <w:footnote w:id="1">
    <w:p w14:paraId="19D3CA04" w14:textId="77777777" w:rsidR="004E5081" w:rsidRPr="004123FE" w:rsidRDefault="004E5081" w:rsidP="00DB19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4123F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123FE">
        <w:rPr>
          <w:rFonts w:ascii="Arial" w:hAnsi="Arial" w:cs="Arial"/>
          <w:sz w:val="16"/>
          <w:szCs w:val="16"/>
        </w:rPr>
        <w:t xml:space="preserve"> </w:t>
      </w:r>
      <w:r w:rsidRPr="004123FE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4123FE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4123FE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4123FE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4123FE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6CF9C388" w14:textId="77777777" w:rsidR="004E5081" w:rsidRPr="004123FE" w:rsidRDefault="004E5081" w:rsidP="00DB19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4123FE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CF2E91" w14:textId="77777777" w:rsidR="004E5081" w:rsidRPr="004123FE" w:rsidRDefault="004E5081" w:rsidP="00DB19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4123FE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3A5BBF" w14:textId="77777777" w:rsidR="004E5081" w:rsidRDefault="004E5081" w:rsidP="00DB19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4123FE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8DE9DE1" w14:textId="77777777" w:rsidR="004E5081" w:rsidRPr="004123FE" w:rsidRDefault="004E5081" w:rsidP="00DB19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63D6870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Cs/>
        <w:lang w:val="x-none" w:eastAsia="pl-PL" w:bidi="pl-PL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color w:val="000000"/>
      </w:rPr>
    </w:lvl>
    <w:lvl w:ilvl="2">
      <w:start w:val="2"/>
      <w:numFmt w:val="upperLetter"/>
      <w:lvlText w:val="%3)"/>
      <w:lvlJc w:val="left"/>
      <w:pPr>
        <w:ind w:left="2340" w:hanging="360"/>
      </w:pPr>
      <w:rPr>
        <w:rFonts w:hint="default"/>
        <w:color w:val="000000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9"/>
    <w:multiLevelType w:val="multilevel"/>
    <w:tmpl w:val="758873EA"/>
    <w:lvl w:ilvl="0">
      <w:start w:val="4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%1.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1.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4"/>
      <w:numFmt w:val="decimal"/>
      <w:lvlText w:val="%1.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4"/>
      <w:numFmt w:val="decimal"/>
      <w:lvlText w:val="%1.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4"/>
      <w:numFmt w:val="decimal"/>
      <w:lvlText w:val="%1.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4"/>
      <w:numFmt w:val="decimal"/>
      <w:lvlText w:val="%1.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4"/>
      <w:numFmt w:val="decimal"/>
      <w:lvlText w:val="%1.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4"/>
      <w:numFmt w:val="decimal"/>
      <w:lvlText w:val="%1.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000000A"/>
    <w:multiLevelType w:val="multilevel"/>
    <w:tmpl w:val="A4C47E32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Symbol" w:hAnsi="Symbol" w:cs="Aria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D"/>
    <w:multiLevelType w:val="multilevel"/>
    <w:tmpl w:val="6022576E"/>
    <w:lvl w:ilvl="0">
      <w:start w:val="1"/>
      <w:numFmt w:val="lowerLetter"/>
      <w:lvlText w:val="%1)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0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0">
    <w:nsid w:val="00000011"/>
    <w:multiLevelType w:val="multilevel"/>
    <w:tmpl w:val="C990528A"/>
    <w:lvl w:ilvl="0">
      <w:start w:val="1"/>
      <w:numFmt w:val="lowerLetter"/>
      <w:lvlText w:val="%1)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0">
    <w:nsid w:val="00C833A5"/>
    <w:multiLevelType w:val="hybridMultilevel"/>
    <w:tmpl w:val="0FC678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827B4F"/>
    <w:multiLevelType w:val="hybridMultilevel"/>
    <w:tmpl w:val="EB5E0E7E"/>
    <w:lvl w:ilvl="0" w:tplc="0409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029A017D"/>
    <w:multiLevelType w:val="multilevel"/>
    <w:tmpl w:val="76786182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9" w15:restartNumberingAfterBreak="0">
    <w:nsid w:val="03197278"/>
    <w:multiLevelType w:val="hybridMultilevel"/>
    <w:tmpl w:val="C5EA3C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864D24"/>
    <w:multiLevelType w:val="hybridMultilevel"/>
    <w:tmpl w:val="77A45F6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6427CB"/>
    <w:multiLevelType w:val="multilevel"/>
    <w:tmpl w:val="99E2E2D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05507FE2"/>
    <w:multiLevelType w:val="hybridMultilevel"/>
    <w:tmpl w:val="064283D0"/>
    <w:lvl w:ilvl="0" w:tplc="47B2D41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bCs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4" w15:restartNumberingAfterBreak="0">
    <w:nsid w:val="11DB41A0"/>
    <w:multiLevelType w:val="multilevel"/>
    <w:tmpl w:val="B6D493C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15D30740"/>
    <w:multiLevelType w:val="hybridMultilevel"/>
    <w:tmpl w:val="43FEB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BD0B1D"/>
    <w:multiLevelType w:val="hybridMultilevel"/>
    <w:tmpl w:val="315AAF9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AF7247E"/>
    <w:multiLevelType w:val="multilevel"/>
    <w:tmpl w:val="4A1213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 w15:restartNumberingAfterBreak="0">
    <w:nsid w:val="1DA6203A"/>
    <w:multiLevelType w:val="hybridMultilevel"/>
    <w:tmpl w:val="8D8E24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5166A8"/>
    <w:multiLevelType w:val="multilevel"/>
    <w:tmpl w:val="A260BC1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44768F7"/>
    <w:multiLevelType w:val="multilevel"/>
    <w:tmpl w:val="2EBAFAE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27BD4568"/>
    <w:multiLevelType w:val="hybridMultilevel"/>
    <w:tmpl w:val="CEE0F0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B8E1BF4"/>
    <w:multiLevelType w:val="hybridMultilevel"/>
    <w:tmpl w:val="C4E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096877"/>
    <w:multiLevelType w:val="multilevel"/>
    <w:tmpl w:val="396653B0"/>
    <w:lvl w:ilvl="0">
      <w:start w:val="1"/>
      <w:numFmt w:val="lowerLetter"/>
      <w:lvlText w:val="%1) "/>
      <w:lvlJc w:val="left"/>
      <w:pPr>
        <w:ind w:left="567" w:hanging="283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4" w15:restartNumberingAfterBreak="0">
    <w:nsid w:val="36B74DB3"/>
    <w:multiLevelType w:val="hybridMultilevel"/>
    <w:tmpl w:val="949CA782"/>
    <w:lvl w:ilvl="0" w:tplc="04E2C0B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AE14F0"/>
    <w:multiLevelType w:val="hybridMultilevel"/>
    <w:tmpl w:val="AF2A7A16"/>
    <w:lvl w:ilvl="0" w:tplc="3CF03292">
      <w:start w:val="1"/>
      <w:numFmt w:val="ordinal"/>
      <w:lvlText w:val="6.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C4E2BE7"/>
    <w:multiLevelType w:val="hybridMultilevel"/>
    <w:tmpl w:val="5A26E110"/>
    <w:lvl w:ilvl="0" w:tplc="3CF03292">
      <w:start w:val="1"/>
      <w:numFmt w:val="ordinal"/>
      <w:lvlText w:val="6.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8E6F32"/>
    <w:multiLevelType w:val="hybridMultilevel"/>
    <w:tmpl w:val="51EC5034"/>
    <w:lvl w:ilvl="0" w:tplc="37FE529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BE6599"/>
    <w:multiLevelType w:val="singleLevel"/>
    <w:tmpl w:val="8CB6B93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  <w:szCs w:val="20"/>
      </w:rPr>
    </w:lvl>
  </w:abstractNum>
  <w:abstractNum w:abstractNumId="29" w15:restartNumberingAfterBreak="0">
    <w:nsid w:val="52567797"/>
    <w:multiLevelType w:val="hybridMultilevel"/>
    <w:tmpl w:val="C7C2EA02"/>
    <w:lvl w:ilvl="0" w:tplc="96CA57D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C51A50"/>
    <w:multiLevelType w:val="hybridMultilevel"/>
    <w:tmpl w:val="FCC80B66"/>
    <w:lvl w:ilvl="0" w:tplc="9E48B626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281763"/>
    <w:multiLevelType w:val="hybridMultilevel"/>
    <w:tmpl w:val="F9C21A50"/>
    <w:lvl w:ilvl="0" w:tplc="E07EFD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6571756"/>
    <w:multiLevelType w:val="multilevel"/>
    <w:tmpl w:val="F18E64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8A466C0"/>
    <w:multiLevelType w:val="hybridMultilevel"/>
    <w:tmpl w:val="3AB46C18"/>
    <w:lvl w:ilvl="0" w:tplc="EE469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916A10"/>
    <w:multiLevelType w:val="hybridMultilevel"/>
    <w:tmpl w:val="DB20FFFA"/>
    <w:lvl w:ilvl="0" w:tplc="C6B47EBE">
      <w:start w:val="1"/>
      <w:numFmt w:val="lowerLetter"/>
      <w:lvlText w:val="%1)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C200C33"/>
    <w:multiLevelType w:val="hybridMultilevel"/>
    <w:tmpl w:val="56A2FFD0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CE050B"/>
    <w:multiLevelType w:val="hybridMultilevel"/>
    <w:tmpl w:val="6950A014"/>
    <w:lvl w:ilvl="0" w:tplc="77FA537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F256127"/>
    <w:multiLevelType w:val="multilevel"/>
    <w:tmpl w:val="BB7ADDD4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hint="default"/>
        <w:b/>
        <w:bCs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38" w15:restartNumberingAfterBreak="0">
    <w:nsid w:val="5F9934D0"/>
    <w:multiLevelType w:val="hybridMultilevel"/>
    <w:tmpl w:val="DAC8D9DE"/>
    <w:lvl w:ilvl="0" w:tplc="51A0E8DE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BDDACDF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9" w15:restartNumberingAfterBreak="0">
    <w:nsid w:val="600E4844"/>
    <w:multiLevelType w:val="multilevel"/>
    <w:tmpl w:val="34BC6A4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0" w15:restartNumberingAfterBreak="0">
    <w:nsid w:val="60980042"/>
    <w:multiLevelType w:val="hybridMultilevel"/>
    <w:tmpl w:val="0C94D8DE"/>
    <w:lvl w:ilvl="0" w:tplc="894230BC">
      <w:start w:val="1"/>
      <w:numFmt w:val="ordinal"/>
      <w:lvlText w:val="7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8C4735"/>
    <w:multiLevelType w:val="hybridMultilevel"/>
    <w:tmpl w:val="5828488A"/>
    <w:lvl w:ilvl="0" w:tplc="24F64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5B47EA"/>
    <w:multiLevelType w:val="hybridMultilevel"/>
    <w:tmpl w:val="606225A4"/>
    <w:lvl w:ilvl="0" w:tplc="80AE1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5832A0"/>
    <w:multiLevelType w:val="hybridMultilevel"/>
    <w:tmpl w:val="66D68ACE"/>
    <w:lvl w:ilvl="0" w:tplc="98CC598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6"/>
  </w:num>
  <w:num w:numId="2">
    <w:abstractNumId w:val="25"/>
  </w:num>
  <w:num w:numId="3">
    <w:abstractNumId w:val="40"/>
  </w:num>
  <w:num w:numId="4">
    <w:abstractNumId w:val="34"/>
  </w:num>
  <w:num w:numId="5">
    <w:abstractNumId w:val="41"/>
  </w:num>
  <w:num w:numId="6">
    <w:abstractNumId w:val="33"/>
  </w:num>
  <w:num w:numId="7">
    <w:abstractNumId w:val="35"/>
  </w:num>
  <w:num w:numId="8">
    <w:abstractNumId w:val="22"/>
  </w:num>
  <w:num w:numId="9">
    <w:abstractNumId w:val="17"/>
  </w:num>
  <w:num w:numId="10">
    <w:abstractNumId w:val="30"/>
  </w:num>
  <w:num w:numId="11">
    <w:abstractNumId w:val="9"/>
  </w:num>
  <w:num w:numId="12">
    <w:abstractNumId w:val="14"/>
  </w:num>
  <w:num w:numId="13">
    <w:abstractNumId w:val="32"/>
  </w:num>
  <w:num w:numId="14">
    <w:abstractNumId w:val="39"/>
  </w:num>
  <w:num w:numId="15">
    <w:abstractNumId w:val="12"/>
  </w:num>
  <w:num w:numId="16">
    <w:abstractNumId w:val="20"/>
  </w:num>
  <w:num w:numId="17">
    <w:abstractNumId w:val="13"/>
  </w:num>
  <w:num w:numId="18">
    <w:abstractNumId w:val="11"/>
  </w:num>
  <w:num w:numId="19">
    <w:abstractNumId w:val="19"/>
  </w:num>
  <w:num w:numId="20">
    <w:abstractNumId w:val="7"/>
  </w:num>
  <w:num w:numId="21">
    <w:abstractNumId w:val="16"/>
  </w:num>
  <w:num w:numId="22">
    <w:abstractNumId w:val="28"/>
    <w:lvlOverride w:ilvl="0">
      <w:startOverride w:val="1"/>
    </w:lvlOverride>
  </w:num>
  <w:num w:numId="23">
    <w:abstractNumId w:val="42"/>
  </w:num>
  <w:num w:numId="24">
    <w:abstractNumId w:val="2"/>
  </w:num>
  <w:num w:numId="25">
    <w:abstractNumId w:val="31"/>
  </w:num>
  <w:num w:numId="26">
    <w:abstractNumId w:val="8"/>
    <w:lvlOverride w:ilvl="0">
      <w:startOverride w:val="3"/>
    </w:lvlOverride>
  </w:num>
  <w:num w:numId="27">
    <w:abstractNumId w:val="38"/>
  </w:num>
  <w:num w:numId="28">
    <w:abstractNumId w:val="21"/>
  </w:num>
  <w:num w:numId="29">
    <w:abstractNumId w:val="23"/>
  </w:num>
  <w:num w:numId="30">
    <w:abstractNumId w:val="6"/>
  </w:num>
  <w:num w:numId="31">
    <w:abstractNumId w:val="36"/>
  </w:num>
  <w:num w:numId="32">
    <w:abstractNumId w:val="1"/>
  </w:num>
  <w:num w:numId="33">
    <w:abstractNumId w:val="3"/>
  </w:num>
  <w:num w:numId="34">
    <w:abstractNumId w:val="4"/>
  </w:num>
  <w:num w:numId="35">
    <w:abstractNumId w:val="5"/>
  </w:num>
  <w:num w:numId="36">
    <w:abstractNumId w:val="24"/>
  </w:num>
  <w:num w:numId="37">
    <w:abstractNumId w:val="27"/>
  </w:num>
  <w:num w:numId="38">
    <w:abstractNumId w:val="0"/>
  </w:num>
  <w:num w:numId="39">
    <w:abstractNumId w:val="15"/>
  </w:num>
  <w:num w:numId="40">
    <w:abstractNumId w:val="37"/>
  </w:num>
  <w:num w:numId="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</w:num>
  <w:num w:numId="44">
    <w:abstractNumId w:val="29"/>
  </w:num>
  <w:num w:numId="45">
    <w:abstractNumId w:val="18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84F"/>
    <w:rsid w:val="000004CC"/>
    <w:rsid w:val="00000926"/>
    <w:rsid w:val="000034B6"/>
    <w:rsid w:val="0000486B"/>
    <w:rsid w:val="000056CA"/>
    <w:rsid w:val="000062A6"/>
    <w:rsid w:val="00022E5F"/>
    <w:rsid w:val="000267F7"/>
    <w:rsid w:val="00026906"/>
    <w:rsid w:val="00027662"/>
    <w:rsid w:val="00032F0F"/>
    <w:rsid w:val="00034C23"/>
    <w:rsid w:val="00040FEC"/>
    <w:rsid w:val="00042744"/>
    <w:rsid w:val="00046886"/>
    <w:rsid w:val="000541E8"/>
    <w:rsid w:val="00063286"/>
    <w:rsid w:val="00066C94"/>
    <w:rsid w:val="00067241"/>
    <w:rsid w:val="00076107"/>
    <w:rsid w:val="00084386"/>
    <w:rsid w:val="000A7940"/>
    <w:rsid w:val="000B616A"/>
    <w:rsid w:val="000C115E"/>
    <w:rsid w:val="000C4796"/>
    <w:rsid w:val="000C4BA5"/>
    <w:rsid w:val="000C57D1"/>
    <w:rsid w:val="000C66DD"/>
    <w:rsid w:val="000C7C09"/>
    <w:rsid w:val="000D320F"/>
    <w:rsid w:val="000D3F7E"/>
    <w:rsid w:val="000D4D0E"/>
    <w:rsid w:val="000D574D"/>
    <w:rsid w:val="000D6680"/>
    <w:rsid w:val="000E3FD2"/>
    <w:rsid w:val="000F0BCA"/>
    <w:rsid w:val="000F450D"/>
    <w:rsid w:val="0010002A"/>
    <w:rsid w:val="00117C3F"/>
    <w:rsid w:val="00136CB8"/>
    <w:rsid w:val="0014325F"/>
    <w:rsid w:val="00144BB1"/>
    <w:rsid w:val="00147C5C"/>
    <w:rsid w:val="00154157"/>
    <w:rsid w:val="001668A1"/>
    <w:rsid w:val="00167F75"/>
    <w:rsid w:val="0017230E"/>
    <w:rsid w:val="00176D73"/>
    <w:rsid w:val="00181C42"/>
    <w:rsid w:val="0018457E"/>
    <w:rsid w:val="00193881"/>
    <w:rsid w:val="00194392"/>
    <w:rsid w:val="00197516"/>
    <w:rsid w:val="001A084F"/>
    <w:rsid w:val="001A3C63"/>
    <w:rsid w:val="001B792A"/>
    <w:rsid w:val="001D62FE"/>
    <w:rsid w:val="001D6BDE"/>
    <w:rsid w:val="001E2740"/>
    <w:rsid w:val="001E327D"/>
    <w:rsid w:val="001F27CA"/>
    <w:rsid w:val="001F2DC2"/>
    <w:rsid w:val="001F5ACF"/>
    <w:rsid w:val="00204E06"/>
    <w:rsid w:val="00207ED5"/>
    <w:rsid w:val="002149BB"/>
    <w:rsid w:val="0023031F"/>
    <w:rsid w:val="00237AFC"/>
    <w:rsid w:val="002408B8"/>
    <w:rsid w:val="0024138F"/>
    <w:rsid w:val="0024572D"/>
    <w:rsid w:val="002536CA"/>
    <w:rsid w:val="0025778F"/>
    <w:rsid w:val="0026092B"/>
    <w:rsid w:val="00263056"/>
    <w:rsid w:val="00283826"/>
    <w:rsid w:val="002948B1"/>
    <w:rsid w:val="00296725"/>
    <w:rsid w:val="002A5EC3"/>
    <w:rsid w:val="002A642E"/>
    <w:rsid w:val="002A74E9"/>
    <w:rsid w:val="002B0CA1"/>
    <w:rsid w:val="002B6882"/>
    <w:rsid w:val="002D3B51"/>
    <w:rsid w:val="002D51ED"/>
    <w:rsid w:val="002D7694"/>
    <w:rsid w:val="002E1973"/>
    <w:rsid w:val="002F1B81"/>
    <w:rsid w:val="00310CC0"/>
    <w:rsid w:val="003119C7"/>
    <w:rsid w:val="00325782"/>
    <w:rsid w:val="00347255"/>
    <w:rsid w:val="00355373"/>
    <w:rsid w:val="0036115B"/>
    <w:rsid w:val="003648D9"/>
    <w:rsid w:val="0037343A"/>
    <w:rsid w:val="00382D16"/>
    <w:rsid w:val="00391D53"/>
    <w:rsid w:val="00393A2A"/>
    <w:rsid w:val="0039672D"/>
    <w:rsid w:val="0039795C"/>
    <w:rsid w:val="003A4513"/>
    <w:rsid w:val="003A52C9"/>
    <w:rsid w:val="003B342C"/>
    <w:rsid w:val="003B427B"/>
    <w:rsid w:val="003C03FF"/>
    <w:rsid w:val="003D3C64"/>
    <w:rsid w:val="003D43BE"/>
    <w:rsid w:val="003D5C00"/>
    <w:rsid w:val="003E5E7A"/>
    <w:rsid w:val="00401B89"/>
    <w:rsid w:val="00405CB4"/>
    <w:rsid w:val="0041073F"/>
    <w:rsid w:val="00417831"/>
    <w:rsid w:val="004258AC"/>
    <w:rsid w:val="00437F24"/>
    <w:rsid w:val="00442FEC"/>
    <w:rsid w:val="0044365F"/>
    <w:rsid w:val="004613CC"/>
    <w:rsid w:val="00462C3D"/>
    <w:rsid w:val="00464222"/>
    <w:rsid w:val="00467595"/>
    <w:rsid w:val="00471FB8"/>
    <w:rsid w:val="0048433B"/>
    <w:rsid w:val="00486F5A"/>
    <w:rsid w:val="004A2CF1"/>
    <w:rsid w:val="004A4845"/>
    <w:rsid w:val="004A59AF"/>
    <w:rsid w:val="004B6AE7"/>
    <w:rsid w:val="004C0199"/>
    <w:rsid w:val="004C4225"/>
    <w:rsid w:val="004D0AC9"/>
    <w:rsid w:val="004D0DBA"/>
    <w:rsid w:val="004D61CB"/>
    <w:rsid w:val="004E46FE"/>
    <w:rsid w:val="004E5081"/>
    <w:rsid w:val="004F3DA5"/>
    <w:rsid w:val="004F5C64"/>
    <w:rsid w:val="00500E3F"/>
    <w:rsid w:val="00501F48"/>
    <w:rsid w:val="00511EF8"/>
    <w:rsid w:val="0051292C"/>
    <w:rsid w:val="005204B9"/>
    <w:rsid w:val="005346A0"/>
    <w:rsid w:val="00555847"/>
    <w:rsid w:val="00561B29"/>
    <w:rsid w:val="00563B6C"/>
    <w:rsid w:val="00564496"/>
    <w:rsid w:val="00572650"/>
    <w:rsid w:val="00573FE0"/>
    <w:rsid w:val="005774A3"/>
    <w:rsid w:val="005918DD"/>
    <w:rsid w:val="0059346C"/>
    <w:rsid w:val="005A0FD2"/>
    <w:rsid w:val="005A5678"/>
    <w:rsid w:val="005B3700"/>
    <w:rsid w:val="005B39D5"/>
    <w:rsid w:val="005C04ED"/>
    <w:rsid w:val="005C0B42"/>
    <w:rsid w:val="005C4F8B"/>
    <w:rsid w:val="005D266B"/>
    <w:rsid w:val="005D38DF"/>
    <w:rsid w:val="005D577A"/>
    <w:rsid w:val="005F34AD"/>
    <w:rsid w:val="005F41F5"/>
    <w:rsid w:val="005F756F"/>
    <w:rsid w:val="00602193"/>
    <w:rsid w:val="00603394"/>
    <w:rsid w:val="0060352E"/>
    <w:rsid w:val="006129BC"/>
    <w:rsid w:val="00632542"/>
    <w:rsid w:val="00634BFE"/>
    <w:rsid w:val="00635812"/>
    <w:rsid w:val="00641D9F"/>
    <w:rsid w:val="006421DD"/>
    <w:rsid w:val="00643A81"/>
    <w:rsid w:val="006530B1"/>
    <w:rsid w:val="00653FF8"/>
    <w:rsid w:val="00665E54"/>
    <w:rsid w:val="00675A3A"/>
    <w:rsid w:val="006772AD"/>
    <w:rsid w:val="00677CA1"/>
    <w:rsid w:val="00677EF4"/>
    <w:rsid w:val="00684AA2"/>
    <w:rsid w:val="00691CE3"/>
    <w:rsid w:val="006978C0"/>
    <w:rsid w:val="00697F9B"/>
    <w:rsid w:val="006A72EE"/>
    <w:rsid w:val="006A7BEE"/>
    <w:rsid w:val="006B1AFE"/>
    <w:rsid w:val="006B316C"/>
    <w:rsid w:val="006C1484"/>
    <w:rsid w:val="006C1E6E"/>
    <w:rsid w:val="006E4129"/>
    <w:rsid w:val="006E6228"/>
    <w:rsid w:val="006E6D66"/>
    <w:rsid w:val="00702E3A"/>
    <w:rsid w:val="00704737"/>
    <w:rsid w:val="00705BD5"/>
    <w:rsid w:val="0071191B"/>
    <w:rsid w:val="007253AA"/>
    <w:rsid w:val="00725A78"/>
    <w:rsid w:val="00733968"/>
    <w:rsid w:val="00734F29"/>
    <w:rsid w:val="00740851"/>
    <w:rsid w:val="00784AEF"/>
    <w:rsid w:val="0078654D"/>
    <w:rsid w:val="0079174A"/>
    <w:rsid w:val="0079175F"/>
    <w:rsid w:val="00792055"/>
    <w:rsid w:val="007A1CA4"/>
    <w:rsid w:val="007A3748"/>
    <w:rsid w:val="007A4035"/>
    <w:rsid w:val="007A48A1"/>
    <w:rsid w:val="007B0746"/>
    <w:rsid w:val="007B0C36"/>
    <w:rsid w:val="007D23FE"/>
    <w:rsid w:val="007D3762"/>
    <w:rsid w:val="007E1D04"/>
    <w:rsid w:val="007E313E"/>
    <w:rsid w:val="007E60CD"/>
    <w:rsid w:val="007F3537"/>
    <w:rsid w:val="00811564"/>
    <w:rsid w:val="0081437B"/>
    <w:rsid w:val="00823BD5"/>
    <w:rsid w:val="00826CEE"/>
    <w:rsid w:val="00853DAB"/>
    <w:rsid w:val="0085774A"/>
    <w:rsid w:val="008605E4"/>
    <w:rsid w:val="00861A45"/>
    <w:rsid w:val="00877FC7"/>
    <w:rsid w:val="00893FFE"/>
    <w:rsid w:val="008B3B13"/>
    <w:rsid w:val="008B6BB2"/>
    <w:rsid w:val="008C3C3C"/>
    <w:rsid w:val="008C738F"/>
    <w:rsid w:val="008C7397"/>
    <w:rsid w:val="008D69CF"/>
    <w:rsid w:val="008D7D42"/>
    <w:rsid w:val="008E2AA3"/>
    <w:rsid w:val="008F4DFE"/>
    <w:rsid w:val="008F58FE"/>
    <w:rsid w:val="008F7E30"/>
    <w:rsid w:val="00910625"/>
    <w:rsid w:val="009131BB"/>
    <w:rsid w:val="009151E7"/>
    <w:rsid w:val="0092499E"/>
    <w:rsid w:val="009269FB"/>
    <w:rsid w:val="00940D62"/>
    <w:rsid w:val="009451FB"/>
    <w:rsid w:val="00954622"/>
    <w:rsid w:val="00956FA9"/>
    <w:rsid w:val="00960B98"/>
    <w:rsid w:val="009642FD"/>
    <w:rsid w:val="009647C7"/>
    <w:rsid w:val="00967940"/>
    <w:rsid w:val="0097228B"/>
    <w:rsid w:val="0098596A"/>
    <w:rsid w:val="00992148"/>
    <w:rsid w:val="009924B7"/>
    <w:rsid w:val="009956E9"/>
    <w:rsid w:val="00996FA1"/>
    <w:rsid w:val="009A0B6A"/>
    <w:rsid w:val="009A1965"/>
    <w:rsid w:val="009A386F"/>
    <w:rsid w:val="009A7F64"/>
    <w:rsid w:val="009C116F"/>
    <w:rsid w:val="009C5490"/>
    <w:rsid w:val="009D2D1C"/>
    <w:rsid w:val="009D796C"/>
    <w:rsid w:val="009E1998"/>
    <w:rsid w:val="00A162FF"/>
    <w:rsid w:val="00A16862"/>
    <w:rsid w:val="00A27E86"/>
    <w:rsid w:val="00A30787"/>
    <w:rsid w:val="00A522A1"/>
    <w:rsid w:val="00A53377"/>
    <w:rsid w:val="00A54001"/>
    <w:rsid w:val="00A61828"/>
    <w:rsid w:val="00A6292E"/>
    <w:rsid w:val="00A639F0"/>
    <w:rsid w:val="00A63AA1"/>
    <w:rsid w:val="00A64639"/>
    <w:rsid w:val="00A6473D"/>
    <w:rsid w:val="00A65A98"/>
    <w:rsid w:val="00A65CC2"/>
    <w:rsid w:val="00A73C1D"/>
    <w:rsid w:val="00A80D7C"/>
    <w:rsid w:val="00A819C2"/>
    <w:rsid w:val="00A97E14"/>
    <w:rsid w:val="00AA1AC9"/>
    <w:rsid w:val="00AB6B6B"/>
    <w:rsid w:val="00AB6DA2"/>
    <w:rsid w:val="00AD1AE2"/>
    <w:rsid w:val="00AF1AE2"/>
    <w:rsid w:val="00AF2122"/>
    <w:rsid w:val="00B015D7"/>
    <w:rsid w:val="00B03054"/>
    <w:rsid w:val="00B06643"/>
    <w:rsid w:val="00B06E18"/>
    <w:rsid w:val="00B1389C"/>
    <w:rsid w:val="00B14ABF"/>
    <w:rsid w:val="00B150E7"/>
    <w:rsid w:val="00B2315D"/>
    <w:rsid w:val="00B41BD1"/>
    <w:rsid w:val="00B4422B"/>
    <w:rsid w:val="00B463BC"/>
    <w:rsid w:val="00B545CC"/>
    <w:rsid w:val="00B558F9"/>
    <w:rsid w:val="00B56B4B"/>
    <w:rsid w:val="00B60DE0"/>
    <w:rsid w:val="00B63564"/>
    <w:rsid w:val="00B73985"/>
    <w:rsid w:val="00B750F7"/>
    <w:rsid w:val="00B76948"/>
    <w:rsid w:val="00B87FA8"/>
    <w:rsid w:val="00B9556D"/>
    <w:rsid w:val="00B979DC"/>
    <w:rsid w:val="00BB21BA"/>
    <w:rsid w:val="00BD3D9B"/>
    <w:rsid w:val="00BD5A9E"/>
    <w:rsid w:val="00BF005E"/>
    <w:rsid w:val="00BF32F1"/>
    <w:rsid w:val="00BF6514"/>
    <w:rsid w:val="00C03128"/>
    <w:rsid w:val="00C13B22"/>
    <w:rsid w:val="00C2608D"/>
    <w:rsid w:val="00C267D6"/>
    <w:rsid w:val="00C37FB0"/>
    <w:rsid w:val="00C41FD0"/>
    <w:rsid w:val="00C47DDF"/>
    <w:rsid w:val="00C548B1"/>
    <w:rsid w:val="00C5586C"/>
    <w:rsid w:val="00C610C5"/>
    <w:rsid w:val="00C72A18"/>
    <w:rsid w:val="00C76A05"/>
    <w:rsid w:val="00C777BF"/>
    <w:rsid w:val="00C82B30"/>
    <w:rsid w:val="00C92450"/>
    <w:rsid w:val="00C934DA"/>
    <w:rsid w:val="00C93A49"/>
    <w:rsid w:val="00C95516"/>
    <w:rsid w:val="00C956DC"/>
    <w:rsid w:val="00CA377F"/>
    <w:rsid w:val="00CA6793"/>
    <w:rsid w:val="00CB51E0"/>
    <w:rsid w:val="00CB5CF6"/>
    <w:rsid w:val="00CC0EB0"/>
    <w:rsid w:val="00CC49DC"/>
    <w:rsid w:val="00CC7BB0"/>
    <w:rsid w:val="00CD1502"/>
    <w:rsid w:val="00CE3006"/>
    <w:rsid w:val="00CE6A73"/>
    <w:rsid w:val="00CE6CDF"/>
    <w:rsid w:val="00CF519B"/>
    <w:rsid w:val="00D0451F"/>
    <w:rsid w:val="00D12F8B"/>
    <w:rsid w:val="00D15B21"/>
    <w:rsid w:val="00D23742"/>
    <w:rsid w:val="00D261FD"/>
    <w:rsid w:val="00D3050A"/>
    <w:rsid w:val="00D31534"/>
    <w:rsid w:val="00D33CA7"/>
    <w:rsid w:val="00D34ACB"/>
    <w:rsid w:val="00D37DEF"/>
    <w:rsid w:val="00D43F7F"/>
    <w:rsid w:val="00D44E24"/>
    <w:rsid w:val="00D513EE"/>
    <w:rsid w:val="00D57718"/>
    <w:rsid w:val="00D709F6"/>
    <w:rsid w:val="00D752A0"/>
    <w:rsid w:val="00D80406"/>
    <w:rsid w:val="00D84B14"/>
    <w:rsid w:val="00D956D4"/>
    <w:rsid w:val="00DA637A"/>
    <w:rsid w:val="00DB19DE"/>
    <w:rsid w:val="00DB1C94"/>
    <w:rsid w:val="00DC27E8"/>
    <w:rsid w:val="00DC3B9D"/>
    <w:rsid w:val="00DC54E2"/>
    <w:rsid w:val="00DC7B22"/>
    <w:rsid w:val="00DD11B4"/>
    <w:rsid w:val="00DD1532"/>
    <w:rsid w:val="00DE3D31"/>
    <w:rsid w:val="00DE54E3"/>
    <w:rsid w:val="00DE64C7"/>
    <w:rsid w:val="00DF14F4"/>
    <w:rsid w:val="00DF1A98"/>
    <w:rsid w:val="00E049CA"/>
    <w:rsid w:val="00E06591"/>
    <w:rsid w:val="00E13CA2"/>
    <w:rsid w:val="00E21CE1"/>
    <w:rsid w:val="00E2236D"/>
    <w:rsid w:val="00E269F0"/>
    <w:rsid w:val="00E407F7"/>
    <w:rsid w:val="00E55916"/>
    <w:rsid w:val="00E659B3"/>
    <w:rsid w:val="00E70CC2"/>
    <w:rsid w:val="00E925F3"/>
    <w:rsid w:val="00E93802"/>
    <w:rsid w:val="00E94DE6"/>
    <w:rsid w:val="00EA1349"/>
    <w:rsid w:val="00EB1F4D"/>
    <w:rsid w:val="00EB3820"/>
    <w:rsid w:val="00EB7C8C"/>
    <w:rsid w:val="00EC06E3"/>
    <w:rsid w:val="00EC3498"/>
    <w:rsid w:val="00ED1294"/>
    <w:rsid w:val="00EE2B82"/>
    <w:rsid w:val="00EE61FB"/>
    <w:rsid w:val="00EE7224"/>
    <w:rsid w:val="00EF43F5"/>
    <w:rsid w:val="00F063BD"/>
    <w:rsid w:val="00F06509"/>
    <w:rsid w:val="00F125CB"/>
    <w:rsid w:val="00F13ABC"/>
    <w:rsid w:val="00F14B2F"/>
    <w:rsid w:val="00F20450"/>
    <w:rsid w:val="00F22240"/>
    <w:rsid w:val="00F260BF"/>
    <w:rsid w:val="00F44259"/>
    <w:rsid w:val="00F44916"/>
    <w:rsid w:val="00F52760"/>
    <w:rsid w:val="00F530E0"/>
    <w:rsid w:val="00F54882"/>
    <w:rsid w:val="00F552DA"/>
    <w:rsid w:val="00F57615"/>
    <w:rsid w:val="00F57B66"/>
    <w:rsid w:val="00F60346"/>
    <w:rsid w:val="00F62DCB"/>
    <w:rsid w:val="00F733C1"/>
    <w:rsid w:val="00F73CE7"/>
    <w:rsid w:val="00F77AE2"/>
    <w:rsid w:val="00F800DA"/>
    <w:rsid w:val="00F92C5B"/>
    <w:rsid w:val="00F936E9"/>
    <w:rsid w:val="00FB2822"/>
    <w:rsid w:val="00FB75BC"/>
    <w:rsid w:val="00FC2C80"/>
    <w:rsid w:val="00FD1DF5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C9063D"/>
  <w15:docId w15:val="{1DC48638-6C6F-4E7F-8BBD-0FE557C0C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1A4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D80406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7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C7C0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6FA9"/>
  </w:style>
  <w:style w:type="paragraph" w:styleId="Stopka">
    <w:name w:val="footer"/>
    <w:basedOn w:val="Normalny"/>
    <w:link w:val="StopkaZnak"/>
    <w:unhideWhenUsed/>
    <w:rsid w:val="0095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56FA9"/>
  </w:style>
  <w:style w:type="character" w:styleId="Hipercze">
    <w:name w:val="Hyperlink"/>
    <w:unhideWhenUsed/>
    <w:rsid w:val="008C3C3C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B07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7B0746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uiPriority w:val="99"/>
    <w:qFormat/>
    <w:rsid w:val="00B06643"/>
    <w:pPr>
      <w:widowControl w:val="0"/>
      <w:suppressAutoHyphens/>
      <w:textAlignment w:val="baseline"/>
    </w:pPr>
    <w:rPr>
      <w:rFonts w:ascii="Liberation Serif" w:eastAsia="Droid Sans Fallback" w:hAnsi="Liberation Serif" w:cs="FreeSans"/>
      <w:kern w:val="2"/>
      <w:sz w:val="24"/>
      <w:szCs w:val="24"/>
      <w:lang w:eastAsia="zh-CN" w:bidi="hi-IN"/>
    </w:rPr>
  </w:style>
  <w:style w:type="paragraph" w:customStyle="1" w:styleId="Style1">
    <w:name w:val="Style1"/>
    <w:basedOn w:val="Normalny"/>
    <w:rsid w:val="00B06643"/>
    <w:pPr>
      <w:widowControl w:val="0"/>
      <w:suppressAutoHyphens/>
      <w:spacing w:after="0" w:line="269" w:lineRule="exact"/>
      <w:jc w:val="both"/>
    </w:pPr>
    <w:rPr>
      <w:sz w:val="24"/>
      <w:szCs w:val="24"/>
      <w:lang w:eastAsia="zh-CN"/>
    </w:rPr>
  </w:style>
  <w:style w:type="paragraph" w:customStyle="1" w:styleId="Style5">
    <w:name w:val="Style5"/>
    <w:basedOn w:val="Normalny"/>
    <w:rsid w:val="00B06643"/>
    <w:pPr>
      <w:widowControl w:val="0"/>
      <w:suppressAutoHyphens/>
      <w:spacing w:after="0" w:line="240" w:lineRule="auto"/>
    </w:pPr>
    <w:rPr>
      <w:rFonts w:eastAsia="font341" w:cs="Calibri"/>
      <w:sz w:val="24"/>
      <w:szCs w:val="24"/>
      <w:lang w:eastAsia="zh-CN"/>
    </w:rPr>
  </w:style>
  <w:style w:type="paragraph" w:customStyle="1" w:styleId="Style13">
    <w:name w:val="Style13"/>
    <w:basedOn w:val="Normalny"/>
    <w:rsid w:val="00B06643"/>
    <w:pPr>
      <w:widowControl w:val="0"/>
      <w:autoSpaceDE w:val="0"/>
      <w:autoSpaceDN w:val="0"/>
      <w:adjustRightInd w:val="0"/>
      <w:spacing w:after="0" w:line="259" w:lineRule="exact"/>
      <w:ind w:hanging="254"/>
    </w:pPr>
    <w:rPr>
      <w:rFonts w:ascii="Times New Roman" w:hAnsi="Times New Roman"/>
      <w:sz w:val="24"/>
      <w:szCs w:val="24"/>
    </w:rPr>
  </w:style>
  <w:style w:type="character" w:customStyle="1" w:styleId="czeinternetowe">
    <w:name w:val="Łącze internetowe"/>
    <w:unhideWhenUsed/>
    <w:rsid w:val="00B06643"/>
    <w:rPr>
      <w:color w:val="0000FF"/>
      <w:u w:val="single"/>
    </w:rPr>
  </w:style>
  <w:style w:type="paragraph" w:customStyle="1" w:styleId="Heading21">
    <w:name w:val="Heading 21"/>
    <w:basedOn w:val="Normalny"/>
    <w:next w:val="Normalny"/>
    <w:qFormat/>
    <w:rsid w:val="00B06643"/>
    <w:pPr>
      <w:keepNext/>
      <w:suppressAutoHyphens/>
      <w:spacing w:after="0"/>
      <w:outlineLvl w:val="1"/>
    </w:pPr>
    <w:rPr>
      <w:rFonts w:ascii="Arial" w:eastAsia="Noto Sans CJK SC" w:hAnsi="Arial"/>
      <w:bCs/>
      <w:sz w:val="32"/>
      <w:szCs w:val="32"/>
      <w:lang w:eastAsia="zh-CN" w:bidi="hi-IN"/>
    </w:rPr>
  </w:style>
  <w:style w:type="paragraph" w:styleId="Akapitzlist">
    <w:name w:val="List Paragraph"/>
    <w:aliases w:val="Numerowanie,BulletC,Wyliczanie,Obiekt,normalny tekst,Akapit z listą31,Bullets,List Paragraph1,CW_Lista,zwykły tekst,Nagłowek 3,L1,Preambuła,Akapit z listą BS,Kolorowa lista — akcent 11,Dot pt,F5 List Paragraph,Recommendation,lp1"/>
    <w:basedOn w:val="Normalny"/>
    <w:link w:val="AkapitzlistZnak"/>
    <w:qFormat/>
    <w:rsid w:val="00B06643"/>
    <w:pPr>
      <w:suppressAutoHyphens/>
      <w:spacing w:after="160" w:line="252" w:lineRule="auto"/>
      <w:ind w:left="720"/>
      <w:contextualSpacing/>
    </w:pPr>
    <w:rPr>
      <w:rFonts w:eastAsia="Calibri" w:cs="Calibri"/>
      <w:lang w:eastAsia="zh-CN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zwykły tekst Znak,Nagłowek 3 Znak,L1 Znak,Preambuła Znak,Akapit z listą BS Znak"/>
    <w:link w:val="Akapitzlist"/>
    <w:qFormat/>
    <w:locked/>
    <w:rsid w:val="00B06643"/>
    <w:rPr>
      <w:rFonts w:eastAsia="Calibri" w:cs="Calibri"/>
      <w:sz w:val="22"/>
      <w:szCs w:val="22"/>
      <w:lang w:eastAsia="zh-C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664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B06643"/>
    <w:rPr>
      <w:sz w:val="22"/>
      <w:szCs w:val="22"/>
    </w:rPr>
  </w:style>
  <w:style w:type="character" w:customStyle="1" w:styleId="Domy9clnaczcionkaakapitu1">
    <w:name w:val="Domyś9clna czcionka akapitu1"/>
    <w:rsid w:val="00197516"/>
  </w:style>
  <w:style w:type="paragraph" w:customStyle="1" w:styleId="Normalny1">
    <w:name w:val="Normalny1"/>
    <w:rsid w:val="00197516"/>
    <w:pPr>
      <w:widowControl w:val="0"/>
      <w:suppressAutoHyphens/>
      <w:autoSpaceDE w:val="0"/>
      <w:textAlignment w:val="baseline"/>
    </w:pPr>
    <w:rPr>
      <w:rFonts w:cs="Calibri"/>
      <w:kern w:val="1"/>
      <w:lang w:eastAsia="ar-SA"/>
    </w:rPr>
  </w:style>
  <w:style w:type="character" w:styleId="Uwydatnienie">
    <w:name w:val="Emphasis"/>
    <w:uiPriority w:val="20"/>
    <w:qFormat/>
    <w:rsid w:val="00B73985"/>
    <w:rPr>
      <w:i/>
      <w:iCs/>
    </w:rPr>
  </w:style>
  <w:style w:type="paragraph" w:styleId="Zwykytekst">
    <w:name w:val="Plain Text"/>
    <w:basedOn w:val="Normalny"/>
    <w:link w:val="ZwykytekstZnak1"/>
    <w:qFormat/>
    <w:rsid w:val="005C0B4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uiPriority w:val="99"/>
    <w:semiHidden/>
    <w:rsid w:val="005C0B42"/>
    <w:rPr>
      <w:rFonts w:ascii="Courier New" w:hAnsi="Courier New" w:cs="Courier New"/>
    </w:rPr>
  </w:style>
  <w:style w:type="character" w:customStyle="1" w:styleId="ZwykytekstZnak1">
    <w:name w:val="Zwykły tekst Znak1"/>
    <w:link w:val="Zwykytekst"/>
    <w:rsid w:val="005C0B42"/>
    <w:rPr>
      <w:rFonts w:ascii="Courier New" w:hAnsi="Courier New"/>
    </w:rPr>
  </w:style>
  <w:style w:type="character" w:styleId="Odwoanieprzypisudolnego">
    <w:name w:val="footnote reference"/>
    <w:uiPriority w:val="99"/>
    <w:semiHidden/>
    <w:unhideWhenUsed/>
    <w:rsid w:val="005C0B4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0B42"/>
    <w:pPr>
      <w:spacing w:after="160" w:line="259" w:lineRule="auto"/>
    </w:pPr>
    <w:rPr>
      <w:rFonts w:ascii="Times New Roman" w:eastAsia="Calibri" w:hAnsi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DB19DE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DB19DE"/>
    <w:rPr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8040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D80406"/>
    <w:rPr>
      <w:sz w:val="22"/>
      <w:szCs w:val="22"/>
    </w:rPr>
  </w:style>
  <w:style w:type="character" w:customStyle="1" w:styleId="Nagwek1Znak">
    <w:name w:val="Nagłówek 1 Znak"/>
    <w:link w:val="Nagwek1"/>
    <w:rsid w:val="00D80406"/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blokowy">
    <w:name w:val="Block Text"/>
    <w:basedOn w:val="Normalny"/>
    <w:semiHidden/>
    <w:rsid w:val="00D80406"/>
    <w:pPr>
      <w:spacing w:after="0" w:line="240" w:lineRule="auto"/>
      <w:ind w:left="-720" w:right="-828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3CE7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73CE7"/>
    <w:rPr>
      <w:rFonts w:eastAsia="Calibri"/>
      <w:lang w:eastAsia="en-US"/>
    </w:rPr>
  </w:style>
  <w:style w:type="character" w:customStyle="1" w:styleId="markedcontent">
    <w:name w:val="markedcontent"/>
    <w:rsid w:val="006129BC"/>
  </w:style>
  <w:style w:type="character" w:styleId="Odwoaniedokomentarza">
    <w:name w:val="annotation reference"/>
    <w:basedOn w:val="Domylnaczcionkaakapitu"/>
    <w:uiPriority w:val="99"/>
    <w:semiHidden/>
    <w:unhideWhenUsed/>
    <w:rsid w:val="00FB28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28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282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28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2822"/>
    <w:rPr>
      <w:b/>
      <w:b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D3D9B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C95516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&#243;&#380;a\AppData\Local\Temp\Temp1_Woda_&#378;r&#243;dlana.zip\ZZ_%20%20%20_055_D_23_Og&#322;oszenie_Opis_Formularz_Umow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5916F-41D4-411C-8489-BE9305A59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ZZ_   _055_D_23_Ogłoszenie_Opis_Formularz_Umowa</Template>
  <TotalTime>0</TotalTime>
  <Pages>4</Pages>
  <Words>938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6558</CharactersWithSpaces>
  <SharedDoc>false</SharedDoc>
  <HLinks>
    <vt:vector size="30" baseType="variant">
      <vt:variant>
        <vt:i4>8192020</vt:i4>
      </vt:variant>
      <vt:variant>
        <vt:i4>12</vt:i4>
      </vt:variant>
      <vt:variant>
        <vt:i4>0</vt:i4>
      </vt:variant>
      <vt:variant>
        <vt:i4>5</vt:i4>
      </vt:variant>
      <vt:variant>
        <vt:lpwstr>mailto:iwona@pg.edu.pl</vt:lpwstr>
      </vt:variant>
      <vt:variant>
        <vt:lpwstr/>
      </vt:variant>
      <vt:variant>
        <vt:i4>1507426</vt:i4>
      </vt:variant>
      <vt:variant>
        <vt:i4>9</vt:i4>
      </vt:variant>
      <vt:variant>
        <vt:i4>0</vt:i4>
      </vt:variant>
      <vt:variant>
        <vt:i4>5</vt:i4>
      </vt:variant>
      <vt:variant>
        <vt:lpwstr>mailto:iod@pg.edu.pl</vt:lpwstr>
      </vt:variant>
      <vt:variant>
        <vt:lpwstr/>
      </vt:variant>
      <vt:variant>
        <vt:i4>7929904</vt:i4>
      </vt:variant>
      <vt:variant>
        <vt:i4>6</vt:i4>
      </vt:variant>
      <vt:variant>
        <vt:i4>0</vt:i4>
      </vt:variant>
      <vt:variant>
        <vt:i4>5</vt:i4>
      </vt:variant>
      <vt:variant>
        <vt:lpwstr>https://webmail.pg.edu.pl/appsuite/</vt:lpwstr>
      </vt:variant>
      <vt:variant>
        <vt:lpwstr/>
      </vt:variant>
      <vt:variant>
        <vt:i4>7929904</vt:i4>
      </vt:variant>
      <vt:variant>
        <vt:i4>3</vt:i4>
      </vt:variant>
      <vt:variant>
        <vt:i4>0</vt:i4>
      </vt:variant>
      <vt:variant>
        <vt:i4>5</vt:i4>
      </vt:variant>
      <vt:variant>
        <vt:lpwstr>https://webmail.pg.edu.pl/appsuite/</vt:lpwstr>
      </vt:variant>
      <vt:variant>
        <vt:lpwstr/>
      </vt:variant>
      <vt:variant>
        <vt:i4>917623</vt:i4>
      </vt:variant>
      <vt:variant>
        <vt:i4>0</vt:i4>
      </vt:variant>
      <vt:variant>
        <vt:i4>0</vt:i4>
      </vt:variant>
      <vt:variant>
        <vt:i4>5</vt:i4>
      </vt:variant>
      <vt:variant>
        <vt:lpwstr>mailto:dzp@pg.edu.pl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Róża</dc:creator>
  <cp:lastModifiedBy>Marcin</cp:lastModifiedBy>
  <cp:revision>2</cp:revision>
  <cp:lastPrinted>2024-10-02T07:20:00Z</cp:lastPrinted>
  <dcterms:created xsi:type="dcterms:W3CDTF">2024-10-07T09:33:00Z</dcterms:created>
  <dcterms:modified xsi:type="dcterms:W3CDTF">2024-10-07T09:33:00Z</dcterms:modified>
</cp:coreProperties>
</file>